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61B" w:rsidRPr="00C92EA5" w:rsidRDefault="0095661B" w:rsidP="0095661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95661B" w:rsidRPr="00C92EA5" w:rsidRDefault="0095661B" w:rsidP="00956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1B" w:rsidRPr="00E77963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61B" w:rsidRDefault="0095661B" w:rsidP="009566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22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661B" w:rsidRPr="00E77963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661B" w:rsidRDefault="0095661B" w:rsidP="009566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661B" w:rsidRPr="00C92EA5" w:rsidRDefault="0095661B" w:rsidP="009566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661B" w:rsidRPr="00C92EA5" w:rsidRDefault="0095661B" w:rsidP="0095661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661B" w:rsidRPr="00C92EA5" w:rsidRDefault="0095661B" w:rsidP="009566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661B" w:rsidRDefault="0095661B" w:rsidP="009566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95661B" w:rsidRPr="00C92EA5" w:rsidRDefault="0095661B" w:rsidP="009566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5661B" w:rsidRPr="00C92EA5" w:rsidRDefault="0095661B" w:rsidP="0095661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5661B" w:rsidRPr="00C92EA5" w:rsidRDefault="0095661B" w:rsidP="009566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5661B" w:rsidRPr="00C92EA5" w:rsidRDefault="0095661B" w:rsidP="009566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5661B" w:rsidRPr="00C92EA5" w:rsidRDefault="0095661B" w:rsidP="009566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661B" w:rsidRPr="00C92EA5" w:rsidRDefault="0095661B" w:rsidP="009566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5661B" w:rsidRPr="00C92EA5" w:rsidRDefault="0095661B" w:rsidP="009566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661B" w:rsidRPr="00C92EA5" w:rsidRDefault="0095661B" w:rsidP="009566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5661B" w:rsidRPr="00C92EA5" w:rsidRDefault="0095661B" w:rsidP="009566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661B" w:rsidRPr="00C92EA5" w:rsidRDefault="0095661B" w:rsidP="009566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95661B" w:rsidRPr="00C92EA5" w:rsidRDefault="0095661B" w:rsidP="0095661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5661B" w:rsidRPr="00C92EA5" w:rsidRDefault="0095661B" w:rsidP="0095661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5661B" w:rsidRPr="00C92EA5" w:rsidRDefault="0095661B" w:rsidP="009566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95661B" w:rsidRPr="00C92EA5" w:rsidRDefault="0095661B" w:rsidP="009566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5661B" w:rsidRPr="0040408C" w:rsidRDefault="0095661B" w:rsidP="009566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Кравчук В.П.</w:t>
      </w:r>
    </w:p>
    <w:p w:rsidR="0095661B" w:rsidRDefault="0095661B" w:rsidP="009566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5661B" w:rsidRPr="00C92EA5" w:rsidRDefault="0095661B" w:rsidP="009566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5661B" w:rsidRPr="00C92EA5" w:rsidRDefault="0095661B" w:rsidP="009566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Кравчук В.П.  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95661B" w:rsidRPr="00C92EA5" w:rsidRDefault="0095661B" w:rsidP="009566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95661B" w:rsidRPr="00C92EA5" w:rsidRDefault="0095661B" w:rsidP="009566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5661B" w:rsidRPr="00C92EA5" w:rsidRDefault="0095661B" w:rsidP="0095661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5661B" w:rsidRDefault="0095661B" w:rsidP="0095661B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Кравчук Валентині Петрівні,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B4921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0,1500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 </w:t>
      </w:r>
      <w:r w:rsidRPr="00A7261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6823984000:03:012:0186,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с.Стригани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95661B" w:rsidRPr="00C92EA5" w:rsidRDefault="0095661B" w:rsidP="009566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Кравчук В.П.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95661B" w:rsidRPr="00C92EA5" w:rsidRDefault="0095661B" w:rsidP="009566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5661B" w:rsidRPr="0095661B" w:rsidRDefault="0095661B" w:rsidP="0095661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5661B" w:rsidRPr="00C92EA5" w:rsidRDefault="0095661B" w:rsidP="009566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6188D" w:rsidRPr="0095661B" w:rsidRDefault="0095661B" w:rsidP="0095661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96188D" w:rsidRPr="0095661B" w:rsidSect="0095661B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61B"/>
    <w:rsid w:val="00171A2E"/>
    <w:rsid w:val="00304C90"/>
    <w:rsid w:val="003B4921"/>
    <w:rsid w:val="00505B6D"/>
    <w:rsid w:val="006D3977"/>
    <w:rsid w:val="007D6C18"/>
    <w:rsid w:val="0095661B"/>
    <w:rsid w:val="0096188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ADA8"/>
  <w15:docId w15:val="{497B48EA-5EBF-43FC-829D-C4DBB794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61B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280</Words>
  <Characters>1597</Characters>
  <Application>Microsoft Office Word</Application>
  <DocSecurity>0</DocSecurity>
  <Lines>13</Lines>
  <Paragraphs>3</Paragraphs>
  <ScaleCrop>false</ScaleCrop>
  <Company>Microsoft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2021-04-14T12:08:00Z</dcterms:created>
  <dcterms:modified xsi:type="dcterms:W3CDTF">2021-04-15T12:19:00Z</dcterms:modified>
</cp:coreProperties>
</file>