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74" w:rsidRPr="00CA5B65" w:rsidRDefault="00F52274" w:rsidP="00F52274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7620"/>
                <wp:wrapNone/>
                <wp:docPr id="9333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9334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5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6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7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8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9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0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1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2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3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6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7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xpEcYA&#10;AADdAAAADwAAAGRycy9kb3ducmV2LnhtbESPQWvCQBSE70L/w/IK3urGRGxNXaVUFKGnahWPj+xr&#10;Esy+DbtrjP/eLRQ8DjPzDTNf9qYRHTlfW1YwHiUgiAuray4V/OzXL28gfEDW2FgmBTfysFw8DeaY&#10;a3vlb+p2oRQRwj5HBVUIbS6lLyoy6Ee2JY7er3UGQ5SulNrhNcJNI9MkmUqDNceFClv6rKg47y5G&#10;wVeXTo+nzcrsszJ9dUV2WKV1o9Twuf94BxGoD4/wf3urFcyybAJ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xpE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buccA&#10;AADdAAAADwAAAGRycy9kb3ducmV2LnhtbESP3WrCQBSE7wt9h+UUvCm6iVK1qauIIPgDgonQ20P2&#10;NIlmz4bsqvHt3UKhl8PMfMPMFp2pxY1aV1lWEA8iEMS51RUXCk7Zuj8F4TyyxtoyKXiQg8X89WWG&#10;ibZ3PtIt9YUIEHYJKii9bxIpXV6SQTewDXHwfmxr0AfZFlK3eA9wU8thFI2lwYrDQokNrUrKL+nV&#10;KJBZuvXbSWXe4933oYvtebXPz0r13rrlFwhPnf8P/7U3WsHnaPQBv2/CE5Dz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Um7n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vhsgA&#10;AADdAAAADwAAAGRycy9kb3ducmV2LnhtbESPT2sCMRTE74V+h/AKvRTNWlvRrVFaQREPBf/dn5vX&#10;3dXNyzaJuvbTG6HgcZiZ3zDDcWMqcSLnS8sKOu0EBHFmdcm5gs162uqD8AFZY2WZFFzIw3j0+DDE&#10;VNszL+m0CrmIEPYpKihCqFMpfVaQQd+2NXH0fqwzGKJ0udQOzxFuKvmaJD1psOS4UGBNk4Kyw+po&#10;FEzndBhs69/Z2597z/v73ffia/2i1PNT8/kBIlAT7uH/9lwrGHS7Pbi9iU9Aj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Cy+G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btMsQA&#10;AADdAAAADwAAAGRycy9kb3ducmV2LnhtbESPQYvCMBSE74L/ITzBm6Yqu2o1iiiKsKdV0euzebbV&#10;5qU00Xb/vVlY2OMwM98w82VjCvGiyuWWFQz6EQjixOqcUwWn47Y3AeE8ssbCMin4IQfLRbs1x1jb&#10;mr/pdfCpCBB2MSrIvC9jKV2SkUHXtyVx8G62MuiDrFKpK6wD3BRyGEWf0mDOYSHDktYZJY/D0yiI&#10;vj6K6+3MzeSy2SWPe73lOh8o1e00qxkIT43/D/+191rBdDQaw+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W7TL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geb8UA&#10;AADdAAAADwAAAGRycy9kb3ducmV2LnhtbERPy2oCMRTdF/oP4Ra6Ec3UR9GpUbRgERdCR91fJ7cz&#10;Uyc3Y5Lq2K9vFkKXh/OezltTiws5X1lW8NJLQBDnVldcKNjvVt0xCB+QNdaWScGNPMxnjw9TTLW9&#10;8iddslCIGMI+RQVlCE0qpc9LMuh7tiGO3Jd1BkOErpDa4TWGm1r2k+RVGqw4NpTY0HtJ+Sn7MQpW&#10;azpNDs35Y/jrRsX4+7jdLHcdpZ6f2sUbiEBt+Bff3WutYDIYxLnxTXw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B5v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c28UA&#10;AADdAAAADwAAAGRycy9kb3ducmV2LnhtbESPT4vCMBTE7wt+h/AEb2uqslKrUURxWdiTf9Drs3m2&#10;1ealNNF2v/1GEDwOM/MbZrZoTSkeVLvCsoJBPwJBnFpdcKbgsN98xiCcR9ZYWiYFf+RgMe98zDDR&#10;tuEtPXY+EwHCLkEFufdVIqVLczLo+rYiDt7F1gZ9kHUmdY1NgJtSDqNoLA0WHBZyrGiVU3rb3Y2C&#10;6PerPF+O3Man9Xd6uzYbboqBUr1uu5yC8NT6d/jV/tEKJqPRBJ5vw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dzb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ns8MA&#10;AADdAAAADwAAAGRycy9kb3ducmV2LnhtbERPPW/CMBDdkfofrKvEBk5JhULAoCqlEmshDGxHfCRR&#10;4nMUuyHl19dDJcan973ZjaYVA/WutqzgbR6BIC6srrlUkJ++ZgkI55E1tpZJwS852G1fJhtMtb3z&#10;Nw1HX4oQwi5FBZX3XSqlKyoy6Oa2Iw7czfYGfYB9KXWP9xBuWrmIoqU0WHNoqLCjrKKiOf4YBefP&#10;polXHMWPy5AlLrvm+eK2V2r6On6sQXga/VP87z5oBav4PewPb8IT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ns8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FhcgA&#10;AADdAAAADwAAAGRycy9kb3ducmV2LnhtbESPQWvCQBSE74X+h+UVvBTdRKVo6ipSFBTqobZUvT2y&#10;zyQ0+zbNrjH6612h0OMwM98wk1lrStFQ7QrLCuJeBII4tbrgTMHX57I7AuE8ssbSMim4kIPZ9PFh&#10;gom2Z/6gZuszESDsElSQe18lUro0J4OuZyvi4B1tbdAHWWdS13gOcFPKfhS9SIMFh4UcK3rLKf3Z&#10;noyCITX7+fv1sPne/y68PT7v1i7eKdV5auevIDy1/j/8115pBePBMIb7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fAWF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KcX8YA&#10;AADdAAAADwAAAGRycy9kb3ducmV2LnhtbESPQWvCQBSE7wX/w/IK3uqmiRRNXUVSC72q8eDtNftM&#10;QrJvQ3Yb0/56Vyh4HGbmG2a1GU0rBupdbVnB6ywCQVxYXXOpID9+vixAOI+ssbVMCn7JwWY9eVph&#10;qu2V9zQcfCkChF2KCirvu1RKV1Rk0M1sRxy8i+0N+iD7UuoerwFuWhlH0Zs0WHNYqLCjrKKiOfwY&#10;BaePpkmWHCV/5yFbuOw7z+PLTqnp87h9B+Fp9I/wf/tLK1gm8xjub8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KcX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+ackA&#10;AADdAAAADwAAAGRycy9kb3ducmV2LnhtbESPT2vCQBTE7wW/w/IEL8Vs/ENpU1eRotCCHrRS7e2R&#10;fSah2bcxu43RT98VhB6HmfkNM5m1phQN1a6wrGAQxSCIU6sLzhTsPpf9ZxDOI2ssLZOCCzmYTTsP&#10;E0y0PfOGmq3PRICwS1BB7n2VSOnSnAy6yFbEwTva2qAPss6krvEc4KaUwzh+kgYLDgs5VvSWU/qz&#10;/TUKxtQc5qvr9/rrcFp4e3zcf7jBXqlet52/gvDU+v/wvf2uFbyMxiO4vQlPQE7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uI+ac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yxcgA&#10;AADdAAAADwAAAGRycy9kb3ducmV2LnhtbESPQWvCQBSE7wX/w/KE3upGW7SkriKKtiAUTEt7fWSf&#10;2Wj2bcyuJvXXu4VCj8PMfMNM552txIUaXzpWMBwkIIhzp0suFHx+rB+eQfiArLFyTAp+yMN81rub&#10;Yqpdyzu6ZKEQEcI+RQUmhDqV0ueGLPqBq4mjt3eNxRBlU0jdYBvhtpKjJBlLiyXHBYM1LQ3lx+xs&#10;FXw/Pb4785q5c7vaXI+70+Twtdwqdd/vFi8gAnXhP/zXftMKRsPJGH7fxCc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UbLF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0w8UA&#10;AADdAAAADwAAAGRycy9kb3ducmV2LnhtbESPQWvCQBSE70L/w/IKvdWNKW0kukorjUg91er9kX0m&#10;wezbmN3G7b93hYLHYWa+YebLYFoxUO8aywom4wQEcWl1w5WC/U/xPAXhPLLG1jIp+CMHy8XDaI65&#10;thf+pmHnKxEh7HJUUHvf5VK6siaDbmw74ugdbW/QR9lXUvd4iXDTyjRJ3qTBhuNCjR2taipPu1+j&#10;4OXr9bzWH9Xn0E7Xbrs5FqEJB6WeHsP7DISn4O/h//ZGK0gnWQa3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zTD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a7cIA&#10;AADdAAAADwAAAGRycy9kb3ducmV2LnhtbERPz2vCMBS+C/sfwht407Qe7KxGkQ2hIB7W7eDx0bw1&#10;xealNFlb/3tzEDx+fL93h8m2YqDeN44VpMsEBHHldMO1gt+f0+IDhA/IGlvHpOBOHg77t9kOc+1G&#10;/qahDLWIIexzVGBC6HIpfWXIol+6jjhyf663GCLsa6l7HGO4beUqSdbSYsOxwWBHn4aqW/lvFVw3&#10;l006ma/kPGTHIlSMeBvWSs3fp+MWRKApvMRPd6EVrNIszo1v4hOQ+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hrt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V118gA&#10;AADdAAAADwAAAGRycy9kb3ducmV2LnhtbESPT2vCQBTE70K/w/IK3uomEbTGbKQULF48+Ketx0f2&#10;NUmbfRuzq8Z++q5Q8DjMzG+YbNGbRpypc7VlBfEoAkFcWF1zqWC/Wz49g3AeWWNjmRRcycEifxhk&#10;mGp74Q2dt74UAcIuRQWV920qpSsqMuhGtiUO3pftDPogu1LqDi8BbhqZRNFEGqw5LFTY0mtFxc/2&#10;ZBR8xuvfWTvu35ODP66+k7djsfyYKDV87F/mIDz1/h7+b6+0giSezuD2JjwBm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dXXX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76GL8A&#10;AADdAAAADwAAAGRycy9kb3ducmV2LnhtbERPzYrCMBC+C75DGGFvmiriSjVKcREUT3b3AYZmbKvN&#10;JCRZ2317cxD2+PH9b/eD6cSTfGgtK5jPMhDEldUt1wp+vo/TNYgQkTV2lknBHwXY78ajLeba9nyl&#10;ZxlrkUI45KigidHlUoaqIYNhZh1x4m7WG4wJ+lpqj30KN51cZNlKGmw5NTTo6NBQ9Sh/jQL07vPL&#10;lbK/ru4XPN3PBS1todTHZCg2ICIN8V/8dp+0gsV8nfanN+kJ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XvoYvwAAAN0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OhccA&#10;AADdAAAADwAAAGRycy9kb3ducmV2LnhtbESPT2vCQBTE7wW/w/IEb3UThTZEV1HbgLS5+O/g7ZF9&#10;JsHs25BdNe2n7xYKPQ4z8xtmvuxNI+7UudqygngcgSAurK65VHA8ZM8JCOeRNTaWScEXOVguBk9z&#10;TLV98I7ue1+KAGGXooLK+zaV0hUVGXRj2xIH72I7gz7IrpS6w0eAm0ZOouhFGqw5LFTY0qai4rq/&#10;GQV5lrf5J78n57fbenrefp9e+SNTajTsVzMQnnr/H/5rb7WCSZzE8PsmPA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0ToX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/0D8YA&#10;AADdAAAADwAAAGRycy9kb3ducmV2LnhtbESPQWvCQBSE74L/YXkFb7ppDraNrlIEUUELWkGPr9nX&#10;JDT7Nu6uMf33bqHgcZiZb5jpvDO1aMn5yrKC51ECgji3uuJCwfFzOXwF4QOyxtoyKfglD/NZvzfF&#10;TNsb76k9hEJECPsMFZQhNJmUPi/JoB/Zhjh639YZDFG6QmqHtwg3tUyTZCwNVhwXSmxoUVL+c7ga&#10;BR+X8XXbns6rL9ctm0u9Wez0W6XU4Kl7n4AI1IVH+L+91grSNHmBvzfxCc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/0D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OycIA&#10;AADdAAAADwAAAGRycy9kb3ducmV2LnhtbERP3WrCMBS+F/YO4QjeaWLBKZ1RxqDbEEGsPsChOWvK&#10;mpPSpNrt6ZeLgZcf3/92P7pW3KgPjWcNy4UCQVx503Ct4Xop5hsQISIbbD2Thh8KsN89TbaYG3/n&#10;M93KWIsUwiFHDTbGLpcyVJYchoXviBP35XuHMcG+lqbHewp3rcyUepYOG04NFjt6s1R9l4PTwEoW&#10;p2PVGvn+e10fPmx5WA2l1rPp+PoCItIYH+J/96fRkGUqzU1v0hO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4g7JwgAAAN0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QKsYA&#10;AADdAAAADwAAAGRycy9kb3ducmV2LnhtbESPQWvCQBSE7wX/w/IEb3VjtKLRVdRWqN6aFoq3R/aZ&#10;BLNvQ3bV6K93CwWPw8x8w8yXranEhRpXWlYw6EcgiDOrS84V/HxvXycgnEfWWFkmBTdysFx0XuaY&#10;aHvlL7qkPhcBwi5BBYX3dSKlywoy6Pq2Jg7e0TYGfZBNLnWD1wA3lYyjaCwNlhwWCqxpU1B2Ss9G&#10;QXo8HPSaP0a7yZvb7PfD+/R3+65Ur9uuZiA8tf4Z/m9/agVxHE3h7014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UQK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6mt8EA&#10;AADdAAAADwAAAGRycy9kb3ducmV2LnhtbERPzYrCMBC+L/gOYQRva2qFRapRRBQ8eFh/HmBoxqba&#10;TGoTtfv2O4eFPX58/4tV7xv1oi7WgQ1Mxhko4jLYmisDl/PucwYqJmSLTWAy8EMRVsvBxwILG958&#10;pNcpVUpCOBZowKXUFlrH0pHHOA4tsXDX0HlMArtK2w7fEu4bnWfZl/ZYszQ4bGnjqLyfnt5Aflnf&#10;Ntfv6eH2mGa89a7fPo/OmNGwX89BJerTv/jPvbfiyyeyX97IE9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prfBAAAA3Q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FdX8cA&#10;AADdAAAADwAAAGRycy9kb3ducmV2LnhtbESPQWvCQBSE70L/w/IKvZlNQi02ukoVhF6Eanuot2f2&#10;mQSzb9PdrUZ/fbcgeBxm5htmOu9NK07kfGNZQZakIIhLqxuuFHx9roZjED4ga2wtk4ILeZjPHgZT&#10;LLQ984ZO21CJCGFfoII6hK6Q0pc1GfSJ7Yijd7DOYIjSVVI7PEe4aWWepi/SYMNxocaOljWVx+2v&#10;UbB4HS9+Pp55fd3sd7T73h9HuUuVenrs3yYgAvXhHr6137WCPM8y+H8Tn4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hXV/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YqsYA&#10;AADdAAAADwAAAGRycy9kb3ducmV2LnhtbESPQWvCQBSE74L/YXmCF2k2CUVCdBUpLVgvQduCx0f2&#10;mQSzb0N2m6T/3i0Uehxm5htmu59MKwbqXWNZQRLFIIhLqxuuFHx+vD1lIJxH1thaJgU/5GC/m8+2&#10;mGs78pmGi69EgLDLUUHtfZdL6cqaDLrIdsTBu9neoA+yr6TucQxw08o0jtfSYMNhocaOXmoq75dv&#10;o+Aky2H1/kxJUQ3X+2uRfZn1OVFquZgOGxCeJv8f/msftYI0TVL4fROegN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FYqsYAAADd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EWMUA&#10;AADdAAAADwAAAGRycy9kb3ducmV2LnhtbESP3WrCQBSE7wt9h+UUelc3plhs6ipSWlAoFH8e4LB7&#10;TILZsyF7NKlP7xYEL4eZb4aZLQbfqDN1sQ5sYDzKQBHb4GouDex33y9TUFGQHTaBycAfRVjMHx9m&#10;WLjQ84bOWylVKuFYoIFKpC20jrYij3EUWuLkHULnUZLsSu067FO5b3SeZW/aY81pocKWPiuyx+3J&#10;G8hPVqx/X19+vvYy+d21fTaZLo15fhqWH6CEBrmHb/TKJS4fv8L/m/QE9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IRY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ji8cA&#10;AADdAAAADwAAAGRycy9kb3ducmV2LnhtbESPT2sCMRTE74V+h/CE3mrWbSmyGkVKW1rYKv65eHsk&#10;z83i5mXZRF2/vSkUPA4z8xtmOu9dI87UhdqzgtEwA0Gsvam5UrDbfj6PQYSIbLDxTAquFGA+e3yY&#10;YmH8hdd03sRKJAiHAhXYGNtCyqAtOQxD3xIn7+A7hzHJrpKmw0uCu0bmWfYmHdacFiy29G5JHzcn&#10;p0B/vZQfP+Xe6lO++q3q5ap064NST4N+MQERqY/38H/72yjI89Er/L1JT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j44v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+QQMUA&#10;AADdAAAADwAAAGRycy9kb3ducmV2LnhtbESPQWuDQBSE74X+h+UVcqurQqRY11AChfYSaGJIjw/3&#10;VSXuW3G3avrrs4FAj8PMfMMUm8X0YqLRdZYVJFEMgri2uuNGQXV4f34B4Tyyxt4yKbiQg035+FBg&#10;ru3MXzTtfSMChF2OClrvh1xKV7dk0EV2IA7ejx0N+iDHRuoR5wA3vUzjOJMGOw4LLQ60bak+73+N&#10;gsH8Havvz90UJydM9bzl+ZyxUqun5e0VhKfF/4fv7Q+tIE2TNdzehCcg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/5BA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EOcQA&#10;AADdAAAADwAAAGRycy9kb3ducmV2LnhtbESPQYvCMBSE7wv+h/AEb2tqEXGrUURQPAlrF6q3R/Ns&#10;i81LaaJWf/1GEDwOM/MNM192phY3al1lWcFoGIEgzq2uuFDwl26+pyCcR9ZYWyYFD3KwXPS+5pho&#10;e+dfuh18IQKEXYIKSu+bREqXl2TQDW1DHLyzbQ36INtC6hbvAW5qGUfRRBqsOCyU2NC6pPxyuBoF&#10;4+PPKs3o9LxkW5vJXbq3+81VqUG/W81AeOr8J/xu77SCOB5N4PUmPA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xDn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4ldcYA&#10;AADdAAAADwAAAGRycy9kb3ducmV2LnhtbESPQWvCQBSE70L/w/IKvenGFFJJXaUogiIU1EKvz+xr&#10;kib7Nu6uGv99Vyh4HGbmG2Y6700rLuR8bVnBeJSAIC6srrlU8HVYDScgfEDW2FomBTfyMJ89DaaY&#10;a3vlHV32oRQRwj5HBVUIXS6lLyoy6Ee2I47ej3UGQ5SulNrhNcJNK9MkyaTBmuNChR0tKiqa/dko&#10;OL0um093/P49bjeTW9YUp1RuMqVenvuPdxCB+vAI/7fXWkGajt/g/iY+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4ldcYAAADd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0wsUA&#10;AADdAAAADwAAAGRycy9kb3ducmV2LnhtbERPy2rCQBTdF/oPwy10VyeGtsQ0o2ih0E3B10J3N5nb&#10;JJi5E2emGv16Z1FweTjvYjaYTpzI+daygvEoAUFcWd1yrWC7+XrJQPiArLGzTAou5GE2fXwoMNf2&#10;zCs6rUMtYgj7HBU0IfS5lL5qyKAf2Z44cr/WGQwRulpqh+cYbjqZJsm7NNhybGiwp8+GqsP6zyhY&#10;TLLFcfnKP9dVuaf9rjy8pS5R6vlpmH+ACDSEu/jf/a0VpOk4zo1v4hO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/TCxQAAAN0AAAAPAAAAAAAAAAAAAAAAAJgCAABkcnMv&#10;ZG93bnJldi54bWxQSwUGAAAAAAQABAD1AAAAigMAAAAA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3asYA&#10;AADdAAAADwAAAGRycy9kb3ducmV2LnhtbESPUWvCMBSF3wf+h3AFX8ZM7cNYO6OIKExWKNP9gGtz&#10;15YlNyXJtP57Mxjs8XDO+Q5nuR6tERfyoXesYDHPQBA3TvfcKvg87Z9eQISIrNE4JgU3CrBeTR6W&#10;WGp35Q+6HGMrEoRDiQq6GIdSytB0ZDHM3UCcvC/nLcYkfSu1x2uCWyPzLHuWFntOCx0OtO2o+T7+&#10;WAW7/OzrM76bJju1pjrU1WNRV0rNpuPmFUSkMf6H/9pvWkGeLwr4fZ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i3as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MDYMIA&#10;AADdAAAADwAAAGRycy9kb3ducmV2LnhtbERPz2vCMBS+C/sfwht403QVxFWjuEFBEHQ6Dx6fzbMp&#10;Ni9dE7X+9+Yw8Pjx/Z4tOluLG7W+cqzgY5iAIC6crrhUcPjNBxMQPiBrrB2Tggd5WMzfejPMtLvz&#10;jm77UIoYwj5DBSaEJpPSF4Ys+qFriCN3dq3FEGFbSt3iPYbbWqZJMpYWK44NBhv6NlRc9lerwEo8&#10;nspxXmyWo/V2/Vl9/fzlRqn+e7ecggjUhZf4373SCtI0jfvjm/g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gwNgwgAAAN0AAAAPAAAAAAAAAAAAAAAAAJgCAABkcnMvZG93&#10;bnJldi54bWxQSwUGAAAAAAQABAD1AAAAhw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CA5B65">
        <w:rPr>
          <w:rFonts w:ascii="Times New Roman" w:eastAsia="Times New Roman" w:hAnsi="Times New Roman"/>
          <w:b/>
          <w:lang w:val="ru-RU"/>
        </w:rPr>
        <w:t>ПРОЕКТ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F52274" w:rsidRPr="00CA5B65" w:rsidRDefault="00F52274" w:rsidP="00F5227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УКРАЇНА</w:t>
      </w:r>
    </w:p>
    <w:p w:rsidR="00F52274" w:rsidRPr="00CA5B65" w:rsidRDefault="00F52274" w:rsidP="00F5227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F52274" w:rsidRPr="00CA5B65" w:rsidRDefault="00F52274" w:rsidP="00F52274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CA5B65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274" w:rsidRDefault="00F52274" w:rsidP="00F522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F52274" w:rsidRDefault="00F52274" w:rsidP="00F522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52274" w:rsidRPr="00CA5B65" w:rsidRDefault="00F52274" w:rsidP="00F5227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CA5B65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CA5B65">
        <w:rPr>
          <w:rFonts w:ascii="Times New Roman" w:eastAsia="Times New Roman" w:hAnsi="Times New Roman"/>
          <w:b/>
          <w:lang w:val="ru-RU"/>
        </w:rPr>
        <w:t>ІШЕННЯ</w:t>
      </w:r>
    </w:p>
    <w:p w:rsidR="00F52274" w:rsidRPr="00CA5B65" w:rsidRDefault="00F52274" w:rsidP="00F52274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   ХХХХ</w:t>
      </w:r>
      <w:proofErr w:type="gramStart"/>
      <w:r>
        <w:rPr>
          <w:rFonts w:ascii="Times New Roman" w:eastAsia="Times New Roman" w:hAnsi="Times New Roman"/>
          <w:lang w:val="en-US"/>
        </w:rPr>
        <w:t>I</w:t>
      </w:r>
      <w:proofErr w:type="gramEnd"/>
      <w:r w:rsidRPr="00CA5B65">
        <w:rPr>
          <w:rFonts w:ascii="Times New Roman" w:eastAsia="Times New Roman" w:hAnsi="Times New Roman"/>
          <w:lang w:val="ru-RU"/>
        </w:rPr>
        <w:t xml:space="preserve"> </w:t>
      </w:r>
      <w:r w:rsidRPr="00CA5B65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ради   </w:t>
      </w:r>
      <w:r w:rsidRPr="00CA5B65">
        <w:rPr>
          <w:rFonts w:ascii="Times New Roman" w:eastAsia="Times New Roman" w:hAnsi="Times New Roman"/>
          <w:lang w:val="en-US"/>
        </w:rPr>
        <w:t>VII</w:t>
      </w:r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F52274" w:rsidRPr="00CA5B65" w:rsidRDefault="00F52274" w:rsidP="00F52274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                25.09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.2020р.                      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F52274" w:rsidRPr="00CA5B65" w:rsidRDefault="00F52274" w:rsidP="00F52274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>Шевчук Л.</w:t>
      </w:r>
      <w:proofErr w:type="gramStart"/>
      <w:r>
        <w:rPr>
          <w:rFonts w:ascii="Times New Roman" w:eastAsia="Times New Roman" w:hAnsi="Times New Roman"/>
          <w:b/>
          <w:sz w:val="24"/>
          <w:lang w:val="ru-RU"/>
        </w:rPr>
        <w:t>С</w:t>
      </w:r>
      <w:proofErr w:type="gramEnd"/>
    </w:p>
    <w:p w:rsidR="00F52274" w:rsidRPr="00CA5B65" w:rsidRDefault="00F52274" w:rsidP="00F52274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Шевчук Л.С.,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lang w:val="ru-RU"/>
        </w:rPr>
        <w:t xml:space="preserve">Шевчук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Людмилі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Степанівні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а за адресою: </w:t>
      </w:r>
      <w:r w:rsidR="00EC747F">
        <w:rPr>
          <w:rFonts w:ascii="Times New Roman" w:eastAsia="Times New Roman" w:hAnsi="Times New Roman"/>
          <w:sz w:val="24"/>
        </w:rPr>
        <w:t>__________________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  <w:lang w:val="ru-RU"/>
        </w:rPr>
        <w:t>0,25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га, </w:t>
      </w:r>
      <w:r w:rsidRPr="00CA5B65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sz w:val="24"/>
          <w:lang w:val="ru-RU"/>
        </w:rPr>
        <w:t>яка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val="ru-RU"/>
        </w:rPr>
        <w:t>в</w:t>
      </w:r>
      <w:proofErr w:type="gram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селі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Лисиче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2</w:t>
      </w:r>
      <w:r>
        <w:rPr>
          <w:rFonts w:ascii="Times New Roman" w:eastAsia="Times New Roman" w:hAnsi="Times New Roman"/>
          <w:sz w:val="24"/>
        </w:rPr>
        <w:t>. Шевчук Л.С.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F52274" w:rsidRPr="00CA5B65" w:rsidRDefault="00F52274" w:rsidP="00F522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2274" w:rsidRPr="00CA5B65" w:rsidRDefault="00F52274" w:rsidP="00F522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52274" w:rsidRPr="00CA5B65" w:rsidRDefault="00F52274" w:rsidP="00F52274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F52274" w:rsidRDefault="00F52274" w:rsidP="00F52274">
      <w:pPr>
        <w:rPr>
          <w:rFonts w:ascii="Times New Roman" w:hAnsi="Times New Roman"/>
          <w:sz w:val="24"/>
          <w:lang w:val="ru-RU"/>
        </w:rPr>
      </w:pPr>
    </w:p>
    <w:p w:rsidR="00F52274" w:rsidRDefault="00F52274" w:rsidP="00F52274">
      <w:pPr>
        <w:rPr>
          <w:rFonts w:ascii="Times New Roman" w:hAnsi="Times New Roman"/>
          <w:sz w:val="24"/>
          <w:lang w:val="ru-RU"/>
        </w:rPr>
      </w:pPr>
    </w:p>
    <w:p w:rsidR="00F52274" w:rsidRDefault="00F52274" w:rsidP="00F52274">
      <w:pPr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  <w:lang w:val="ru-RU"/>
        </w:rPr>
        <w:t>В.А.Михалюк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p w:rsidR="005653D2" w:rsidRDefault="005653D2">
      <w:pPr>
        <w:rPr>
          <w:lang w:val="en-US"/>
        </w:rPr>
      </w:pPr>
    </w:p>
    <w:p w:rsidR="00F52274" w:rsidRPr="00F52274" w:rsidRDefault="00F52274">
      <w:pPr>
        <w:rPr>
          <w:lang w:val="en-US"/>
        </w:rPr>
      </w:pPr>
    </w:p>
    <w:sectPr w:rsidR="00F52274" w:rsidRPr="00F522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74"/>
    <w:rsid w:val="00171A2E"/>
    <w:rsid w:val="00304C90"/>
    <w:rsid w:val="00505B6D"/>
    <w:rsid w:val="005653D2"/>
    <w:rsid w:val="006D3977"/>
    <w:rsid w:val="007D6C18"/>
    <w:rsid w:val="00D1641A"/>
    <w:rsid w:val="00EC747F"/>
    <w:rsid w:val="00F5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7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7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2020-09-17T15:20:00Z</dcterms:created>
  <dcterms:modified xsi:type="dcterms:W3CDTF">2020-09-17T15:43:00Z</dcterms:modified>
</cp:coreProperties>
</file>