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E1B" w:rsidRPr="00694EED" w:rsidRDefault="00EC2E1B" w:rsidP="00EC2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EC2E1B" w:rsidRPr="00694EED" w:rsidRDefault="00EC2E1B" w:rsidP="00EC2E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B9195E" wp14:editId="660F2355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081" name="Группа 160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08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8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9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0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1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2E1B" w:rsidRDefault="00EC2E1B" w:rsidP="00EC2E1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081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GJHN3k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CugMMA&#10;AADeAAAADwAAAGRycy9kb3ducmV2LnhtbERPS0vDQBC+C/0Pywje7MYU2hCzCaXYkkNAGu19yE4e&#10;mJ0N2bWN/94VhN7m43tOVixmFFea3WBZwcs6AkHcWD1wp+Dz4/icgHAeWeNomRT8kIMiXz1kmGp7&#10;4zNda9+JEMIuRQW991MqpWt6MujWdiIOXGtngz7AuZN6xlsIN6OMo2grDQ4cGnqc6NBT81V/GwV2&#10;cyqrSxefN2+887x/T9rLUin19LjsX0F4Wvxd/O8udZi/jZIY/t4JN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Cug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i5uMcA&#10;AADeAAAADwAAAGRycy9kb3ducmV2LnhtbERPS2sCMRC+F/ofwhS8SM3WwlZXoxRh7eNQ8AFeh824&#10;2XYzWZKoW399Uyj0Nh/fc+bL3rbiTD40jhU8jDIQxJXTDdcK9rvyfgIiRGSNrWNS8E0BlovbmzkW&#10;2l14Q+dtrEUK4VCgAhNjV0gZKkMWw8h1xIk7Om8xJuhrqT1eUrht5TjLcmmx4dRgsKOVoepre7IK&#10;PssPc1g9Xdd+ON3QdVi+v7RvuVKDu/55BiJSH//Ff+5Xnebn2eQRft9JN8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Iub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FzcYA&#10;AADeAAAADwAAAGRycy9kb3ducmV2LnhtbESP0WrCQBBF3wv+wzJCX4puaotIdBURIyUvkugHDNkx&#10;G8zOhuzWpH/vFgp9m+HeuefOZjfaVjyo941jBe/zBARx5XTDtYLrJZutQPiArLF1TAp+yMNuO3nZ&#10;YKrdwAU9ylCLGMI+RQUmhC6V0leGLPq564ijdnO9xRDXvpa6xyGG21YukmQpLTYcCQY7Ohiq7uW3&#10;jZDzB57z23DJTiMOeMwNv+0LpV6n434NItAY/s1/11861l8mq0/4fSfOIL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PKFz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1bMQA&#10;AADeAAAADwAAAGRycy9kb3ducmV2LnhtbERPTUsDMRC9C/0PYQrebLbFrmVtWkpVEMGDVSi9DZvp&#10;7uJmEpKxu/57Iwje5vE+Z70dXa8uFFPn2cB8VoAirr3tuDHw8f50swKVBNli75kMfFOC7WZytcbK&#10;+oHf6HKQRuUQThUaaEVCpXWqW3KYZj4QZ+7so0PJMDbaRhxyuOv1oihK7bDj3NBioH1L9efhyxl4&#10;HR7Dy125PIdTvF3o9GDluBdjrqfj7h6U0Cj/4j/3s83zy2K1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6NW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y+IcQA&#10;AADeAAAADwAAAGRycy9kb3ducmV2LnhtbESP3YrCMBCF7wXfIYzgjWi6CkWqUURUxBvx5wGGZmyK&#10;zaQ0WVvf3ggLezfDOXO+M8t1ZyvxosaXjhX8TBIQxLnTJRcK7rf9eA7CB2SNlWNS8CYP61W/t8RM&#10;u5Yv9LqGQsQQ9hkqMCHUmZQ+N2TRT1xNHLWHayyGuDaF1A22MdxWcpokqbRYciQYrGlrKH9ef22E&#10;nGd4Pj3a2/7QYYu7k+HR5qLUcNBtFiACdeHf/Hd91LF+msxT+L4TZ5Cr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svi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OgMQA&#10;AADeAAAADwAAAGRycy9kb3ducmV2LnhtbERPTUsDMRC9C/0PYQrebLZFt2VtWkpVEMGDVSi9DZvp&#10;7uJmEpKxu/57Iwje5vE+Z70dXa8uFFPn2cB8VoAirr3tuDHw8f50swKVBNli75kMfFOC7WZytcbK&#10;+oHf6HKQRuUQThUaaEVCpXWqW3KYZj4QZ+7so0PJMDbaRhxyuOv1oihK7bDj3NBioH1L9efhyxl4&#10;HR7Dy7K8O4dTvF3o9GDluBdjrqfj7h6U0Cj/4j/3s83zy2K1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kDo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6HG8cA&#10;AADeAAAADwAAAGRycy9kb3ducmV2LnhtbESPQUsDMRCF74L/IYzgRWxWxVLWpsUWQoUKpVXwOmym&#10;u4ubyZKk3e2/7xwEbzO8N+99M1+OvlNniqkNbOBpUoAiroJruTbw/WUfZ6BSRnbYBSYDF0qwXNze&#10;zLF0YeA9nQ+5VhLCqUQDTc59qXWqGvKYJqEnFu0Yoscsa6y1izhIuO/0c1FMtceWpaHBntYNVb+H&#10;kzew2g31S3yoVmPYHjc/r9Y6+2mNub8b399AZRrzv/nv+sMJ/rSYCa+8IzPox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+hxv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Jof8IA&#10;AADeAAAADwAAAGRycy9kb3ducmV2LnhtbERP3WrCMBS+F3yHcITdaTrZpHZGkY3CEG/8eYBDc9Z0&#10;NiclibV7ezMQvDsf3+9ZbQbbip58aBwreJ1lIIgrpxuuFZxP5TQHESKyxtYxKfijAJv1eLTCQrsb&#10;H6g/xlqkEA4FKjAxdoWUoTJkMcxcR5y4H+ctxgR9LbXHWwq3rZxn2UJabDg1GOzo01B1OV6tgnI3&#10;3/eXq/al2w5vlt7Nb/5llHqZDNsPEJGG+BQ/3N86zV9k+RL+30k3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Qmh/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EdwMgA&#10;AADeAAAADwAAAGRycy9kb3ducmV2LnhtbESPQUsDMRCF74L/IYzgRdqsisWuTYsVQgsKYlvwOmym&#10;u4ubyZKk3fXfdw6CtxnmzXvvW6xG36kzxdQGNnA/LUARV8G1XBs47O3kGVTKyA67wGTglxKsltdX&#10;CyxdGPiLzrtcKzHhVKKBJue+1DpVDXlM09ATy+0Yoscsa6y1iziIue/0Q1HMtMeWJaHBnt4aqn52&#10;J29g/TnUj/GuWo/h/bj5frLW2Q9rzO3N+PoCKtOY/8V/31sn9WfFXAAER2bQy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kR3A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3ypMIA&#10;AADeAAAADwAAAGRycy9kb3ducmV2LnhtbERPzYrCMBC+L/gOYQRva6qoaDWKKIVl8bLuPsDQjE21&#10;mZQk1u7bbwRhb/Px/c5m19tGdORD7VjBZJyBIC6drrlS8PNdvC9BhIissXFMCn4pwG47eNtgrt2D&#10;v6g7x0qkEA45KjAxtrmUoTRkMYxdS5y4i/MWY4K+ktrjI4XbRk6zbCEt1pwaDLZ0MFTezneroPic&#10;nrrbXfvC7fuZpbm5Lo9GqdGw369BROrjv/jl/tBp/iJbTeD5TrpBb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7fKk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HyO8IA&#10;AADeAAAADwAAAGRycy9kb3ducmV2LnhtbERPzWrCQBC+F/oOyxR6a3a1Km10lSJE9NjoAwzZMQnJ&#10;zqbZ1SRv7xYKvc3H9zub3Whbcafe1441zBIFgrhwpuZSw+WcvX2A8AHZYOuYNEzkYbd9ftpgatzA&#10;33TPQyliCPsUNVQhdKmUvqjIok9cRxy5q+sthgj7UpoehxhuWzlXaiUt1hwbKuxoX1HR5DerYTEN&#10;h5982ajMWJqd3rsTh2Kp9evL+LUGEWgM/+I/99HE+Sv1OYffd+IN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8fI7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9BD8QA&#10;AADeAAAADwAAAGRycy9kb3ducmV2LnhtbERPS2vCQBC+C/0PyxR6000tBJO6EamklJ5qTHsespMH&#10;zc6G7Ebjv+8WBG/z8T1nu5tNL840us6ygudVBIK4srrjRkF5ypcbEM4ja+wtk4IrOdhlD4stptpe&#10;+EjnwjcihLBLUUHr/ZBK6aqWDLqVHYgDV9vRoA9wbKQe8RLCTS/XURRLgx2HhhYHemup+i0mo2CK&#10;f9Yl15/6qzhc35NDvnfyu1Hq6XHev4LwNPu7+Ob+0GF+HCUv8P9Ou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/QQ/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lpZsYA&#10;AADeAAAADwAAAGRycy9kb3ducmV2LnhtbERPS2vCQBC+F/oflin0VjdVCRqzkSoIrYdKfRy8jdkx&#10;SZudjdmtpv/eFQre5uN7TjrtTC3O1LrKsoLXXgSCOLe64kLBdrN4GYFwHlljbZkU/JGDafb4kGKi&#10;7YW/6Lz2hQgh7BJUUHrfJFK6vCSDrmcb4sAdbWvQB9gWUrd4CeGmlv0oiqXBikNDiQ3NS8p/1r9G&#10;wW41iser2cfwe/l5wIHRp72uYqWen7q3CQhPnb+L/93vOsyPo/EQbu+EG2R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lpZ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xbacQA&#10;AADeAAAADwAAAGRycy9kb3ducmV2LnhtbERPS2vCQBC+F/wPywje6katwUZX8UGteLK24HXIjkkw&#10;Oxuyq0Z/vVsQvM3H95zJrDGluFDtCssKet0IBHFqdcGZgr/fr/cRCOeRNZaWScGNHMymrbcJJtpe&#10;+Ycue5+JEMIuQQW591UipUtzMui6tiIO3NHWBn2AdSZ1jdcQbkrZj6JYGiw4NORY0TKn9LQ/GwX3&#10;+IA7991frAba0+1jtLbb3VqpTruZj0F4avxL/HRvdJgfR59D+H8n3C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MW2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essMIA&#10;AADeAAAADwAAAGRycy9kb3ducmV2LnhtbERPzYrCMBC+C/sOYYS9aapoWatRFnFhb2rdBxiaMS02&#10;k9pE7fr0RhC8zcf3O4tVZ2txpdZXjhWMhgkI4sLpio2Cv8PP4AuED8gaa8ek4J88rJYfvQVm2t14&#10;T9c8GBFD2GeooAyhyaT0RUkW/dA1xJE7utZiiLA1Urd4i+G2luMkSaXFimNDiQ2tSypO+cUqOLvx&#10;VHf5BrenzWxXGTM53/cTpT773fccRKAuvMUv96+O89NklsLznXiDXD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Z6yw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dvwMQA&#10;AADeAAAADwAAAGRycy9kb3ducmV2LnhtbERPyW7CMBC9V+o/WFOpN3BKRUICBpVKSFyhPfQ4tScL&#10;jcdp7ELg6zESUm/z9NZZrAbbiiP1vnGs4GWcgCDWzjRcKfj82IxmIHxANtg6JgVn8rBaPj4ssDDu&#10;xDs67kMlYgj7AhXUIXSFlF7XZNGPXUccudL1FkOEfSVNj6cYbls5SZJUWmw4NtTY0XtN+mf/ZxVs&#10;m2+aprrM7Wytd1+X3/CaHYxSz0/D2xxEoCH8i+/urYnz0yTP4PZOvEE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6Xb8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kCZcQA&#10;AADeAAAADwAAAGRycy9kb3ducmV2LnhtbERPTUsDMRC9F/wPYQRvbWIPxa5NixUKFW2hq+h12Iyb&#10;xc1k2cTt9t93DoK3mfc1b1abMbRqoD41kS3czwwo4iq6hmsLH++76QOolJEdtpHJwoUSbNY3kxUW&#10;Lp75REOZayUhnAq04HPuCq1T5SlgmsWOWLjv2AfMsva1dj2eJTy0em7MQgdsWC547OjZU/VT/gYL&#10;Ax4v5stvD8uX5q2aH7efr05we3c7Pj2CyjTmf/Gfe++k/sIspa+8IzPo9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pAmX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h4ZMMA&#10;AADeAAAADwAAAGRycy9kb3ducmV2LnhtbERPPU/DMBDdkfofrEPqRh0yVDTUrapKrRhLYGA84muc&#10;Et9FtmkCvx4jIbHd0/u89XbyvbpSiJ2wgftFAYq4Edtxa+D15XD3AComZIu9MBn4ogjbzexmjZWV&#10;kZ/pWqdW5RCOFRpwKQ2V1rFx5DEuZCDO3FmCx5RhaLUNOOZw3+uyKJbaY8e5weFAe0fNR/3pDYzH&#10;5v1Snt+s+w6DHOqTXMpejJnfTrtHUImm9C/+cz/ZPH9ZrF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h4Z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Fb9McA&#10;AADeAAAADwAAAGRycy9kb3ducmV2LnhtbESPQW/CMAyF70j7D5En7QYpHBjqCIjBkBACTTC4e43X&#10;dkucqsmg+/f4gLSbLT+/977pvPNOXaiNdWADw0EGirgItubSwOlj3Z+AignZogtMBv4ownz20Jti&#10;bsOVD3Q5plKJCcccDVQpNbnWsajIYxyEhlhuX6H1mGRtS21bvIq5d3qUZWPtsWZJqLChZUXFz/HX&#10;G1i/r9z3aH9YnHVavj1/usn2dbUz5umxW7yAStSlf/H9e2Ol/niYCYDgyAx6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BW/T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sj+8UA&#10;AADeAAAADwAAAGRycy9kb3ducmV2LnhtbERPTWvCQBC9C/0PyxS8lLpJS0WimyBCiYUW1Apex+yY&#10;hGRnQ3aN6b/vFgre5vE+Z5WNphUD9a62rCCeRSCIC6trLhUcv9+fFyCcR9bYWiYFP+QgSx8mK0y0&#10;vfGehoMvRQhhl6CCyvsukdIVFRl0M9sRB+5ie4M+wL6UusdbCDetfImiuTRYc2iosKNNRUVzuBoF&#10;w+7zXG4H1300iyf39nrO8y99Umr6OK6XIDyN/i7+d291mD+Poxj+3gk3yP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+yP7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2E1B" w:rsidRDefault="00EC2E1B" w:rsidP="00EC2E1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XDkcUA&#10;AADeAAAADwAAAGRycy9kb3ducmV2LnhtbERPTWsCMRC9F/ofwgjeauJiRVej1ILQS6HaHupt3Iy7&#10;i5vJNom69dc3gtDbPN7nzJedbcSZfKgdaxgOFAjiwpmaSw1fn+unCYgQkQ02jknDLwVYLh4f5pgb&#10;d+ENnbexFCmEQ44aqhjbXMpQVGQxDFxLnLiD8xZjgr6UxuMlhdtGZkqNpcWaU0OFLb1WVBy3J6th&#10;NZ2sfj5G/H7d7He0+94fnzOvtO73upcZiEhd/Bff3W8mzR8PV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RcORxQAAAN4AAAAPAAAAAAAAAAAAAAAAAJgCAABkcnMv&#10;ZG93bnJldi54bWxQSwUGAAAAAAQABAD1AAAAigMAAAAA&#10;" fillcolor="black" stroked="f">
                  <v:textbox>
                    <w:txbxContent>
                      <w:p w:rsidR="00EC2E1B" w:rsidRDefault="00EC2E1B" w:rsidP="00EC2E1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oCsYA&#10;AADeAAAADwAAAGRycy9kb3ducmV2LnhtbERPS2vCQBC+F/wPyxR6qxstDSG6Sn0UCurBx8HjNDtN&#10;lmRnQ3araX99Vyh4m4/vOdN5bxtxoc4bxwpGwwQEceG04VLB6fj+nIHwAVlj45gU/JCH+WzwMMVc&#10;uyvv6XIIpYgh7HNUUIXQ5lL6oiKLfuha4sh9uc5iiLArpe7wGsNtI8dJkkqLhmNDhS0tKyrqw7dV&#10;cN6kJtsbGn9ufxdrvX2tF7tVrdTTY/82ARGoD3fxv/tDx/npKHmB2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poC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GdTMQA&#10;AADeAAAADwAAAGRycy9kb3ducmV2LnhtbERPTWsCMRC9C/0PYQRvmliKyNYoYintxUO1pddhM27W&#10;3Uy2SdTVX98UCt7m8T5nsepdK84UYu1Zw3SiQBCX3tRcafjcv47nIGJCNth6Jg1XirBaPgwWWBh/&#10;4Q8671IlcgjHAjXYlLpCylhachgnviPO3MEHhynDUEkT8JLDXSsflZpJhzXnBosdbSyVze7kNIT1&#10;90tz49NXo27ba3w79j9ztFqPhv36GUSiPt3F/+53k+fPpuoJ/t7JN8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xnU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yOnMQA&#10;AADeAAAADwAAAGRycy9kb3ducmV2LnhtbERPbUvDMBD+Lvgfwgl+EZds4HRd0yGCIDiEzf2AW3Nr&#10;i8mlNOfW+euNIOzbPTyvV67G4NWRhtRFtjCdGFDEdXQdNxZ2n6/3T6CSIDv0kcnCmRKsquurEgsX&#10;T7yh41YalUM4FWihFekLrVPdUsA0iT1x5g5xCCgZDo12A55yePB6ZsxcB+w4N7TY00tL9df2O1jw&#10;s71fvD+mtZx3em1+gmzuPpy1tzfj8xKU0CgX8b/7zeX586l5gL938g26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Mjp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5RscQA&#10;AADeAAAADwAAAGRycy9kb3ducmV2LnhtbERPTWsCMRC9F/ofwhS81awelrI1SlWEvfTgqngdN9PN&#10;0mSybFJd/fWNIHibx/uc2WJwVpypD61nBZNxBoK49rrlRsF+t3n/ABEiskbrmRRcKcBi/voyw0L7&#10;C2/pXMVGpBAOBSowMXaFlKE25DCMfUecuB/fO4wJ9o3UPV5SuLNymmW5dNhyajDY0cpQ/Vv9OQXr&#10;qrPTfWmW4Xj4Pp1sedvQca3U6G34+gQRaYhP8cNd6jQ/n2Q53N9JN8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UbH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dGHMMA&#10;AADeAAAADwAAAGRycy9kb3ducmV2LnhtbERPPWvDMBDdC/kP4gLdGikd7OJGCSUkEOhU1xm6HdLV&#10;dmudjKXazr+PCoFs93ift9nNrhMjDaH1rGG9UiCIjbct1xqqz+PTC4gQkS12nknDhQLstouHDRbW&#10;T/xBYxlrkUI4FKihibEvpAymIYdh5XvixH37wWFMcKilHXBK4a6Tz0pl0mHLqaHBnvYNmd/yz2n4&#10;Ocp3bxSac3WeTjb/OmTUKa0fl/PbK4hIc7yLb+6TTfOztcrh/510g9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dGH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AhCccA&#10;AADeAAAADwAAAGRycy9kb3ducmV2LnhtbESPT2vCQBDF74V+h2UK3upGBZHUVWyhUBQP/qH0OM2O&#10;SUh2NuyuGr+9cxC8zfDevPeb+bJ3rbpQiLVnA6NhBoq48Lbm0sDx8P0+AxUTssXWMxm4UYTl4vVl&#10;jrn1V97RZZ9KJSEcczRQpdTlWseiIodx6Dti0U4+OEyyhlLbgFcJd60eZ9lUO6xZGirs6Kuiotmf&#10;nYG/84ZP28l6FT7Tr+8PsRn/zxpjBm/96gNUoj49zY/rHyv401EmvPKOzKA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wIQn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C2E1B" w:rsidRDefault="00EC2E1B" w:rsidP="00EC2E1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FR4MUA&#10;AADeAAAADwAAAGRycy9kb3ducmV2LnhtbERPTWsCMRC9C/6HMIXeNFGq6NYoWih4EdT2UG/jZrq7&#10;uJlsk1TX/npTELzN433ObNHaWpzJh8qxhkFfgSDOnam40PD58d6bgAgR2WDtmDRcKcBi3u3MMDPu&#10;wjs672MhUgiHDDWUMTaZlCEvyWLou4Y4cd/OW4wJ+kIaj5cUbms5VGosLVacGkps6K2k/LT/tRpW&#10;08nqZ/vCm7/d8UCHr+NpNPRK6+endvkKIlIbH+K7e23S/PFATeH/nXSD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4VHgxQAAAN4AAAAPAAAAAAAAAAAAAAAAAJgCAABkcnMv&#10;ZG93bnJldi54bWxQSwUGAAAAAAQABAD1AAAAigMAAAAA&#10;" fillcolor="black" stroked="f">
                  <v:textbox>
                    <w:txbxContent>
                      <w:p w:rsidR="00EC2E1B" w:rsidRDefault="00EC2E1B" w:rsidP="00EC2E1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RlCsUA&#10;AADeAAAADwAAAGRycy9kb3ducmV2LnhtbESPQUvEMBCF74L/IYzgzU2rsEjd7FIWRPHUXRWvs83Y&#10;FJtJSWK2/nvnIHibYd68977NbvGTKhTTGNhAvapAEffBjjwYeHt9vLkHlTKyxSkwGfihBLvt5cUG&#10;GxvOfKByzIMSE04NGnA5z43WqXfkMa3CTCy3zxA9ZlnjoG3Es5j7Sd9W1Vp7HFkSHM60d9R/Hb+9&#10;gXLad+1d+Sju8BLbIYbu6f3UGXN9tbQPoDIt+V/89/1spf66rgV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tGUK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C2E1B" w:rsidRDefault="00EC2E1B" w:rsidP="00EC2E1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SEmMQA&#10;AADeAAAADwAAAGRycy9kb3ducmV2LnhtbERPTUvDQBC9C/0PyxS82c16CJp2E6S0ol7UKLTHITvN&#10;BrOzIbum0V/vCoK3ebzP2VSz68VEY+g8a1CrDARx403HrYb3t/3VDYgQkQ32nknDFwWoysXFBgvj&#10;z/xKUx1bkUI4FKjBxjgUUobGksOw8gNx4k5+dBgTHFtpRjyncNfL6yzLpcOOU4PFgbaWmo/602kI&#10;ars7PLnv2+l4b/m5frT5S2u1vlzOd2sQkeb4L/5zP5g0P1dKwe876QZZ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5UhJj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C2E1B" w:rsidRDefault="00EC2E1B" w:rsidP="00EC2E1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C2E1B" w:rsidRPr="00694EED" w:rsidRDefault="00EC2E1B" w:rsidP="00EC2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C2E1B" w:rsidRPr="00694EED" w:rsidRDefault="00EC2E1B" w:rsidP="00EC2E1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C2E1B" w:rsidRPr="00694EED" w:rsidRDefault="00EC2E1B" w:rsidP="00EC2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C2E1B" w:rsidRPr="00694EED" w:rsidRDefault="00EC2E1B" w:rsidP="00EC2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EC2E1B" w:rsidRPr="00694EED" w:rsidRDefault="00EC2E1B" w:rsidP="00EC2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EC2E1B" w:rsidRPr="00694EED" w:rsidRDefault="00EC2E1B" w:rsidP="00EC2E1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EC2E1B" w:rsidRPr="00694EED" w:rsidRDefault="00EC2E1B" w:rsidP="00EC2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EC2E1B" w:rsidRPr="00694EED" w:rsidRDefault="00EC2E1B" w:rsidP="00EC2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EC2E1B" w:rsidRPr="00694EED" w:rsidRDefault="00EC2E1B" w:rsidP="00EC2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C2E1B" w:rsidRPr="00694EED" w:rsidRDefault="00EC2E1B" w:rsidP="00EC2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EC2E1B" w:rsidRPr="00694EED" w:rsidRDefault="00EC2E1B" w:rsidP="00EC2E1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C2E1B" w:rsidRPr="00694EED" w:rsidRDefault="00EC2E1B" w:rsidP="00EC2E1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EC2E1B" w:rsidRPr="00694EED" w:rsidRDefault="00EC2E1B" w:rsidP="00EC2E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EC2E1B" w:rsidRPr="00694EED" w:rsidRDefault="00EC2E1B" w:rsidP="00EC2E1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EC2E1B" w:rsidRPr="00694EED" w:rsidRDefault="00EC2E1B" w:rsidP="00EC2E1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C2E1B" w:rsidRPr="00694EED" w:rsidRDefault="00EC2E1B" w:rsidP="00EC2E1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C2E1B" w:rsidRPr="00694EED" w:rsidRDefault="00EC2E1B" w:rsidP="00EC2E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EC2E1B" w:rsidRPr="00694EED" w:rsidRDefault="00EC2E1B" w:rsidP="00EC2E1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EC2E1B" w:rsidRPr="00694EED" w:rsidRDefault="00EC2E1B" w:rsidP="00EC2E1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EC2E1B" w:rsidRPr="00694EED" w:rsidRDefault="00EC2E1B" w:rsidP="00EC2E1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Миронюк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В.М.</w:t>
      </w:r>
    </w:p>
    <w:p w:rsidR="00EC2E1B" w:rsidRPr="00694EED" w:rsidRDefault="00EC2E1B" w:rsidP="00EC2E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E1B" w:rsidRPr="00694EED" w:rsidRDefault="00EC2E1B" w:rsidP="00EC2E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E1B" w:rsidRPr="00694EED" w:rsidRDefault="00EC2E1B" w:rsidP="00EC2E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В.М.,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EC2E1B" w:rsidRPr="00694EED" w:rsidRDefault="00EC2E1B" w:rsidP="00EC2E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EC2E1B" w:rsidRPr="00694EED" w:rsidRDefault="00EC2E1B" w:rsidP="00EC2E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E1B" w:rsidRPr="00694EED" w:rsidRDefault="00EC2E1B" w:rsidP="00EC2E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Валентині Миколаївні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0,1449га,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C2E1B" w:rsidRPr="00694EED" w:rsidRDefault="00EC2E1B" w:rsidP="00EC2E1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Валентині Миколаївні,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20CEA">
        <w:rPr>
          <w:rFonts w:ascii="Times New Roman" w:eastAsia="Calibri" w:hAnsi="Times New Roman" w:cs="Times New Roman"/>
          <w:sz w:val="24"/>
          <w:lang w:eastAsia="en-US"/>
        </w:rPr>
        <w:t>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820CE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0,1449 га, кадастровий номер: 6823984000:03:018:0310,  для ведення особистого селянського господарства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EC2E1B" w:rsidRPr="00694EED" w:rsidRDefault="00EC2E1B" w:rsidP="00EC2E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В.М.,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EC2E1B" w:rsidRPr="00694EED" w:rsidRDefault="00EC2E1B" w:rsidP="00EC2E1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C2E1B" w:rsidRPr="00694EED" w:rsidRDefault="00EC2E1B" w:rsidP="00EC2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E1B" w:rsidRPr="00694EED" w:rsidRDefault="00EC2E1B" w:rsidP="00EC2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E1B" w:rsidRPr="00694EED" w:rsidRDefault="00EC2E1B" w:rsidP="00EC2E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C2E1B" w:rsidRPr="00694EED" w:rsidRDefault="00EC2E1B" w:rsidP="00EC2E1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7D5B8F" w:rsidRDefault="007D5B8F"/>
    <w:sectPr w:rsidR="007D5B8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E1B"/>
    <w:rsid w:val="007D5B8F"/>
    <w:rsid w:val="00820CEA"/>
    <w:rsid w:val="00EC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1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E1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275</Words>
  <Characters>1572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2021-06-22T10:27:00Z</dcterms:created>
  <dcterms:modified xsi:type="dcterms:W3CDTF">2021-06-22T13:26:00Z</dcterms:modified>
</cp:coreProperties>
</file>