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16B" w:rsidRDefault="00BD716B" w:rsidP="00BD71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D716B" w:rsidRPr="00E61395" w:rsidRDefault="00BD716B" w:rsidP="00BD716B">
      <w:pPr>
        <w:rPr>
          <w:b/>
        </w:rPr>
      </w:pPr>
    </w:p>
    <w:p w:rsidR="00BD716B" w:rsidRDefault="00BD716B" w:rsidP="00BD716B"/>
    <w:p w:rsidR="00BD716B" w:rsidRDefault="00BD716B" w:rsidP="00BD71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D716B" w:rsidRDefault="00BD716B" w:rsidP="00BD71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D716B" w:rsidRDefault="00BD716B" w:rsidP="00BD71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D716B" w:rsidRDefault="00BD716B" w:rsidP="00BD71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D716B" w:rsidRDefault="00BD716B" w:rsidP="00BD71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716B" w:rsidRDefault="00BD716B" w:rsidP="00BD71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D716B" w:rsidRDefault="00BD716B" w:rsidP="00BD71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D716B" w:rsidRDefault="00BD716B" w:rsidP="00BD71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D716B" w:rsidRPr="00B21EB6" w:rsidRDefault="00BD716B" w:rsidP="00BD716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№8</w:t>
      </w:r>
    </w:p>
    <w:p w:rsidR="00BD716B" w:rsidRPr="00D73198" w:rsidRDefault="00BD716B" w:rsidP="00BD716B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D716B" w:rsidRPr="00D73198" w:rsidRDefault="00BD716B" w:rsidP="00BD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документації на </w:t>
      </w:r>
      <w:r w:rsidRPr="0028759E">
        <w:rPr>
          <w:rFonts w:ascii="Times New Roman" w:hAnsi="Times New Roman" w:cs="Times New Roman"/>
          <w:b/>
          <w:sz w:val="24"/>
          <w:szCs w:val="24"/>
        </w:rPr>
        <w:t xml:space="preserve">капітальний ремонт прилеглої території (з облаштуванням водопостачання та каналізації) будівлі </w:t>
      </w:r>
      <w:proofErr w:type="spellStart"/>
      <w:r w:rsidRPr="0028759E">
        <w:rPr>
          <w:rFonts w:ascii="Times New Roman" w:hAnsi="Times New Roman" w:cs="Times New Roman"/>
          <w:b/>
          <w:sz w:val="24"/>
          <w:szCs w:val="24"/>
        </w:rPr>
        <w:t>Крупецького</w:t>
      </w:r>
      <w:proofErr w:type="spellEnd"/>
      <w:r w:rsidRPr="0028759E">
        <w:rPr>
          <w:rFonts w:ascii="Times New Roman" w:hAnsi="Times New Roman" w:cs="Times New Roman"/>
          <w:b/>
          <w:sz w:val="24"/>
          <w:szCs w:val="24"/>
        </w:rPr>
        <w:t xml:space="preserve"> сільського будинку культури  в </w:t>
      </w:r>
      <w:proofErr w:type="spellStart"/>
      <w:r w:rsidRPr="0028759E">
        <w:rPr>
          <w:rFonts w:ascii="Times New Roman" w:hAnsi="Times New Roman" w:cs="Times New Roman"/>
          <w:b/>
          <w:sz w:val="24"/>
          <w:szCs w:val="24"/>
        </w:rPr>
        <w:t>с.Крупець</w:t>
      </w:r>
      <w:proofErr w:type="spellEnd"/>
      <w:r w:rsidRPr="0028759E">
        <w:rPr>
          <w:rFonts w:ascii="Times New Roman" w:hAnsi="Times New Roman" w:cs="Times New Roman"/>
          <w:b/>
          <w:sz w:val="24"/>
          <w:szCs w:val="24"/>
        </w:rPr>
        <w:t xml:space="preserve"> Славутського району Хмельницької області</w:t>
      </w:r>
    </w:p>
    <w:p w:rsidR="00BD716B" w:rsidRPr="00D73198" w:rsidRDefault="00BD716B" w:rsidP="00BD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D716B" w:rsidRPr="006A0974" w:rsidRDefault="00BD716B" w:rsidP="00BD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еруючись п.23 ст.26 Закону України «Про м</w:t>
      </w:r>
      <w:r>
        <w:rPr>
          <w:rFonts w:ascii="Times New Roman" w:hAnsi="Times New Roman" w:cs="Times New Roman"/>
          <w:color w:val="000000"/>
          <w:sz w:val="24"/>
          <w:szCs w:val="24"/>
        </w:rPr>
        <w:t>ісцеве самоврядування в Україні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, з</w:t>
      </w:r>
      <w:r w:rsidRPr="006A0974">
        <w:rPr>
          <w:rFonts w:ascii="Times New Roman" w:hAnsi="Times New Roman" w:cs="Times New Roman"/>
          <w:sz w:val="24"/>
          <w:szCs w:val="24"/>
        </w:rPr>
        <w:t>аслухавши інформацію сільського голови пр</w:t>
      </w:r>
      <w:r>
        <w:rPr>
          <w:rFonts w:ascii="Times New Roman" w:hAnsi="Times New Roman" w:cs="Times New Roman"/>
          <w:sz w:val="24"/>
          <w:szCs w:val="24"/>
        </w:rPr>
        <w:t>о необхідність виготовлення прое</w:t>
      </w:r>
      <w:r w:rsidRPr="006A0974">
        <w:rPr>
          <w:rFonts w:ascii="Times New Roman" w:hAnsi="Times New Roman" w:cs="Times New Roman"/>
          <w:sz w:val="24"/>
          <w:szCs w:val="24"/>
        </w:rPr>
        <w:t xml:space="preserve">ктно-кошторисної 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28759E">
        <w:rPr>
          <w:rFonts w:ascii="Times New Roman" w:hAnsi="Times New Roman" w:cs="Times New Roman"/>
          <w:sz w:val="24"/>
          <w:szCs w:val="24"/>
        </w:rPr>
        <w:t xml:space="preserve">капітальний ремонт прилеглої території (з облаштуванням водопостачання та каналізації) будівлі </w:t>
      </w:r>
      <w:proofErr w:type="spellStart"/>
      <w:r w:rsidRPr="0028759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8759E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 в </w:t>
      </w:r>
      <w:proofErr w:type="spellStart"/>
      <w:r w:rsidRPr="0028759E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28759E">
        <w:rPr>
          <w:rFonts w:ascii="Times New Roman" w:hAnsi="Times New Roman" w:cs="Times New Roman"/>
          <w:sz w:val="24"/>
          <w:szCs w:val="24"/>
        </w:rPr>
        <w:t xml:space="preserve">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сільська рада </w:t>
      </w:r>
    </w:p>
    <w:p w:rsidR="00BD716B" w:rsidRDefault="00BD716B" w:rsidP="00BD716B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BD716B" w:rsidRPr="0028759E" w:rsidRDefault="00BD716B" w:rsidP="00BD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1. Виготовити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документацію </w:t>
      </w:r>
      <w:r w:rsidRPr="0028759E">
        <w:rPr>
          <w:rFonts w:ascii="Times New Roman" w:hAnsi="Times New Roman" w:cs="Times New Roman"/>
          <w:sz w:val="24"/>
          <w:szCs w:val="24"/>
        </w:rPr>
        <w:t>на капітальний ремонт прилеглої території (з облаштуванням водопостачання та каналізації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8759E">
        <w:rPr>
          <w:rFonts w:ascii="Times New Roman" w:hAnsi="Times New Roman" w:cs="Times New Roman"/>
          <w:sz w:val="24"/>
          <w:szCs w:val="24"/>
        </w:rPr>
        <w:t xml:space="preserve">) будівлі </w:t>
      </w:r>
      <w:proofErr w:type="spellStart"/>
      <w:r w:rsidRPr="0028759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8759E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 в </w:t>
      </w:r>
      <w:proofErr w:type="spellStart"/>
      <w:r w:rsidRPr="0028759E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28759E">
        <w:rPr>
          <w:rFonts w:ascii="Times New Roman" w:hAnsi="Times New Roman" w:cs="Times New Roman"/>
          <w:sz w:val="24"/>
          <w:szCs w:val="24"/>
        </w:rPr>
        <w:t xml:space="preserve"> Славутського району Хмельницької області.</w:t>
      </w:r>
    </w:p>
    <w:p w:rsidR="00BD716B" w:rsidRDefault="00BD716B" w:rsidP="00BD716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2.Начальнику відділу фінансів Крупецької сільської ради (О.М.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передбачити кошти на виготовлення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проектно-кошторисної документації </w:t>
      </w:r>
      <w:r w:rsidRPr="0028759E">
        <w:rPr>
          <w:rFonts w:ascii="Times New Roman" w:hAnsi="Times New Roman" w:cs="Times New Roman"/>
          <w:sz w:val="24"/>
          <w:szCs w:val="24"/>
        </w:rPr>
        <w:t xml:space="preserve">капітальний ремонт прилеглої території (з облаштуванням водопостачання та каналізації) будівлі </w:t>
      </w:r>
      <w:proofErr w:type="spellStart"/>
      <w:r w:rsidRPr="0028759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28759E"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 в </w:t>
      </w:r>
      <w:proofErr w:type="spellStart"/>
      <w:r w:rsidRPr="0028759E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28759E">
        <w:rPr>
          <w:rFonts w:ascii="Times New Roman" w:hAnsi="Times New Roman" w:cs="Times New Roman"/>
          <w:sz w:val="24"/>
          <w:szCs w:val="24"/>
        </w:rPr>
        <w:t xml:space="preserve"> Славутського району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716B" w:rsidRDefault="00BD716B" w:rsidP="00BD716B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(голова комісії Т.В.Денисюк ).</w:t>
      </w:r>
    </w:p>
    <w:p w:rsidR="00BD716B" w:rsidRPr="00BD716B" w:rsidRDefault="00BD716B" w:rsidP="00BD716B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371BA5" w:rsidRPr="00BD716B" w:rsidRDefault="00BD716B" w:rsidP="00BD716B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 В.М.Мазур</w:t>
      </w:r>
    </w:p>
    <w:sectPr w:rsidR="00371BA5" w:rsidRPr="00BD716B" w:rsidSect="00BD716B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D716B"/>
    <w:rsid w:val="00171A2E"/>
    <w:rsid w:val="00304C90"/>
    <w:rsid w:val="00371BA5"/>
    <w:rsid w:val="00505B6D"/>
    <w:rsid w:val="006D3977"/>
    <w:rsid w:val="007D6C18"/>
    <w:rsid w:val="00BD716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16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qFormat/>
    <w:rsid w:val="00BD716B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300</Words>
  <Characters>1710</Characters>
  <Application>Microsoft Office Word</Application>
  <DocSecurity>0</DocSecurity>
  <Lines>14</Lines>
  <Paragraphs>4</Paragraphs>
  <ScaleCrop>false</ScaleCrop>
  <Company>Microsoft</Company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2020-03-16T12:32:00Z</dcterms:created>
  <dcterms:modified xsi:type="dcterms:W3CDTF">2020-03-16T12:33:00Z</dcterms:modified>
</cp:coreProperties>
</file>