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0B9" w:rsidRDefault="009A10B9" w:rsidP="009A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A10B9" w:rsidRDefault="009A10B9" w:rsidP="009A10B9"/>
    <w:p w:rsidR="009A10B9" w:rsidRDefault="009A10B9" w:rsidP="009A10B9"/>
    <w:p w:rsidR="009A10B9" w:rsidRDefault="009A10B9" w:rsidP="009A1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A10B9" w:rsidRDefault="009A10B9" w:rsidP="009A1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A10B9" w:rsidRDefault="009A10B9" w:rsidP="009A1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10B9" w:rsidRDefault="009A10B9" w:rsidP="009A1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10B9" w:rsidRDefault="009A10B9" w:rsidP="009A1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10B9" w:rsidRDefault="009A10B9" w:rsidP="009A10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A10B9" w:rsidRDefault="009A10B9" w:rsidP="009A1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10B9" w:rsidRDefault="009A10B9" w:rsidP="009A10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A10B9" w:rsidRDefault="009A10B9" w:rsidP="009A10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10B9" w:rsidRDefault="009A10B9" w:rsidP="009A10B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№23</w:t>
      </w:r>
    </w:p>
    <w:p w:rsidR="009A10B9" w:rsidRPr="00F03C37" w:rsidRDefault="009A10B9" w:rsidP="009A10B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10B9" w:rsidRPr="00F03C37" w:rsidRDefault="009A10B9" w:rsidP="009A10B9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C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03C3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03C37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F03C37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A10B9" w:rsidRPr="00F03C37" w:rsidRDefault="009A10B9" w:rsidP="009A10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10B9" w:rsidRPr="00F03C37" w:rsidRDefault="009A10B9" w:rsidP="009A10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C37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A10B9" w:rsidRPr="00F03C37" w:rsidRDefault="009A10B9" w:rsidP="009A10B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3C37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F03C37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F03C37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F03C37">
        <w:rPr>
          <w:rFonts w:ascii="Times New Roman" w:hAnsi="Times New Roman" w:cs="Times New Roman"/>
          <w:b/>
          <w:sz w:val="24"/>
          <w:szCs w:val="24"/>
        </w:rPr>
        <w:t>Царука</w:t>
      </w:r>
      <w:proofErr w:type="spellEnd"/>
      <w:r w:rsidRPr="00F03C37">
        <w:rPr>
          <w:rFonts w:ascii="Times New Roman" w:hAnsi="Times New Roman" w:cs="Times New Roman"/>
          <w:b/>
          <w:sz w:val="24"/>
          <w:szCs w:val="24"/>
        </w:rPr>
        <w:t xml:space="preserve"> С.І</w:t>
      </w:r>
    </w:p>
    <w:p w:rsidR="009A10B9" w:rsidRPr="00F03C37" w:rsidRDefault="009A10B9" w:rsidP="009A10B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A10B9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12 </w:t>
      </w:r>
      <w:r w:rsidRPr="00F03C37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Царука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С.І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>ВИРІШИЛА:</w:t>
      </w: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Царуку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B176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</w:t>
      </w:r>
      <w:r w:rsidRPr="00F03C3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 </w:t>
      </w:r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B176A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F03C37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F03C37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C3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03C37">
        <w:rPr>
          <w:rFonts w:ascii="Times New Roman" w:hAnsi="Times New Roman" w:cs="Times New Roman"/>
          <w:sz w:val="24"/>
          <w:szCs w:val="24"/>
        </w:rPr>
        <w:t>3345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3C37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номер: 6823984000:03:002:0053), для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рада.</w:t>
      </w:r>
      <w:r w:rsidRPr="00F03C37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F03C3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Царуку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С.І.,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3C37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3C3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03C3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A10B9" w:rsidRPr="009A10B9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10B9" w:rsidRPr="00F03C37" w:rsidRDefault="009A10B9" w:rsidP="009A1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2306" w:rsidRPr="009A10B9" w:rsidRDefault="009A10B9" w:rsidP="009A10B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F03C37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F03C37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842306" w:rsidRPr="009A10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0B9"/>
    <w:rsid w:val="00171A2E"/>
    <w:rsid w:val="00304C90"/>
    <w:rsid w:val="00505B6D"/>
    <w:rsid w:val="006D3977"/>
    <w:rsid w:val="007D6C18"/>
    <w:rsid w:val="00842306"/>
    <w:rsid w:val="009A10B9"/>
    <w:rsid w:val="00D1641A"/>
    <w:rsid w:val="00DB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2020-07-02T11:19:00Z</dcterms:created>
  <dcterms:modified xsi:type="dcterms:W3CDTF">2020-07-02T12:49:00Z</dcterms:modified>
</cp:coreProperties>
</file>