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860" w:rsidRDefault="00FD6860" w:rsidP="00FD686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860" w:rsidRDefault="00FD6860" w:rsidP="00FD6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D6860" w:rsidRDefault="00FD6860" w:rsidP="00FD6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D6860" w:rsidRDefault="00FD6860" w:rsidP="00FD6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6860" w:rsidRDefault="00FD6860" w:rsidP="00FD6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6860" w:rsidRDefault="00FD6860" w:rsidP="00FD68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6860" w:rsidRDefault="00FD6860" w:rsidP="00FD6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D6860" w:rsidRDefault="00FD6860" w:rsidP="00FD686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D6860" w:rsidRDefault="00FD6860" w:rsidP="00FD6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D6860" w:rsidRDefault="00FD6860" w:rsidP="00FD6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D6860" w:rsidRDefault="00FD6860" w:rsidP="00FD6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6860" w:rsidRDefault="00FD6860" w:rsidP="00FD6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D6860" w:rsidRDefault="00FD6860" w:rsidP="00FD6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6860" w:rsidRDefault="00FD6860" w:rsidP="00FD6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D6860" w:rsidRDefault="00FD6860" w:rsidP="00FD68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6860" w:rsidRDefault="00FD6860" w:rsidP="00FD68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№7</w:t>
      </w:r>
    </w:p>
    <w:p w:rsidR="00FD6860" w:rsidRDefault="00FD6860" w:rsidP="00FD6860">
      <w:pPr>
        <w:spacing w:after="0"/>
        <w:rPr>
          <w:rFonts w:ascii="Times New Roman" w:eastAsia="Calibri" w:hAnsi="Times New Roman" w:cs="Times New Roman"/>
          <w:sz w:val="24"/>
        </w:rPr>
      </w:pPr>
    </w:p>
    <w:p w:rsidR="00FD6860" w:rsidRDefault="00FD6860" w:rsidP="00FD6860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FD6860" w:rsidRDefault="00FD6860" w:rsidP="00FD6860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FD6860" w:rsidRDefault="00FD6860" w:rsidP="00FD6860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FD6860" w:rsidRDefault="00FD6860" w:rsidP="00FD6860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FD6860" w:rsidRDefault="00FD6860" w:rsidP="00FD6860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Семенюк О.В.</w:t>
      </w:r>
    </w:p>
    <w:p w:rsidR="00FD6860" w:rsidRDefault="00FD6860" w:rsidP="00FD6860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FD6860" w:rsidRDefault="00FD6860" w:rsidP="00FD686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Семенюк О.В., сільська рада</w:t>
      </w:r>
    </w:p>
    <w:p w:rsidR="00FD6860" w:rsidRDefault="00FD6860" w:rsidP="00FD686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FD6860" w:rsidRDefault="00FD6860" w:rsidP="00FD686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Семенюк Олені Володимирівні, яка зареєстрована за адресою: </w:t>
      </w:r>
      <w:r w:rsidR="001470F5" w:rsidRPr="001470F5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 </w:t>
      </w:r>
      <w:proofErr w:type="spellStart"/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>, по вул. Шевченка, 60.</w:t>
      </w:r>
    </w:p>
    <w:p w:rsidR="00FD6860" w:rsidRDefault="00FD6860" w:rsidP="00FD686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Семенюк О.В.,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D6860" w:rsidRDefault="00FD6860" w:rsidP="00FD68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D6860" w:rsidRDefault="00FD6860" w:rsidP="00FD686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D6860" w:rsidRPr="00FD6860" w:rsidRDefault="00FD6860" w:rsidP="00FD6860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FD6860" w:rsidRPr="00FD6860" w:rsidRDefault="00FD6860" w:rsidP="00FD6860">
      <w:pPr>
        <w:tabs>
          <w:tab w:val="left" w:pos="4424"/>
        </w:tabs>
        <w:spacing w:after="0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2C1D68" w:rsidRPr="00FD6860" w:rsidRDefault="00FD6860" w:rsidP="00FD6860">
      <w:pPr>
        <w:spacing w:after="0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  <w:r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Валерій  МИХАЛЮК</w:t>
      </w:r>
    </w:p>
    <w:sectPr w:rsidR="002C1D68" w:rsidRPr="00FD686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860"/>
    <w:rsid w:val="001470F5"/>
    <w:rsid w:val="00171A2E"/>
    <w:rsid w:val="002C1D68"/>
    <w:rsid w:val="00304C90"/>
    <w:rsid w:val="00505B6D"/>
    <w:rsid w:val="006D3977"/>
    <w:rsid w:val="007D6C18"/>
    <w:rsid w:val="00D1641A"/>
    <w:rsid w:val="00FD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D686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D686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D686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D686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D686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D686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1117</Words>
  <Characters>638</Characters>
  <Application>Microsoft Office Word</Application>
  <DocSecurity>0</DocSecurity>
  <Lines>5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2021-03-30T12:42:00Z</dcterms:created>
  <dcterms:modified xsi:type="dcterms:W3CDTF">2021-03-31T05:59:00Z</dcterms:modified>
</cp:coreProperties>
</file>