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F38" w:rsidRDefault="006A4F38" w:rsidP="006A4F38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7A319A" wp14:editId="02CDE679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613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6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A4F38" w:rsidRDefault="006A4F38" w:rsidP="006A4F3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bLcrH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t648MA&#10;AADdAAAADwAAAGRycy9kb3ducmV2LnhtbESPzarCMBSE9xd8h3AEd9fUH3qlGkVExYUg9er+0Bzb&#10;YnNSmqj17Y0guBxm5htmtmhNJe7UuNKygkE/AkGcWV1yruD0v/mdgHAeWWNlmRQ8ycFi3vmZYaLt&#10;g1O6H30uAoRdggoK7+tESpcVZND1bU0cvIttDPogm1zqBh8Bbio5jKJYGiw5LBRY06qg7Hq8GQV2&#10;tN3tz/kwHa35z/PyMLmc271SvW67nILw1Ppv+NPeaQVxPBjD+014AnL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Nt64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EbdsgA&#10;AADdAAAADwAAAGRycy9kb3ducmV2LnhtbESPT2sCMRTE7wW/Q3hCL1KzFrqtW6OIsPbPoaAVen1s&#10;XjdbNy9LEnXrpzdCocdhZn7DzBa9bcWRfGgcK5iMMxDEldMN1wp2n+XdE4gQkTW2jknBLwVYzAc3&#10;Myy0O/GGjttYiwThUKACE2NXSBkqQxbD2HXEyft23mJM0tdSezwluG3lfZbl0mLDacFgRytD1X57&#10;sAp+yg/ztXo8r/1ouqHzqHx/ad9ypW6H/fIZRKQ+/of/2q9aQZ5PHuD6Jj0BOb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RgRt2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vnfsMA&#10;AADdAAAADwAAAGRycy9kb3ducmV2LnhtbESP32rCMBTG7we+QzjCboamOiijGkVkyuhNqe4BDs2x&#10;KTYnpcna7u2XgeDlx/fnx7fdT7YVA/W+caxgtUxAEFdON1wr+L6eFh8gfEDW2DomBb/kYb+bvWwx&#10;027kkoZLqEUcYZ+hAhNCl0npK0MW/dJ1xNG7ud5iiLKvpe5xjOO2leskSaXFhiPBYEdHQ9X98mMj&#10;pHjHIr+N19N5whE/c8Nvh1Kp1/l02IAINIVn+NH+0grSdJXC/5v4BOTu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vnf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yXRcYA&#10;AADdAAAADwAAAGRycy9kb3ducmV2LnhtbESPQUsDMRSE74L/ITyhN5ttqduyNi1SWxDBg1Uo3h6b&#10;193FzUtInt313xtB8DjMzDfMeju6Xl0ops6zgdm0AEVce9txY+D97XC7ApUE2WLvmQx8U4Lt5vpq&#10;jZX1A7/S5SiNyhBOFRpoRUKldapbcpimPhBn7+yjQ8kyNtpGHDLc9XpeFKV22HFeaDHQrqX68/jl&#10;DLwM+/C8LO/O4SMu5jo9WjntxJjJzfhwD0polP/wX/vJGijL2R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yXR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jWl8AA&#10;AADdAAAADwAAAGRycy9kb3ducmV2LnhtbERPzWrCQBC+C77DMkIvUjdWCBJdRURL8SJqH2DIjtlg&#10;djZktyZ9+86h4PHj+19vB9+oJ3WxDmxgPstAEZfB1lwZ+L4d35egYkK22AQmA78UYbsZj9ZY2NDz&#10;hZ7XVCkJ4VigAZdSW2gdS0ce4yy0xMLdQ+cxCewqbTvsJdw3+iPLcu2xZmlw2NLeUfm4/ngpOS/w&#10;fLr3t+PngD0eTo6nu4sxb5NhtwKVaEgv8b/7yxrI87nMlTfyBPTm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ljWl8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+mrMYA&#10;AADdAAAADwAAAGRycy9kb3ducmV2LnhtbESPQUsDMRSE70L/Q3iCN5tt0dWuTUupCkXwYBWKt8fm&#10;dXdx8xKSZ3f9940geBxm5htmuR5dr04UU+fZwGxagCKuve24MfDx/nx9DyoJssXeMxn4oQTr1eRi&#10;iZX1A7/RaS+NyhBOFRpoRUKldapbcpimPhBn7+ijQ8kyNtpGHDLc9XpeFKV22HFeaDHQtqX6a//t&#10;DLwOT+Hlrrw9hs94M9fp0cphK8ZcXY6bB1BCo/yH/9o7a6AsZwv4fZOfgF6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K+m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ll8sMA&#10;AADdAAAADwAAAGRycy9kb3ducmV2LnhtbERPXWvCMBR9H/gfwh3sZWg6ZUU6o+ggKDgYU2Gvl+ba&#10;ljU3Jcls/ffmQfDxcL4Xq8G24kI+NI4VvE0yEMSlMw1XCk5HPZ6DCBHZYOuYFFwpwGo5elpgYVzP&#10;P3Q5xEqkEA4FKqhj7AopQ1mTxTBxHXHizs5bjAn6ShqPfQq3rZxmWS4tNpwaauzos6by7/BvFWy+&#10;+2rmX8vN4Pbn7e+71kZ/aaVenof1B4hIQ3yI7+6dUZDn07Q/vUlP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Xll8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2aLMQA&#10;AADdAAAADwAAAGRycy9kb3ducmV2LnhtbESPUWvCMBSF3wf7D+EO9jZTixbpjCIbBZG9qPsBl+ba&#10;VJubksTa/XszEHw8nHO+w1muR9uJgXxoHSuYTjIQxLXTLTcKfo/VxwJEiMgaO8ek4I8CrFevL0ss&#10;tbvxnoZDbESCcChRgYmxL6UMtSGLYeJ64uSdnLcYk/SN1B5vCW47mWdZIS22nBYM9vRlqL4crlZB&#10;tct/hstV+8ptxpmluTkvvo1S72/j5hNEpDE+w4/2VisoinwK/2/SE5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Nmi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deHsYA&#10;AADdAAAADwAAAGRycy9kb3ducmV2LnhtbESPX0vDMBTF3wd+h3AFX4ZLraxIXTqcEBQUhnOw10tz&#10;+webm5LEtX57Iwh7PJxzfoez2c52EGfyoXes4G6VgSCunem5VXD81LcPIEJENjg4JgU/FGBbXS02&#10;WBo38QedD7EVCcKhRAVdjGMpZag7shhWbiROXuO8xZikb6XxOCW4HWSeZYW02HNa6HCk547qr8O3&#10;VbDbT+29X9a72b01L6e11ka/a6VuruenRxCR5ngJ/7dfjYKiyHP4e5OegK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deH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hwMQA&#10;AADdAAAADwAAAGRycy9kb3ducmV2LnhtbESPUWvCMBSF3wf7D+EO9jbT1a1INYpMCjJ8me4HXJq7&#10;ptrclCTW7t8bQfDxcM75DmexGm0nBvKhdazgfZKBIK6dbrlR8Huo3mYgQkTW2DkmBf8UYLV8flpg&#10;qd2Ff2jYx0YkCIcSFZgY+1LKUBuyGCauJ07en/MWY5K+kdrjJcFtJ/MsK6TFltOCwZ6+DNWn/dkq&#10;qL7z3XA6a1+59fhh6dMcZxuj1OvLuJ6DiDTGR/je3moFRZF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Toc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8jksMA&#10;AADdAAAADwAAAGRycy9kb3ducmV2LnhtbESP0YrCMBRE3wX/IdyFfbOprpal2ygiKPpodz/g0txt&#10;S5ub2kRb/94Igo/DzJxhss1oWnGj3tWWFcyjGARxYXXNpYK/3/3sG4TzyBpby6TgTg426+kkw1Tb&#10;gc90y30pAoRdigoq77tUSldUZNBFtiMO3r/tDfog+1LqHocAN61cxHEiDdYcFirsaFdR0eRXo2B5&#10;Hw6XfNXEe21ofvrqTuyLlVKfH+P2B4Sn0b/Dr/ZRK0iSxRKeb8ITkO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8jk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GfFcUA&#10;AADdAAAADwAAAGRycy9kb3ducmV2LnhtbESPQWvCQBSE7wX/w/IK3uqmgYY2dQ1BsYinNlXPj+wz&#10;Cc2+DdlNjP/eLQgeh5n5hllmk2nFSL1rLCt4XUQgiEurG64UHH63L+8gnEfW2FomBVdykK1mT0tM&#10;tb3wD42Fr0SAsEtRQe19l0rpypoMuoXtiIN3tr1BH2RfSd3jJcBNK+MoSqTBhsNCjR2tayr/isEo&#10;GJJTfODzXn8Xm+vXx2abO3mslJo/T/knCE+Tf4Tv7Z1WkCTxG/y/C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Z8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+ZccA&#10;AADdAAAADwAAAGRycy9kb3ducmV2LnhtbESPT2sCMRTE70K/Q3gFb5qtStDVKFUoVA9K/XPw9rp5&#10;3d1287LdpLp++0Yo9DjMzG+Y2aK1lbhQ40vHGp76CQjizJmScw3Hw0tvDMIHZIOVY9JwIw+L+UNn&#10;hqlxV36jyz7kIkLYp6ihCKFOpfRZQRZ939XE0ftwjcUQZZNL0+A1wm0lB0mipMWS40KBNa0Kyr72&#10;P1bDaTdWk91yPfrcbN9xaM332ZRK6+5j+zwFEagN/+G/9qvRoNRAwf1NfA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4QfmX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ZDcYA&#10;AADdAAAADwAAAGRycy9kb3ducmV2LnhtbESPQWvCQBSE70L/w/KE3nRjLGlIs5Gq1Ionawu9PrLP&#10;JJh9G7Jbjf313YLgcZiZb5h8MZhWnKl3jWUFs2kEgri0uuFKwdfn2yQF4TyyxtYyKbiSg0XxMMox&#10;0/bCH3Q++EoECLsMFdTed5mUrqzJoJvajjh4R9sb9EH2ldQ9XgLctDKOokQabDgs1NjRqqbydPgx&#10;Cn6Tb9y793i5nmtP16d0Y3f7jVKP4+H1BYSnwd/Dt/ZWK0iS+Bn+34QnI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ZD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Pex8IA&#10;AADdAAAADwAAAGRycy9kb3ducmV2LnhtbERP3WrCMBS+H/gO4Qi7m+mKK7MzikiF3W3WPcChOSbF&#10;5qQ2sXZ7+uVisMuP73+9nVwnRhpC61nB8yIDQdx43bJR8HU6PL2CCBFZY+eZFHxTgO1m9rDGUvs7&#10;H2msoxEphEOJCmyMfSllaCw5DAvfEyfu7AeHMcHBSD3gPYW7TuZZVkiHLacGiz3tLTWX+uYUXH3+&#10;oqe6wo9LtfpsjVlef45LpR7n0+4NRKQp/ov/3O9aQVHkaW56k56A3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97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7xNMYA&#10;AADdAAAADwAAAGRycy9kb3ducmV2LnhtbESPS2/CMBCE75X6H6ytxA2cgkhDGoOgUiWuPA49bu3N&#10;A+J1GruQ8uvrSkg9jmbmG02xGmwrLtT7xrGC50kCglg703Cl4Hh4H2cgfEA22DomBT/kYbV8fCgw&#10;N+7KO7rsQyUihH2OCuoQulxKr2uy6CeuI45e6XqLIcq+kqbHa4TbVk6TJJUWG44LNXb0VpM+77+t&#10;gm3zSfNUlwubbfTu4/YVZi8no9ToaVi/ggg0hP/wvb01CtJ0uoC/N/EJ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w7xN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Q9gMYA&#10;AADdAAAADwAAAGRycy9kb3ducmV2LnhtbESPQWvCQBCF74X+h2UK3uqmCqGNrqKFQqWtUBV7HbLT&#10;bDA7G7JrjP++cyh4nJk3771vvhx8o3rqYh3YwNM4A0VcBltzZeCwf3t8BhUTssUmMBm4UoTl4v5u&#10;joUNF/6mfpcqJSYcCzTgUmoLrWPpyGMch5ZYbr+h85hk7CptO7yIuW/0JMty7bFmSXDY0quj8rQ7&#10;ewM9bq/Zj1t/vWzqz3KyXR8/rOzN6GFYzUAlGtJN/P/9bg3k+VT6C42QgF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uQ9g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Mme8QA&#10;AADdAAAADwAAAGRycy9kb3ducmV2LnhtbESPQUvDQBSE70L/w/IK3uymEYLEbosILR41evD4zL5m&#10;U7Pvhd1tE/31riB4HGbmG2azm/2gLhRiL2xgvSpAEbdie+4MvL3ub+5AxYRscRAmA18UYbddXG2w&#10;tjLxC12a1KkM4VijAZfSWGsdW0ce40pG4uwdJXhMWYZO24BThvtBl0VRaY895wWHIz06aj+bszcw&#10;HdqPU3l8t+47jLJvnuVUDmLM9XJ+uAeVaE7/4b/2kzVQVbdr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TJnv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r+q8YA&#10;AADdAAAADwAAAGRycy9kb3ducmV2LnhtbESPS2vDMBCE74X+B7GF3ho5LrjBiRLyhFIaQl73jbWx&#10;3UorY6mJ+++jQKHHYWa+YUaTzhpxodbXjhX0ewkI4sLpmksFh/3qZQDCB2SNxjEp+CUPk/Hjwwhz&#10;7a68pcsulCJC2OeooAqhyaX0RUUWfc81xNE7u9ZiiLItpW7xGuHWyDRJMmmx5rhQYUPziorv3Y9V&#10;sNoszFe63k6PMsyXbycz+JgtPpV6fuqmQxCBuvAf/mu/awVZ9prC/U18AnJ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r+q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GWicYA&#10;AADdAAAADwAAAGRycy9kb3ducmV2LnhtbESPQWvCQBSE74L/YXlCL9Js2mCQmFVKoWihQmsFr8/s&#10;Mwlm34bsNsZ/7xYEj8PMfMPkq8E0oqfO1ZYVvEQxCOLC6ppLBfvfj+c5COeRNTaWScGVHKyW41GO&#10;mbYX/qF+50sRIOwyVFB532ZSuqIigy6yLXHwTrYz6IPsSqk7vAS4aeRrHKfSYM1hocKW3isqzrs/&#10;o6D//jqWm961n+f51M2S43q91QelnibD2wKEp8E/wvf2RitI0ySB/zfhCc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MGWi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lyNMgA&#10;AADdAAAADwAAAGRycy9kb3ducmV2LnhtbESPT2sCMRTE7wW/Q3hCbzXrny66GkWFQi9CtT3U23Pz&#10;3F3cvKxJqquf3hQKPQ4z8xtmtmhNLS7kfGVZQb+XgCDOra64UPD1+fYyBuEDssbaMim4kYfFvPM0&#10;w0zbK2/psguFiBD2GSooQ2gyKX1ekkHfsw1x9I7WGQxRukJqh9cIN7UcJEkqDVYcF0psaF1Sftr9&#10;GAWryXh1/hjx5r497Gn/fTi9Dlyi1HO3XU5BBGrDf/iv/a4VpOlwBL9v4hOQ8w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iXI0yAAAAN0AAAAPAAAAAAAAAAAAAAAAAJgCAABk&#10;cnMvZG93bnJldi54bWxQSwUGAAAAAAQABAD1AAAAjQMAAAAA&#10;" fillcolor="black" stroked="f"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wUoc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NH0dw/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sFKH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u0Y8YA&#10;AADdAAAADwAAAGRycy9kb3ducmV2LnhtbESPT2sCMRTE74LfITyhN81qYZGtUaRS7KUH/5ReH5vX&#10;zXY3L9sk6uqnN4WCx2FmfsMsVr1txZl8qB0rmE4yEMSl0zVXCo6Ht/EcRIjIGlvHpOBKAVbL4WCB&#10;hXYX3tF5HyuRIBwKVGBi7AopQ2nIYpi4jjh5385bjEn6SmqPlwS3rZxlWS4t1pwWDHb0aqhs9ier&#10;wK+/Ns2NT59Ndvu4hu1P/ztHo9TTqF+/gIjUx0f4v/2uFeT5cw5/b9ITkM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u0Y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O0SsYA&#10;AADdAAAADwAAAGRycy9kb3ducmV2LnhtbESP3WrCQBSE7wt9h+UUelN0o4Wo0VWkUChUCv48wDF7&#10;TIK7Z0P2VGOfvlsoeDnMzDfMYtV7py7UxSawgdEwA0VcBttwZeCwfx9MQUVBtugCk4EbRVgtHx8W&#10;WNhw5S1ddlKpBOFYoIFapC20jmVNHuMwtMTJO4XOoyTZVdp2eE1w7/Q4y3LtseG0UGNLbzWV5923&#10;N+DGRzf7nMSN3A56k/142b58WWOen/r1HJRQL/fwf/vDGsjz1wn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sO0S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AvfMIA&#10;AADdAAAADwAAAGRycy9kb3ducmV2LnhtbERPz2vCMBS+D/wfwhO8zVQHRTqjbIrQi4dVh9dn89aU&#10;JS+lybT61y8HwePH93u5HpwVF+pD61nBbJqBIK69brlRcDzsXhcgQkTWaD2TghsFWK9GL0sstL/y&#10;F12q2IgUwqFABSbGrpAy1IYchqnviBP343uHMcG+kbrHawp3Vs6zLJcOW04NBjvaGKp/qz+nYFt1&#10;dn4szWc4fe/PZ1ved3TaKjUZDx/vICIN8Sl+uEutIM/f0tz0Jj0Buf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0C98wgAAAN0AAAAPAAAAAAAAAAAAAAAAAJgCAABkcnMvZG93&#10;bnJldi54bWxQSwUGAAAAAAQABAD1AAAAhw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vFVsUA&#10;AADdAAAADwAAAGRycy9kb3ducmV2LnhtbESPzWrDMBCE74G+g9hCb4nUFpzUjWxKSSCQU/Nz6G2R&#10;trZba2UsJXbePgoUchxm5htmWY6uFWfqQ+NZw/NMgSA23jZcaTjs19MFiBCRLbaeScOFApTFw2SJ&#10;ufUDf9F5FyuRIBxy1FDH2OVSBlOTwzDzHXHyfnzvMCbZV9L2OCS4a+WLUpl02HBaqLGjz5rM3+7k&#10;NPyu5dYbheZ4OA4bO/9eZdQqrZ8ex493EJHGeA//tzdWQ5a9vsHtTXoCsr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8VW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69mMQA&#10;AADdAAAADwAAAGRycy9kb3ducmV2LnhtbERPyWrDMBC9B/oPYgK9xXLcYowTJbiFQmnpIQulx4k1&#10;sY2tkZGUxP376lDI8fH29XYyg7iS851lBcskBUFcW91xo+B4eFsUIHxA1jhYJgW/5GG7eZitsdT2&#10;xju67kMjYgj7EhW0IYyllL5uyaBP7EgcubN1BkOErpHa4S2Gm0FmaZpLgx3HhhZHem2p7vcXo+Dn&#10;8snnr6ePyr2EbzsdfJ+dil6px/lUrUAEmsJd/O9+1wry/Dnuj2/iE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uvZjEAAAA3Q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ii0ccA&#10;AADdAAAADwAAAGRycy9kb3ducmV2LnhtbESPQWsCMRSE74X+h/AK3mpWsYuuRlFB6KWgtge9PTfP&#10;3cXNy5pE3frrjVDocZiZb5jJrDW1uJLzlWUFvW4Cgji3uuJCwc/36n0IwgdkjbVlUvBLHmbT15cJ&#10;ZtreeEPXbShEhLDPUEEZQpNJ6fOSDPqubYijd7TOYIjSFVI7vEW4qWU/SVJpsOK4UGJDy5Ly0/Zi&#10;FCxGw8V5PeCv++awp/3ucProu0Spzls7H4MI1Ib/8F/7UytI00EPnm/iE5DT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4otHHAAAA3QAAAA8AAAAAAAAAAAAAAAAAmAIAAGRy&#10;cy9kb3ducmV2LnhtbFBLBQYAAAAABAAEAPUAAACMAwAAAAA=&#10;" fillcolor="black" stroked="f"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bGp8UA&#10;AADdAAAADwAAAGRycy9kb3ducmV2LnhtbESPQUsDMRSE70L/Q3gFbzbbKousTctSKIqnbVW8vm5e&#10;N0s3L0sS0/XfG0HwOMzMN8x6O9lBJPKhd6xguShAELdO99wpeH/b3z2CCBFZ4+CYFHxTgO1mdrPG&#10;SrsrHygdYycyhEOFCkyMYyVlaA1ZDAs3Emfv7LzFmKXvpPZ4zXA7yFVRlNJiz3nB4Eg7Q+3l+GUV&#10;pNOuqe/TZzKHV1933jXPH6dGqdv5VD+BiDTF//Bf+0UrKMuH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san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2DzsYA&#10;AADdAAAADwAAAGRycy9kb3ducmV2LnhtbESPQUvDQBSE7wX/w/IEb2bTKsHGbEopKtqLmhbq8ZF9&#10;ZoPZtyG7ptFf7xaEHoeZ+YYpVpPtxEiDbx0rmCcpCOLa6ZYbBfvd4/UdCB+QNXaOScEPeViVF7MC&#10;c+2O/E5jFRoRIexzVGBC6HMpfW3Iok9cTxy9TzdYDFEOjdQDHiPcdnKRppm02HJcMNjTxlD9VX1b&#10;BX6+eThs7e9y/Hgy/Fq9mOytMUpdXU7rexCBpnAO/7eftYIsu72B05v4BGT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2Dz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A4F38" w:rsidRDefault="006A4F38" w:rsidP="006A4F3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A4F38" w:rsidRDefault="006A4F38" w:rsidP="006A4F3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A4F38" w:rsidRDefault="006A4F38" w:rsidP="006A4F3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A4F38" w:rsidRDefault="006A4F38" w:rsidP="006A4F3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A4F38" w:rsidRDefault="006A4F38" w:rsidP="006A4F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A4F38" w:rsidRDefault="006A4F38" w:rsidP="006A4F3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№27</w:t>
      </w:r>
    </w:p>
    <w:p w:rsidR="006A4F38" w:rsidRPr="007D2B97" w:rsidRDefault="006A4F38" w:rsidP="006A4F3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</w:p>
    <w:p w:rsidR="006A4F38" w:rsidRPr="003937A2" w:rsidRDefault="006A4F38" w:rsidP="006A4F3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A4F38" w:rsidRPr="003937A2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A4F38" w:rsidRPr="003937A2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6A4F38" w:rsidRPr="003937A2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6A4F38" w:rsidRPr="003937A2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Прусу Д.Ю.</w:t>
      </w:r>
    </w:p>
    <w:p w:rsidR="006A4F38" w:rsidRPr="003937A2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A4F38" w:rsidRPr="003937A2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Пруса Д.Ю.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6A4F38" w:rsidRPr="007B576C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6A4F38" w:rsidRPr="003937A2" w:rsidRDefault="006A4F38" w:rsidP="006A4F3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Прусу Денису </w:t>
      </w:r>
      <w:proofErr w:type="spellStart"/>
      <w:r>
        <w:rPr>
          <w:rFonts w:ascii="Times New Roman" w:eastAsia="Calibri" w:hAnsi="Times New Roman" w:cs="Times New Roman"/>
          <w:sz w:val="24"/>
        </w:rPr>
        <w:t>Юрійовичу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70A98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1,0275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кадастровий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6823982100:03:008:0003, 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Головлі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A4F38" w:rsidRPr="003937A2" w:rsidRDefault="006A4F38" w:rsidP="006A4F3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Прусу Д.Ю.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6A4F38" w:rsidRPr="003937A2" w:rsidRDefault="006A4F38" w:rsidP="006A4F3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A4F38" w:rsidRPr="006A4F38" w:rsidRDefault="006A4F38" w:rsidP="006A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A4F38" w:rsidRPr="007B576C" w:rsidRDefault="006A4F38" w:rsidP="006A4F3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9390D" w:rsidRPr="006A4F38" w:rsidRDefault="006A4F38" w:rsidP="006A4F3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19390D" w:rsidRPr="006A4F38" w:rsidSect="006A4F38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38"/>
    <w:rsid w:val="0019390D"/>
    <w:rsid w:val="006A4F38"/>
    <w:rsid w:val="00870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3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A4F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A4F3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A4F38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F38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A4F3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A4F3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A4F38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280</Words>
  <Characters>1596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2021-09-13T07:45:00Z</dcterms:created>
  <dcterms:modified xsi:type="dcterms:W3CDTF">2021-09-13T13:05:00Z</dcterms:modified>
</cp:coreProperties>
</file>