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949" w:rsidRPr="00B623A8" w:rsidRDefault="00935949" w:rsidP="00935949">
      <w:pPr>
        <w:pStyle w:val="HTML0"/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5949" w:rsidRDefault="00935949" w:rsidP="009359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35949" w:rsidRDefault="00935949" w:rsidP="009359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5949" w:rsidRDefault="00935949" w:rsidP="009359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35949" w:rsidRDefault="00935949" w:rsidP="009359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5949" w:rsidRDefault="00935949" w:rsidP="009359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35949" w:rsidRDefault="00935949" w:rsidP="009359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5949" w:rsidRDefault="00935949" w:rsidP="009359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35949" w:rsidRDefault="00935949" w:rsidP="009359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5949" w:rsidRDefault="00935949" w:rsidP="009359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35949" w:rsidRDefault="00935949" w:rsidP="009359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5949" w:rsidRDefault="00935949" w:rsidP="009359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35949" w:rsidRDefault="00935949" w:rsidP="009359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5949" w:rsidRDefault="00935949" w:rsidP="009359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35949" w:rsidRDefault="00935949" w:rsidP="009359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5949" w:rsidRDefault="00935949" w:rsidP="009359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35949" w:rsidRDefault="00935949" w:rsidP="009359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5949" w:rsidRDefault="00935949" w:rsidP="009359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35949" w:rsidRDefault="00935949" w:rsidP="009359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5949" w:rsidRDefault="00935949" w:rsidP="009359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35949" w:rsidRDefault="00935949" w:rsidP="009359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5949" w:rsidRDefault="00935949" w:rsidP="009359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5949" w:rsidRDefault="00935949" w:rsidP="009359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5949" w:rsidRDefault="00935949" w:rsidP="009359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5949" w:rsidRDefault="00935949" w:rsidP="009359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5949" w:rsidRDefault="00935949" w:rsidP="009359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5949" w:rsidRDefault="00935949" w:rsidP="009359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5949" w:rsidRDefault="00935949" w:rsidP="009359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5949" w:rsidRDefault="00935949" w:rsidP="009359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5949" w:rsidRDefault="00935949" w:rsidP="009359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5949" w:rsidRDefault="00935949" w:rsidP="009359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35949" w:rsidRDefault="00935949" w:rsidP="009359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35949" w:rsidRDefault="00935949" w:rsidP="009359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35949" w:rsidRDefault="00935949" w:rsidP="009359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35949" w:rsidRDefault="00935949" w:rsidP="009359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35949" w:rsidRDefault="00935949" w:rsidP="009359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35949" w:rsidRDefault="00935949" w:rsidP="009359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35949" w:rsidRDefault="00935949" w:rsidP="009359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35949" w:rsidRDefault="00935949" w:rsidP="009359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35949" w:rsidRDefault="00935949" w:rsidP="009359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35949" w:rsidRDefault="00935949" w:rsidP="009359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35949" w:rsidRDefault="00935949" w:rsidP="009359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35949" w:rsidRDefault="00935949" w:rsidP="009359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35949" w:rsidRDefault="00935949" w:rsidP="009359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35949" w:rsidRDefault="00935949" w:rsidP="009359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35949" w:rsidRDefault="00935949" w:rsidP="009359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35949" w:rsidRDefault="00935949" w:rsidP="009359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35949" w:rsidRDefault="00935949" w:rsidP="009359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35949" w:rsidRDefault="00935949" w:rsidP="009359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35949" w:rsidRDefault="00935949" w:rsidP="009359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35949" w:rsidRDefault="00935949" w:rsidP="009359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935949" w:rsidRDefault="00935949" w:rsidP="009359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35949" w:rsidRDefault="00935949" w:rsidP="009359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35949" w:rsidRDefault="00935949" w:rsidP="009359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35949" w:rsidRDefault="00935949" w:rsidP="009359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35949" w:rsidRDefault="00935949" w:rsidP="009359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35949" w:rsidRDefault="00935949" w:rsidP="009359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35949" w:rsidRDefault="00935949" w:rsidP="009359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935949" w:rsidRDefault="00935949" w:rsidP="009359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35949" w:rsidRDefault="00935949" w:rsidP="009359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35949" w:rsidRDefault="00935949" w:rsidP="009359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35949" w:rsidRDefault="00935949" w:rsidP="0093594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35949" w:rsidRDefault="00935949" w:rsidP="0093594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35949" w:rsidRDefault="00935949" w:rsidP="0093594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35949" w:rsidRDefault="00935949" w:rsidP="0093594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35949" w:rsidRDefault="00935949" w:rsidP="0093594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935949" w:rsidRDefault="00935949" w:rsidP="00935949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935949" w:rsidRDefault="00935949" w:rsidP="0093594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935949" w:rsidRDefault="00935949" w:rsidP="0093594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935949" w:rsidRDefault="00935949" w:rsidP="0093594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35949" w:rsidRDefault="00935949" w:rsidP="0093594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935949" w:rsidRDefault="00935949" w:rsidP="0093594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35949" w:rsidRDefault="00935949" w:rsidP="0093594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935949" w:rsidRDefault="00935949" w:rsidP="0093594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35949" w:rsidRPr="002B3541" w:rsidRDefault="00935949" w:rsidP="0093594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12.10.2020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</w:t>
      </w:r>
    </w:p>
    <w:p w:rsidR="00935949" w:rsidRDefault="00935949" w:rsidP="00935949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sz w:val="24"/>
          <w:szCs w:val="24"/>
        </w:rPr>
      </w:pPr>
    </w:p>
    <w:p w:rsidR="00935949" w:rsidRDefault="00935949" w:rsidP="00935949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sz w:val="24"/>
          <w:szCs w:val="24"/>
        </w:rPr>
      </w:pPr>
    </w:p>
    <w:p w:rsidR="00935949" w:rsidRPr="00A31AA4" w:rsidRDefault="00935949" w:rsidP="00935949">
      <w:pPr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Про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затвердження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проекту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землеустрою</w:t>
      </w:r>
      <w:proofErr w:type="spellEnd"/>
    </w:p>
    <w:p w:rsidR="00935949" w:rsidRPr="00A31AA4" w:rsidRDefault="00935949" w:rsidP="00935949">
      <w:pPr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щодо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відведення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земельної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ділянки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та</w:t>
      </w:r>
    </w:p>
    <w:p w:rsidR="00935949" w:rsidRPr="00243225" w:rsidRDefault="00935949" w:rsidP="00935949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передачі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її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у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власність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</w:t>
      </w: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Ковальчуку С.П.</w:t>
      </w:r>
    </w:p>
    <w:p w:rsidR="00935949" w:rsidRPr="00A31AA4" w:rsidRDefault="00935949" w:rsidP="00935949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35949" w:rsidRPr="00A31AA4" w:rsidRDefault="00935949" w:rsidP="00935949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</w:t>
      </w:r>
      <w:proofErr w:type="spellStart"/>
      <w:proofErr w:type="gram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Відповідно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до пункту  34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частини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1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26, 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42 Закону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місцеве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самоврядування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в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Україні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», статей 12, 116, 118, 121, 186, та 186-1 Земельного кодексу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 Закону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землеустрій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», Закону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державну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реєстрацію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речових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прав на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нерухоме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майно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та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їх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обтяжень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»,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розглянувши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заяву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Ковальчука  С.</w:t>
      </w:r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>П.</w:t>
      </w: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сільська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 рада    </w:t>
      </w:r>
    </w:p>
    <w:p w:rsidR="00935949" w:rsidRPr="00A31AA4" w:rsidRDefault="00935949" w:rsidP="00935949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ВИРІШИЛА:</w:t>
      </w:r>
    </w:p>
    <w:p w:rsidR="00935949" w:rsidRPr="00A31AA4" w:rsidRDefault="00935949" w:rsidP="00935949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35949" w:rsidRPr="00A31AA4" w:rsidRDefault="00935949" w:rsidP="00935949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1.Затвердит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и Ковальчуку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Сергію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Петровичу</w:t>
      </w: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проект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землеустрою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щодо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відведення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земельної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ділянки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r w:rsidRPr="00A31AA4">
        <w:rPr>
          <w:rFonts w:ascii="Times New Roman" w:eastAsia="Arial Unicode MS" w:hAnsi="Times New Roman"/>
          <w:sz w:val="24"/>
          <w:szCs w:val="24"/>
        </w:rPr>
        <w:t xml:space="preserve">для </w:t>
      </w:r>
      <w:r>
        <w:rPr>
          <w:rFonts w:ascii="Times New Roman" w:eastAsia="Arial Unicode MS" w:hAnsi="Times New Roman"/>
          <w:sz w:val="24"/>
          <w:szCs w:val="24"/>
        </w:rPr>
        <w:t xml:space="preserve">(01.03)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ведення</w:t>
      </w:r>
      <w:proofErr w:type="spellEnd"/>
      <w:r w:rsidRPr="00A31AA4">
        <w:rPr>
          <w:rFonts w:ascii="Times New Roman" w:eastAsia="Arial Unicode MS" w:hAnsi="Times New Roman"/>
          <w:sz w:val="24"/>
          <w:szCs w:val="24"/>
        </w:rPr>
        <w:t xml:space="preserve"> 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особистого</w:t>
      </w:r>
      <w:proofErr w:type="spellEnd"/>
      <w:r w:rsidRPr="00A31AA4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селянського</w:t>
      </w:r>
      <w:proofErr w:type="spellEnd"/>
      <w:r w:rsidRPr="00A31AA4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господарства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за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рахунок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(16.00)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землі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запасу (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земельні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ділянки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кожної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категорії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земель,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які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не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надані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або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користування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громадянам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чи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юридичним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особам</w:t>
      </w:r>
      <w:r w:rsidRPr="00A31AA4"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0,0966</w:t>
      </w: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га, яка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розташована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Хмельницька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область,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Славутський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район,</w:t>
      </w:r>
      <w:r>
        <w:rPr>
          <w:rFonts w:ascii="Times New Roman" w:eastAsia="Arial Unicode MS" w:hAnsi="Times New Roman"/>
          <w:color w:val="000000"/>
          <w:sz w:val="24"/>
          <w:szCs w:val="24"/>
        </w:rPr>
        <w:t>Крупецька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рада за межами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с</w:t>
      </w:r>
      <w:proofErr w:type="gramStart"/>
      <w:r>
        <w:rPr>
          <w:rFonts w:ascii="Times New Roman" w:eastAsia="Arial Unicode MS" w:hAnsi="Times New Roman"/>
          <w:sz w:val="24"/>
          <w:szCs w:val="24"/>
        </w:rPr>
        <w:t>.К</w:t>
      </w:r>
      <w:proofErr w:type="gramEnd"/>
      <w:r>
        <w:rPr>
          <w:rFonts w:ascii="Times New Roman" w:eastAsia="Arial Unicode MS" w:hAnsi="Times New Roman"/>
          <w:sz w:val="24"/>
          <w:szCs w:val="24"/>
        </w:rPr>
        <w:t>рупець</w:t>
      </w:r>
      <w:proofErr w:type="spellEnd"/>
      <w:r>
        <w:rPr>
          <w:rFonts w:ascii="Times New Roman" w:eastAsia="Arial Unicode MS" w:hAnsi="Times New Roman"/>
          <w:sz w:val="24"/>
          <w:szCs w:val="24"/>
        </w:rPr>
        <w:t>.</w:t>
      </w:r>
    </w:p>
    <w:p w:rsidR="00935949" w:rsidRDefault="00935949" w:rsidP="00935949">
      <w:pPr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</w:rPr>
      </w:pPr>
      <w:proofErr w:type="gramStart"/>
      <w:r w:rsidRPr="004E3D91">
        <w:rPr>
          <w:rFonts w:ascii="Times New Roman" w:eastAsia="Arial Unicode MS" w:hAnsi="Times New Roman"/>
          <w:sz w:val="24"/>
          <w:szCs w:val="24"/>
        </w:rPr>
        <w:t xml:space="preserve">2.Передати  Ковальчуку </w:t>
      </w:r>
      <w:proofErr w:type="spellStart"/>
      <w:r w:rsidRPr="004E3D91">
        <w:rPr>
          <w:rFonts w:ascii="Times New Roman" w:eastAsia="Arial Unicode MS" w:hAnsi="Times New Roman"/>
          <w:sz w:val="24"/>
          <w:szCs w:val="24"/>
        </w:rPr>
        <w:t>Сергію</w:t>
      </w:r>
      <w:proofErr w:type="spellEnd"/>
      <w:r w:rsidRPr="004E3D91">
        <w:rPr>
          <w:rFonts w:ascii="Times New Roman" w:eastAsia="Arial Unicode MS" w:hAnsi="Times New Roman"/>
          <w:sz w:val="24"/>
          <w:szCs w:val="24"/>
        </w:rPr>
        <w:t xml:space="preserve"> Петровичу,  </w:t>
      </w:r>
      <w:proofErr w:type="spellStart"/>
      <w:r w:rsidRPr="004E3D91">
        <w:rPr>
          <w:rFonts w:ascii="Times New Roman" w:eastAsia="Arial Unicode MS" w:hAnsi="Times New Roman"/>
          <w:sz w:val="24"/>
          <w:szCs w:val="24"/>
        </w:rPr>
        <w:t>який</w:t>
      </w:r>
      <w:proofErr w:type="spellEnd"/>
      <w:r w:rsidRPr="004E3D91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4E3D91">
        <w:rPr>
          <w:rFonts w:ascii="Times New Roman" w:eastAsia="Arial Unicode MS" w:hAnsi="Times New Roman"/>
          <w:sz w:val="24"/>
          <w:szCs w:val="24"/>
        </w:rPr>
        <w:t>зареєстрований</w:t>
      </w:r>
      <w:proofErr w:type="spellEnd"/>
      <w:r w:rsidRPr="004E3D91">
        <w:rPr>
          <w:rFonts w:ascii="Times New Roman" w:eastAsia="Arial Unicode MS" w:hAnsi="Times New Roman"/>
          <w:sz w:val="24"/>
          <w:szCs w:val="24"/>
        </w:rPr>
        <w:t xml:space="preserve"> за </w:t>
      </w:r>
      <w:proofErr w:type="spellStart"/>
      <w:r w:rsidRPr="004E3D91">
        <w:rPr>
          <w:rFonts w:ascii="Times New Roman" w:eastAsia="Arial Unicode MS" w:hAnsi="Times New Roman"/>
          <w:sz w:val="24"/>
          <w:szCs w:val="24"/>
        </w:rPr>
        <w:t>адресою</w:t>
      </w:r>
      <w:proofErr w:type="spellEnd"/>
      <w:r w:rsidRPr="004E3D91">
        <w:rPr>
          <w:rFonts w:ascii="Times New Roman" w:eastAsia="Arial Unicode MS" w:hAnsi="Times New Roman"/>
          <w:sz w:val="24"/>
          <w:szCs w:val="24"/>
        </w:rPr>
        <w:t xml:space="preserve">: </w:t>
      </w:r>
      <w:r w:rsidR="00790439">
        <w:rPr>
          <w:rFonts w:ascii="Times New Roman" w:eastAsia="Arial Unicode MS" w:hAnsi="Times New Roman"/>
          <w:sz w:val="24"/>
          <w:szCs w:val="24"/>
          <w:lang w:val="uk-UA"/>
        </w:rPr>
        <w:t>__________________</w:t>
      </w:r>
      <w:r w:rsidRPr="004E3D91"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 w:rsidRPr="004E3D91">
        <w:rPr>
          <w:rFonts w:ascii="Times New Roman" w:eastAsia="Arial Unicode MS" w:hAnsi="Times New Roman"/>
          <w:sz w:val="24"/>
          <w:szCs w:val="24"/>
        </w:rPr>
        <w:t>ідентифікаційний</w:t>
      </w:r>
      <w:proofErr w:type="spellEnd"/>
      <w:r w:rsidRPr="004E3D91">
        <w:rPr>
          <w:rFonts w:ascii="Times New Roman" w:eastAsia="Arial Unicode MS" w:hAnsi="Times New Roman"/>
          <w:sz w:val="24"/>
          <w:szCs w:val="24"/>
        </w:rPr>
        <w:t xml:space="preserve"> номер </w:t>
      </w:r>
      <w:r w:rsidR="00790439">
        <w:rPr>
          <w:rFonts w:ascii="Times New Roman" w:eastAsia="Arial Unicode MS" w:hAnsi="Times New Roman"/>
          <w:sz w:val="24"/>
          <w:szCs w:val="24"/>
          <w:lang w:val="uk-UA"/>
        </w:rPr>
        <w:t>___________</w:t>
      </w:r>
      <w:bookmarkStart w:id="0" w:name="_GoBack"/>
      <w:bookmarkEnd w:id="0"/>
      <w:r w:rsidRPr="004E3D91">
        <w:rPr>
          <w:rFonts w:ascii="Times New Roman" w:eastAsia="Arial Unicode MS" w:hAnsi="Times New Roman"/>
          <w:sz w:val="24"/>
          <w:szCs w:val="24"/>
        </w:rPr>
        <w:t xml:space="preserve">, у </w:t>
      </w:r>
      <w:proofErr w:type="spellStart"/>
      <w:r w:rsidRPr="004E3D91">
        <w:rPr>
          <w:rFonts w:ascii="Times New Roman" w:eastAsia="Arial Unicode MS" w:hAnsi="Times New Roman"/>
          <w:sz w:val="24"/>
          <w:szCs w:val="24"/>
        </w:rPr>
        <w:t>власність</w:t>
      </w:r>
      <w:proofErr w:type="spellEnd"/>
      <w:r w:rsidRPr="004E3D91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4E3D91">
        <w:rPr>
          <w:rFonts w:ascii="Times New Roman" w:eastAsia="Arial Unicode MS" w:hAnsi="Times New Roman"/>
          <w:sz w:val="24"/>
          <w:szCs w:val="24"/>
        </w:rPr>
        <w:t>земельну</w:t>
      </w:r>
      <w:proofErr w:type="spellEnd"/>
      <w:r w:rsidRPr="004E3D91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4E3D91">
        <w:rPr>
          <w:rFonts w:ascii="Times New Roman" w:eastAsia="Arial Unicode MS" w:hAnsi="Times New Roman"/>
          <w:sz w:val="24"/>
          <w:szCs w:val="24"/>
        </w:rPr>
        <w:t>ділянку</w:t>
      </w:r>
      <w:proofErr w:type="spellEnd"/>
      <w:r w:rsidRPr="004E3D91"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 w:rsidRPr="004E3D91">
        <w:rPr>
          <w:rFonts w:ascii="Times New Roman" w:eastAsia="Arial Unicode MS" w:hAnsi="Times New Roman"/>
          <w:sz w:val="24"/>
          <w:szCs w:val="24"/>
        </w:rPr>
        <w:t>площею</w:t>
      </w:r>
      <w:proofErr w:type="spellEnd"/>
      <w:r w:rsidRPr="004E3D91">
        <w:rPr>
          <w:rFonts w:ascii="Times New Roman" w:eastAsia="Arial Unicode MS" w:hAnsi="Times New Roman"/>
          <w:sz w:val="24"/>
          <w:szCs w:val="24"/>
        </w:rPr>
        <w:t xml:space="preserve"> 0,0966 га, </w:t>
      </w:r>
      <w:proofErr w:type="spellStart"/>
      <w:r w:rsidRPr="004E3D91">
        <w:rPr>
          <w:rFonts w:ascii="Times New Roman" w:eastAsia="Arial Unicode MS" w:hAnsi="Times New Roman"/>
          <w:sz w:val="24"/>
          <w:szCs w:val="24"/>
        </w:rPr>
        <w:t>кадастровий</w:t>
      </w:r>
      <w:proofErr w:type="spellEnd"/>
      <w:r w:rsidRPr="004E3D91">
        <w:rPr>
          <w:rFonts w:ascii="Times New Roman" w:eastAsia="Arial Unicode MS" w:hAnsi="Times New Roman"/>
          <w:sz w:val="24"/>
          <w:szCs w:val="24"/>
        </w:rPr>
        <w:t xml:space="preserve"> номер: 6823984000:03:013:0062, </w:t>
      </w:r>
      <w:r>
        <w:rPr>
          <w:rFonts w:ascii="Times New Roman" w:eastAsia="Arial Unicode MS" w:hAnsi="Times New Roman"/>
          <w:sz w:val="24"/>
          <w:szCs w:val="24"/>
        </w:rPr>
        <w:t xml:space="preserve">(01.03)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ведення</w:t>
      </w:r>
      <w:proofErr w:type="spellEnd"/>
      <w:r w:rsidRPr="00A31AA4">
        <w:rPr>
          <w:rFonts w:ascii="Times New Roman" w:eastAsia="Arial Unicode MS" w:hAnsi="Times New Roman"/>
          <w:sz w:val="24"/>
          <w:szCs w:val="24"/>
        </w:rPr>
        <w:t xml:space="preserve"> 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особистого</w:t>
      </w:r>
      <w:proofErr w:type="spellEnd"/>
      <w:r w:rsidRPr="00A31AA4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селянського</w:t>
      </w:r>
      <w:proofErr w:type="spellEnd"/>
      <w:r w:rsidRPr="00A31AA4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господарства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за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рахунок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(16.00)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землі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запасу (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земельні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ділянки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кожної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категорії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земель,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які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не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надані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або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користування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громадянам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чи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юридичним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особам</w:t>
      </w:r>
      <w:r w:rsidRPr="004E3D91">
        <w:rPr>
          <w:rFonts w:ascii="Times New Roman" w:eastAsia="Arial Unicode MS" w:hAnsi="Times New Roman"/>
          <w:sz w:val="24"/>
          <w:szCs w:val="24"/>
        </w:rPr>
        <w:t xml:space="preserve">, яка </w:t>
      </w:r>
      <w:proofErr w:type="spellStart"/>
      <w:r w:rsidRPr="004E3D91">
        <w:rPr>
          <w:rFonts w:ascii="Times New Roman" w:eastAsia="Arial Unicode MS" w:hAnsi="Times New Roman"/>
          <w:sz w:val="24"/>
          <w:szCs w:val="24"/>
        </w:rPr>
        <w:t>розташована</w:t>
      </w:r>
      <w:proofErr w:type="spellEnd"/>
      <w:proofErr w:type="gram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Хмельницька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область,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Славутський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район,</w:t>
      </w:r>
      <w:r>
        <w:rPr>
          <w:rFonts w:ascii="Times New Roman" w:eastAsia="Arial Unicode MS" w:hAnsi="Times New Roman"/>
          <w:color w:val="000000"/>
          <w:sz w:val="24"/>
          <w:szCs w:val="24"/>
        </w:rPr>
        <w:t>Крупецька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рада за межами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с</w:t>
      </w:r>
      <w:proofErr w:type="gramStart"/>
      <w:r>
        <w:rPr>
          <w:rFonts w:ascii="Times New Roman" w:eastAsia="Arial Unicode MS" w:hAnsi="Times New Roman"/>
          <w:sz w:val="24"/>
          <w:szCs w:val="24"/>
        </w:rPr>
        <w:t>.К</w:t>
      </w:r>
      <w:proofErr w:type="gramEnd"/>
      <w:r>
        <w:rPr>
          <w:rFonts w:ascii="Times New Roman" w:eastAsia="Arial Unicode MS" w:hAnsi="Times New Roman"/>
          <w:sz w:val="24"/>
          <w:szCs w:val="24"/>
        </w:rPr>
        <w:t>рупець</w:t>
      </w:r>
      <w:proofErr w:type="spellEnd"/>
      <w:r>
        <w:rPr>
          <w:rFonts w:ascii="Times New Roman" w:eastAsia="Arial Unicode MS" w:hAnsi="Times New Roman"/>
          <w:sz w:val="24"/>
          <w:szCs w:val="24"/>
        </w:rPr>
        <w:t>.</w:t>
      </w:r>
    </w:p>
    <w:p w:rsidR="00935949" w:rsidRPr="00A31AA4" w:rsidRDefault="00935949" w:rsidP="00935949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3. Ковальчуку С.П.</w:t>
      </w: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якому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gram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передана</w:t>
      </w:r>
      <w:proofErr w:type="gram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земельна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ділянка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у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власність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посвідчити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право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власності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в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установленому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законом порядку.</w:t>
      </w:r>
    </w:p>
    <w:p w:rsidR="00935949" w:rsidRPr="00935949" w:rsidRDefault="00935949" w:rsidP="00935949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val="en-US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4. Контроль за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</w:t>
      </w:r>
    </w:p>
    <w:p w:rsidR="00935949" w:rsidRPr="00A31AA4" w:rsidRDefault="00935949" w:rsidP="00935949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E0DA8" w:rsidRPr="00935949" w:rsidRDefault="00935949" w:rsidP="00935949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sz w:val="24"/>
          <w:szCs w:val="24"/>
          <w:lang w:val="en-US"/>
        </w:rPr>
      </w:pPr>
      <w:proofErr w:type="spellStart"/>
      <w:r w:rsidRPr="00E12288"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 w:rsidRPr="00E12288">
        <w:rPr>
          <w:rFonts w:ascii="Times New Roman" w:eastAsia="Arial Unicode MS" w:hAnsi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sectPr w:rsidR="00FE0DA8" w:rsidRPr="00935949" w:rsidSect="00935949">
      <w:pgSz w:w="12240" w:h="15840"/>
      <w:pgMar w:top="1440" w:right="1440" w:bottom="709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949"/>
    <w:rsid w:val="00171A2E"/>
    <w:rsid w:val="00304C90"/>
    <w:rsid w:val="00505B6D"/>
    <w:rsid w:val="006D3977"/>
    <w:rsid w:val="00790439"/>
    <w:rsid w:val="007D6C18"/>
    <w:rsid w:val="00935949"/>
    <w:rsid w:val="00D1641A"/>
    <w:rsid w:val="00FE0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935949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9359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935949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935949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9359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935949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332</Words>
  <Characters>1898</Characters>
  <Application>Microsoft Office Word</Application>
  <DocSecurity>0</DocSecurity>
  <Lines>15</Lines>
  <Paragraphs>4</Paragraphs>
  <ScaleCrop>false</ScaleCrop>
  <Company>Microsoft</Company>
  <LinksUpToDate>false</LinksUpToDate>
  <CharactersWithSpaces>2226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2020-10-10T15:52:00Z</dcterms:created>
  <dcterms:modified xsi:type="dcterms:W3CDTF">2020-10-10T16:24:00Z</dcterms:modified>
</cp:coreProperties>
</file>