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03A" w:rsidRPr="00C623C0" w:rsidRDefault="00E2503A" w:rsidP="00E2503A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E2503A" w:rsidRPr="00C623C0" w:rsidRDefault="00E2503A" w:rsidP="00E2503A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E2503A" w:rsidRPr="00C623C0" w:rsidRDefault="009911DB" w:rsidP="00E250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9911DB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lSnsMA&#10;AADdAAAADwAAAGRycy9kb3ducmV2LnhtbERPz2vCMBS+D/wfwhN2W9NVaEc1yphsDHZaO8Xjo3m2&#10;xealJFmt/705DHb8+H5vdrMZxETO95YVPCcpCOLG6p5bBT/1+9MLCB+QNQ6WScGNPOy2i4cNltpe&#10;+ZumKrQihrAvUUEXwlhK6ZuODPrEjsSRO1tnMEToWqkdXmO4GWSWprk02HNs6HCkt46aS/VrFHxN&#10;WX48fexNvWqzwjWrwz7rB6Uel/PrGkSgOfyL/9yfWkGR5nF/fBOf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lSns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GgNsYA&#10;AADdAAAADwAAAGRycy9kb3ducmV2LnhtbESPzWrDMBCE74W+g9hCLyWR3YNdHMsmBApNC4E4hVwX&#10;a+OfWCtjqYn79lUhkOMwM98weTmbQVxocp1lBfEyAkFcW91xo+D78L54A+E8ssbBMin4JQdl8fiQ&#10;Y6btlfd0qXwjAoRdhgpa78dMSle3ZNAt7UgcvJOdDPogp0bqCa8Bbgb5GkWJNNhxWGhxpE1L9bn6&#10;MQrkodr6bdqZl/jzuJtj22++6l6p56d5vQLhafb38K39oRWkURLD/5vwBGT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GgN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4UCcgA&#10;AADdAAAADwAAAGRycy9kb3ducmV2LnhtbESPW2sCMRSE3wX/QzhCX4pmlXrbGqUtWKQPgrf34+Z0&#10;d3Vzsk1SXfvrm0LBx2FmvmFmi8ZU4kLOl5YV9HsJCOLM6pJzBfvdsjsB4QOyxsoyKbiRh8W83Zph&#10;qu2VN3TZhlxECPsUFRQh1KmUPivIoO/Zmjh6n9YZDFG6XGqH1wg3lRwkyUgaLDkuFFjTW0HZeftt&#10;FCxXdJ4e6q/3px83zCen4/rjdfeo1EOneXkGEagJ9/B/e6UVjJPRA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vhQJ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PWvcUA&#10;AADdAAAADwAAAGRycy9kb3ducmV2LnhtbESPQWvCQBSE74X+h+UVemt2tWglukqpWARPWtHrM/tM&#10;otm3Ibs18d+7guBxmJlvmMmss5W4UONLxxp6iQJBnDlTcq5h+7f4GIHwAdlg5Zg0XMnDbPr6MsHU&#10;uJbXdNmEXEQI+xQ1FCHUqZQ+K8iiT1xNHL2jayyGKJtcmgbbCLeV7Cs1lBZLjgsF1vRTUHbe/FsN&#10;ajWoDscdd6P9/Dc7n9oFt2VP6/e37nsMIlAXnuFHe2k0fKnhJ9zfxCc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9a9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sp5sgA&#10;AADdAAAADwAAAGRycy9kb3ducmV2LnhtbESPW2sCMRSE34X+h3AKfSmatXjdGqUVLNIHwdv7cXO6&#10;u7o52Saprv31plDwcZiZb5jJrDGVOJPzpWUF3U4CgjizuuRcwW67aI9A+ICssbJMCq7kYTZ9aE0w&#10;1fbCazpvQi4ihH2KCooQ6lRKnxVk0HdsTRy9L+sMhihdLrXDS4SbSr4kyUAaLDkuFFjTvKDstPkx&#10;ChZLOo339fdH79f189HxsPp83z4r9fTYvL2CCNSEe/i/vdQKhsmgB39v4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Gynm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brUsUA&#10;AADdAAAADwAAAGRycy9kb3ducmV2LnhtbESPQWvCQBSE7wX/w/IK3upuCqYSXaVYLIKnqtjra/aZ&#10;xGTfhuw2if++Wyj0OMzMN8xqM9pG9NT5yrGGZKZAEOfOVFxoOJ92TwsQPiAbbByThjt52KwnDyvM&#10;jBv4g/pjKESEsM9QQxlCm0np85Is+plriaN3dZ3FEGVXSNPhEOG2kc9KpdJixXGhxJa2JeX18dtq&#10;UId583W98Lj4fHvP69uw46FKtJ4+jq9LEIHG8B/+a++NhheVzuH3TXw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xutS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HUrcYA&#10;AADdAAAADwAAAGRycy9kb3ducmV2LnhtbESPQWvCQBSE74X+h+UVequ7KqQaXaWkLfSqpofentln&#10;EpJ9G7LbGP31XaHgcZiZb5j1drStGKj3tWMN04kCQVw4U3OpIT98vixA+IBssHVMGi7kYbt5fFhj&#10;atyZdzTsQykihH2KGqoQulRKX1Rk0U9cRxy9k+sthij7UpoezxFuWzlTKpEWa44LFXaUVVQ0+1+r&#10;4fu9aeZLVvPrz5AtfHbM89npQ+vnp/FtBSLQGO7h//aX0fCqkgRub+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HUrc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F2m8kA&#10;AADdAAAADwAAAGRycy9kb3ducmV2LnhtbESPW2vCQBSE3wv9D8sR+lJ0Yykq0Y1IqaDQPmiLl7dD&#10;9uRCs2djdo1pf70rCH0cZuYbZjbvTCVaalxpWcFwEIEgTq0uOVfw/bXsT0A4j6yxskwKfsnBPHl8&#10;mGGs7YU31G59LgKEXYwKCu/rWEqXFmTQDWxNHLzMNgZ9kE0udYOXADeVfImikTRYclgosKa3gtKf&#10;7dkoeKX2sPj4O37uDqd3b7Pn/doN90o99brFFISnzv+H7+2VVjCORmO4vQlPQCZ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FF2m8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LlRMIA&#10;AADdAAAADwAAAGRycy9kb3ducmV2LnhtbERPPW/CMBDdkfofrKvUDWxAojRgEAqtxFoIA9s1PpIo&#10;8TmK3RD49Xio1PHpfa+3g21ET52vHGuYThQI4tyZigsN2elrvAThA7LBxjFpuJOH7eZltMbEuBt/&#10;U38MhYgh7BPUUIbQJlL6vCSLfuJa4shdXWcxRNgV0nR4i+G2kTOlFtJixbGhxJbSkvL6+Gs1nPd1&#10;Pf9gNX9c+nTp058sm10/tX57HXYrEIGG8C/+cx+Mhne1iHPjm/g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YuVEwgAAAN0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HcskA&#10;AADdAAAADwAAAGRycy9kb3ducmV2LnhtbESPW2vCQBSE34X+h+UU+iJmYxEvqauItKBQH7Ti5e2Q&#10;PSah2bMxu41pf71bKPRxmJlvmOm8NaVoqHaFZQX9KAZBnFpdcKZg//HWG4NwHlljaZkUfJOD+eyh&#10;M8VE2xtvqdn5TAQIuwQV5N5XiZQuzcmgi2xFHLyLrQ36IOtM6hpvAW5K+RzHQ2mw4LCQY0XLnNLP&#10;3ZdRMKDmtHj/OW8Op+urt5fuce36R6WeHtvFCwhPrf8P/7VXWsEoHk7g9014AnJ2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oJHcs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sHhMUA&#10;AADdAAAADwAAAGRycy9kb3ducmV2LnhtbERPXWvCMBR9H/gfwhX2NtO5sUpnFHFsEwYDq+jrpblr&#10;Opubrom2+uvNw8DHw/mezntbixO1vnKs4HGUgCAunK64VLDdvD9MQPiArLF2TArO5GE+G9xNMdOu&#10;4zWd8lCKGMI+QwUmhCaT0heGLPqRa4gj9+NaiyHCtpS6xS6G21qOk+RFWqw4NhhsaGmoOORHq2D/&#10;/PTtzGfujt3bx+Ww/kt/d8svpe6H/eIVRKA+3MT/7pVWkCZp3B/fxCc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qweE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BgsQA&#10;AADdAAAADwAAAGRycy9kb3ducmV2LnhtbESPT4vCMBTE7wt+h/AEb5q6i6tUo7jLKrKe/Hd/NM+2&#10;2Lx0m1jjtzeCsMdhZn7DzBbBVKKlxpWWFQwHCQjizOqScwXHw6o/AeE8ssbKMim4k4PFvPM2w1Tb&#10;G++o3ftcRAi7FBUU3teplC4ryKAb2Jo4emfbGPRRNrnUDd4i3FTyPUk+pcGS40KBNX0XlF32V6Pg&#10;43f0t9Zf+U9bTdZuuzmvQhlOSvW6YTkF4Sn4//CrvdEKxsl4CM838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lgYLEAAAA3Q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lqcQA&#10;AADdAAAADwAAAGRycy9kb3ducmV2LnhtbESPT4vCMBTE74LfITxhb5rowWrXKKIsCIsH/xw8Ppq3&#10;TbF5KU22dr/9RhA8DjPzG2a16V0tOmpD5VnDdKJAEBfeVFxquF6+xgsQISIbrD2Thj8KsFkPByvM&#10;jX/wibpzLEWCcMhRg42xyaUMhSWHYeIb4uT9+NZhTLItpWnxkeCuljOl5tJhxWnBYkM7S8X9/Os0&#10;3JbH5bS3e/XdZdtDLBjx3s21/hj1208Qkfr4Dr/aB6MhU9kMnm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xpan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LKk8cA&#10;AADdAAAADwAAAGRycy9kb3ducmV2LnhtbESPzWvCQBTE7wX/h+UJ3urGCH5EV5GCxUsPfnt8ZJ9J&#10;NPs2ZldN/eu7hUKPw8z8hpnOG1OKB9WusKyg141AEKdWF5wp2G2X7yMQziNrLC2Tgm9yMJ+13qaY&#10;aPvkNT02PhMBwi5BBbn3VSKlS3My6Lq2Ig7e2dYGfZB1JnWNzwA3pYyjaCANFhwWcqzoI6f0urkb&#10;Bcfe12tc9Zt9fPK31SX+vKXLw0CpTrtZTEB4avx/+K+90gqG0bAPv2/CE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CypP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EksMA&#10;AADdAAAADwAAAGRycy9kb3ducmV2LnhtbESPUWvCMBSF3wX/Q7iDvWm6IVaqUYpjoPhktx9wae7a&#10;uuYmJJnt/r0RBB8P55zvcDa70fTiSj50lhW8zTMQxLXVHTcKvr8+ZysQISJr7C2Tgn8KsNtOJxss&#10;tB34TNcqNiJBOBSooI3RFVKGuiWDYW4dcfJ+rDcYk/SN1B6HBDe9fM+ypTTYcVpo0dG+pfq3+jMK&#10;0Lv8w1VyOC8vJzxcjiUtbKnU68tYrkFEGuMz/GgftII8yxdwf5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8Eks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WwD8cA&#10;AADdAAAADwAAAGRycy9kb3ducmV2LnhtbESPQWvCQBSE74X+h+UVvNWNFZuQuoptDUibi7Y9eHtk&#10;n0kw+zZkV43+elcoeBxm5htmOu9NI47UudqygtEwAkFcWF1zqeD3J3tOQDiPrLGxTArO5GA+e3yY&#10;Yqrtidd03PhSBAi7FBVU3replK6oyKAb2pY4eDvbGfRBdqXUHZ4C3DTyJYpepcGaw0KFLX1UVOw3&#10;B6Mgz/I2/+Zlsv08vI+3q8tfzF+ZUoOnfvEGwlPv7+H/9koriKN4Arc34QnI2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FsA/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/LO8YA&#10;AADdAAAADwAAAGRycy9kb3ducmV2LnhtbESPQWvCQBSE74L/YXkFb7qph2hTVymCqKAFbaE9vmZf&#10;k9Ds27i7xvjv3YLgcZiZb5jZojO1aMn5yrKC51ECgji3uuJCwefHajgF4QOyxtoyKbiSh8W835th&#10;pu2FD9QeQyEihH2GCsoQmkxKn5dk0I9sQxy9X+sMhihdIbXDS4SbWo6TJJUGK44LJTa0LCn/O56N&#10;gvdTet61X9/rH9etmlO9Xe71S6XU4Kl7ewURqAuP8L290QomySSF/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/LO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EAFMQA&#10;AADdAAAADwAAAGRycy9kb3ducmV2LnhtbESP0WoCMRRE3wv+Q7iCbzVRsCurUUSwFSkUVz/gsrlu&#10;Fjc3yybq2q9vCoU+DjNzhlmue9eIO3Wh9qxhMlYgiEtvaq40nE+71zmIEJENNp5Jw5MCrFeDlyXm&#10;xj/4SPciViJBOOSowcbY5lKG0pLDMPYtcfIuvnMYk+wqaTp8JLhr5FSpN+mw5rRgsaWtpfJa3JwG&#10;VnL39Vk2Rr5/n7PDhy0Os1uh9WjYbxYgIvXxP/zX3hsNmcoy+H2Tn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BABT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UvHsUA&#10;AADdAAAADwAAAGRycy9kb3ducmV2LnhtbERPTWvCQBC9C/0PyxR6q5vaWmPqKq1W0NwaBcltyI5J&#10;MDsbsqum/vruoeDx8b5ni9404kKdqy0reBlGIIgLq2suFex36+cYhPPIGhvLpOCXHCzmD4MZJtpe&#10;+YcumS9FCGGXoILK+zaR0hUVGXRD2xIH7mg7gz7ArpS6w2sIN40cRdG7NFhzaKiwpWVFxSk7GwXZ&#10;Mc/1F3+/beOxW6bp6216WK+UenrsPz9AeOr9Xfzv3mgFk2gS5oY34Qn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pS8e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DWMQA&#10;AADdAAAADwAAAGRycy9kb3ducmV2LnhtbESPzYoCMRCE7wv7DqEXvK2JCquORhFR8LAH/x6gmbST&#10;0UlnnEQd394IC3ssquorajpvXSXu1ITSs4ZeV4Egzr0pudBwPKy/RyBCRDZYeSYNTwown31+TDEz&#10;/sE7uu9jIRKEQ4YabIx1JmXILTkMXV8TJ+/kG4cxyaaQpsFHgrtK9pX6kQ5LTgsWa1payi/7m9PQ&#10;Py7Oy9N28Hu+DhSvnG1Xt53VuvPVLiYgIrXxP/zX3hgNQzUcw/tNeg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BA1j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2EkcQA&#10;AADdAAAADwAAAGRycy9kb3ducmV2LnhtbERPTWsCMRC9F/ofwgi91USput0apRYKXgS1PdTbuJnu&#10;Lm4m2yTV1V9vDoLHx/uezjvbiCP5UDvWMOgrEMSFMzWXGr6/Pp8zECEiG2wck4YzBZjPHh+mmBt3&#10;4g0dt7EUKYRDjhqqGNtcylBUZDH0XUucuF/nLcYEfSmNx1MKt40cKjWWFmtODRW29FFRcdj+Ww2L&#10;12zxt37h1WWz39HuZ38YDb3S+qnXvb+BiNTFu/jmXhoNE5Wl/elNegJ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dhJHEAAAA3QAAAA8AAAAAAAAAAAAAAAAAmAIAAGRycy9k&#10;b3ducmV2LnhtbFBLBQYAAAAABAAEAPUAAACJ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O6iMYA&#10;AADdAAAADwAAAGRycy9kb3ducmV2LnhtbESPQWvCQBSE74L/YXmFXqRuUkoaUtcgomB7CdoWenxk&#10;X5OQ7NuQXWP8911B6HGYmW+YVT6ZTow0uMaygngZgSAurW64UvD1uX9KQTiPrLGzTAqu5CBfz2cr&#10;zLS98JHGk69EgLDLUEHtfZ9J6cqaDLql7YmD92sHgz7IoZJ6wEuAm04+R1EiDTYcFmrsaVtT2Z7O&#10;RsGHLMfF+wvFRTX+tLsi/TbJMVbq8WHavIHwNPn/8L190ApeozSG25vwBOT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JO6iM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hdlsUA&#10;AADdAAAADwAAAGRycy9kb3ducmV2LnhtbESPUUvDQBCE34X+h2MLvtk7A9UYey2lVFAQxLY/YLlb&#10;k2BuL+S2TfTXe4Lg4zAz3zCrzRQ6daEhtZEt3C4MKGIXfcu1hdPx6aYElQTZYxeZLHxRgs16drXC&#10;yseR3+lykFplCKcKLTQifaV1cg0FTIvYE2fvIw4BJcuh1n7AMcNDpwtj7nTAlvNCgz3tGnKfh3Ow&#10;UJyduPDw8v26P8ny7diPZllurb2eT9tHUEKT/If/2s/ewr0pC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qF2W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HqsYA&#10;AADdAAAADwAAAGRycy9kb3ducmV2LnhtbESPQWsCMRSE7wX/Q3iF3mq2CipboxTR0sLaRdtLb4/k&#10;uVm6eVk2Udd/bwShx2FmvmHmy9414kRdqD0reBlmIIi1NzVXCn6+N88zECEiG2w8k4ILBVguBg9z&#10;zI0/845O+1iJBOGQowIbY5tLGbQlh2HoW+LkHXznMCbZVdJ0eE5w18hRlk2kw5rTgsWWVpb03/7o&#10;FOj3cbH+LH6tPo7KbVV/lYXbHZR6euzfXkFE6uN/+N7+MAqm2WwMtzfp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oHqs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NJjsQA&#10;AADdAAAADwAAAGRycy9kb3ducmV2LnhtbESPT4vCMBTE78J+h/AWvGmiiErXKCIs7F4E/+EeH82z&#10;LTYvpcm21U9vBMHjMDO/YRarzpaiodoXjjWMhgoEcepMwZmG4+F7MAfhA7LB0jFpuJGH1fKjt8DE&#10;uJZ31OxDJiKEfYIa8hCqREqf5mTRD11FHL2Lqy2GKOtMmhrbCLelHCs1lRYLjgs5VrTJKb3u/62G&#10;yt5Px7/fbaNGZxybdsPtdcpa9z+79ReIQF14h1/tH6NhpuYTeL6JT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DSY7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cmG8cA&#10;AADdAAAADwAAAGRycy9kb3ducmV2LnhtbESPQWvCQBSE70L/w/IKvZlNi9o0dRURUjwJmkLa2yP7&#10;mgSzb0N2o7G/visIPQ4z8w2zXI+mFWfqXWNZwXMUgyAurW64UvCZZ9MEhPPIGlvLpOBKDtarh8kS&#10;U20vfKDz0VciQNilqKD2vkuldGVNBl1kO+Lg/djeoA+yr6Tu8RLgppUvcbyQBhsOCzV2tK2pPB0H&#10;o2D29bbJC/r+PRUftpC7fG/32aDU0+O4eQfhafT/4Xt7pxW8xskcbm/CE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3Jhv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L8u8cA&#10;AADdAAAADwAAAGRycy9kb3ducmV2LnhtbESP3WrCQBSE74W+w3IKvdNNLcQQXaW0FCqFgj/g7TF7&#10;TGKyZ+PuVuPbdwXBy2FmvmFmi9604kzO15YVvI4SEMSF1TWXCrabr2EGwgdkja1lUnAlD4v502CG&#10;ubYXXtF5HUoRIexzVFCF0OVS+qIig35kO+LoHawzGKJ0pdQOLxFuWjlOklQarDkuVNjRR0VFs/4z&#10;Ck5vn82v2++O+59ldk2b4jSWy1Spl+f+fQoiUB8e4Xv7WyuYJFkKtzfx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S/Lv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Qc5ccA&#10;AADdAAAADwAAAGRycy9kb3ducmV2LnhtbESPQWsCMRSE7wX/Q3hCbzVR2rpujaKFQi+FanvQ23Pz&#10;uru4edkmqW799UYQPA4z8w0znXe2EQfyoXasYThQIIgLZ2ouNXx/vT1kIEJENtg4Jg3/FGA+691N&#10;MTfuyCs6rGMpEoRDjhqqGNtcylBUZDEMXEucvB/nLcYkfSmNx2OC20aOlHqWFmtOCxW29FpRsV//&#10;WQ3LSbb8/Xzkj9Nqt6XtZrd/Gnml9X2/W7yAiNTFW/jafjcaxiobw+VNegJyd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0HOXHAAAA3QAAAA8AAAAAAAAAAAAAAAAAmAIAAGRy&#10;cy9kb3ducmV2LnhtbFBLBQYAAAAABAAEAPUAAACM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upMMA&#10;AADdAAAADwAAAGRycy9kb3ducmV2LnhtbERPy2oCMRTdF/oP4RbclJrURWtHo5RSQXFg8PEB18nt&#10;zNDkZkiijn/fLIQuD+c9Xw7OiguF2HnW8DpWIIhrbzpuNBwPq5cpiJiQDVrPpOFGEZaLx4c5FsZf&#10;eUeXfWpEDuFYoIY2pb6QMtYtOYxj3xNn7scHhynD0EgT8JrDnZUTpd6kw45zQ4s9fbVU/+7PTsP3&#10;5BSqE25trQ6NLTdV+fxRlVqPnobPGYhEQ/oX391ro+FdTfPc/CY/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RupM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UcFccA&#10;AADdAAAADwAAAGRycy9kb3ducmV2LnhtbESPT2vCQBTE74V+h+UJvdWNFvwT3QRbCAhCbW0PPT6z&#10;z2ww+zZmtxq/fVcQehxm5jfMMu9tI87U+dqxgtEwAUFcOl1zpeD7q3iegfABWWPjmBRcyUOePT4s&#10;MdXuwp903oVKRAj7FBWYENpUSl8asuiHriWO3sF1FkOUXSV1h5cIt40cJ8lEWqw5Lhhs6c1Qedz9&#10;WgVW4s++mhTl++pls93M69ePU2GUehr0qwWIQH34D9/ba61gmszmcHsTn4DM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lHBX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2503A" w:rsidRPr="00C623C0" w:rsidRDefault="00E2503A" w:rsidP="00E2503A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2503A" w:rsidRPr="00C623C0" w:rsidRDefault="00E2503A" w:rsidP="00E250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2503A" w:rsidRPr="00C623C0" w:rsidRDefault="00E2503A" w:rsidP="00E250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E2503A" w:rsidRPr="00C623C0" w:rsidRDefault="00E2503A" w:rsidP="00E2503A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E2503A" w:rsidRPr="00C623C0" w:rsidRDefault="00E2503A" w:rsidP="00E250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E2503A" w:rsidRPr="00C623C0" w:rsidRDefault="00E2503A" w:rsidP="00E250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E2503A" w:rsidRPr="00C623C0" w:rsidRDefault="00E2503A" w:rsidP="00E250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9911DB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HIsUA&#10;AADdAAAADwAAAGRycy9kb3ducmV2LnhtbESPQWvCQBSE74X+h+UJ3urGCFqjq5SKIvSkVvH4yD6T&#10;YPZt2N3G+O/dguBxmJlvmPmyM7VoyfnKsoLhIAFBnFtdcaHg97D++AThA7LG2jIpuJOH5eL9bY6Z&#10;tjfeUbsPhYgQ9hkqKENoMil9XpJBP7ANcfQu1hkMUbpCaoe3CDe1TJNkLA1WHBdKbOi7pPy6/zMK&#10;ftp0fDpvVuYwKtKJy0fHVVrVSvV73dcMRKAuvMLP9lYrmCTTIfy/iU9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EIci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ZOZscA&#10;AADdAAAADwAAAGRycy9kb3ducmV2LnhtbESPQWvCQBSE74L/YXlCL6XZxENtY1YpQqGpUDApeH1k&#10;n0k0+zZktyb9926h4HGYmW+YbDuZTlxpcK1lBUkUgyCurG65VvBdvj+9gHAeWWNnmRT8koPtZj7L&#10;MNV25ANdC1+LAGGXooLG+z6V0lUNGXSR7YmDd7KDQR/kUEs94BjgppPLOH6WBlsOCw32tGuouhQ/&#10;RoEsi9znq9Y8Jp/Hrymx592+Oiv1sJje1iA8Tf4e/m9/aAWr+HUJf2/CE5Cb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mTmb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fBtcgA&#10;AADdAAAADwAAAGRycy9kb3ducmV2LnhtbESPT2sCMRTE74V+h/AEL0WztdY/q1GqoEgPBbW9v25e&#10;d7duXtYk6tpP3wiFHoeZ+Q0znTemEmdyvrSs4LGbgCDOrC45V/C+X3VGIHxA1lhZJgVX8jCf3d9N&#10;MdX2wls670IuIoR9igqKEOpUSp8VZNB3bU0cvS/rDIYoXS61w0uEm0r2kmQgDZYcFwqsaVlQdtid&#10;jILVhg7jj/q47v+453z0/fn2utg/KNVuNS8TEIGa8B/+a2+0gmEyfoLbm/gE5O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J8G1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8+7sUA&#10;AADdAAAADwAAAGRycy9kb3ducmV2LnhtbESPT2sCMRTE70K/Q3gFb5pYrNWtUYqiCD35B70+N8/d&#10;rZuXZRPd7bc3BaHHYWZ+w0znrS3FnWpfONYw6CsQxKkzBWcaDvtVbwzCB2SDpWPS8Ese5rOXzhQT&#10;4xre0n0XMhEh7BPUkIdQJVL6NCeLvu8q4uhdXG0xRFln0tTYRLgt5ZtSI2mx4LiQY0WLnNLr7mY1&#10;qO/38nw5cjs+Ldfp9adZcVMMtO6+tl+fIAK14T/8bG+Mhg81GcLfm/g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Xz7u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L8WscA&#10;AADdAAAADwAAAGRycy9kb3ducmV2LnhtbESPQWsCMRSE70L/Q3gFL1KzldrqapQqWKSHQrW9Pzev&#10;u1s3L2sSdfXXG0HwOMzMN8x42phKHMj50rKC524CgjizuuRcwc968TQA4QOyxsoyKTiRh+nkoTXG&#10;VNsjf9NhFXIRIexTVFCEUKdS+qwgg75ra+Lo/VlnMETpcqkdHiPcVLKXJK/SYMlxocCa5gVl29Xe&#10;KFgsaTv8rXcfL2fXzwf/m6/P2bqjVPuxeR+BCNSEe/jWXmoFb8mwD9c38QnIy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C/FrHAAAA3Q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EFAsUA&#10;AADdAAAADwAAAGRycy9kb3ducmV2LnhtbESPW2sCMRSE3wv9D+EU+lYThXpZzUqpKAWfaou+Hjdn&#10;L7o5WTbR3f57UxB8HGbmG2ax7G0trtT6yrGG4UCBIM6cqbjQ8PuzfpuC8AHZYO2YNPyRh2X6/LTA&#10;xLiOv+m6C4WIEPYJaihDaBIpfVaSRT9wDXH0ctdaDFG2hTQtdhFuazlSaiwtVhwXSmzos6TsvLtY&#10;DWr7Xh/zPffTw2qTnU/dmrtqqPXrS/8xBxGoD4/wvf1lNEzUbAz/b+IT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wQUC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gBEcYA&#10;AADdAAAADwAAAGRycy9kb3ducmV2LnhtbESPT2vCQBTE74V+h+UVequ7KvgnukpJW/CqTQ/entln&#10;EpJ9G7LbGP30bqHgcZiZ3zDr7WAb0VPnK8caxiMFgjh3puJCQ/b99bYA4QOywcYxabiSh+3m+WmN&#10;iXEX3lN/CIWIEPYJaihDaBMpfV6SRT9yLXH0zq6zGKLsCmk6vES4beREqZm0WHFcKLGltKS8Pvxa&#10;DT8fdT1dsprejn268OkpyybnT61fX4b3FYhAQ3iE/9s7o2GulnP4exOfgN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gBEc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SzsYA&#10;AADdAAAADwAAAGRycy9kb3ducmV2LnhtbERPy2rCQBTdC/7DcIVuRCcWsRqdiEgLLdRFbam6u2Ru&#10;Hpi5EzPTmPr1nYXQ5eG8V+vOVKKlxpWWFUzGEQji1OqScwVfny+jOQjnkTVWlknBLzlYJ/3eCmNt&#10;r/xB7d7nIoSwi1FB4X0dS+nSggy6sa2JA5fZxqAPsMmlbvAawk0lH6NoJg2WHBoKrGlbUHre/xgF&#10;U2qPm/fbafd9vDx7mw0Pb25yUOph0G2WIDx1/l98d79qBU/RIswNb8ITk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uSz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sw+MYA&#10;AADdAAAADwAAAGRycy9kb3ducmV2LnhtbESPQWvCQBSE7wX/w/IK3upuFayJriKpQq+16aG3Z/aZ&#10;hGTfhuw2xv56t1DocZiZb5jNbrStGKj3tWMNzzMFgrhwpuZSQ/5xfFqB8AHZYOuYNNzIw247edhg&#10;atyV32k4hVJECPsUNVQhdKmUvqjIop+5jjh6F9dbDFH2pTQ9XiPctnKu1FJarDkuVNhRVlHRnL6t&#10;hs/XplkkrBY/X0O28tk5z+eXg9bTx3G/BhFoDP/hv/ab0fCikgR+38QnIL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sw+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YE0sUA&#10;AADdAAAADwAAAGRycy9kb3ducmV2LnhtbERPy2rCQBTdC/7DcIVupE5SREt0IiIttGAX1VJ1d8nc&#10;PDBzJ81MY+zXOwuhy8N5L1e9qUVHrassK4gnEQjizOqKCwVf+9fHZxDOI2usLZOCKzlYpcPBEhNt&#10;L/xJ3c4XIoSwS1BB6X2TSOmykgy6iW2IA5fb1qAPsC2kbvESwk0tn6JoJg1WHBpKbGhTUnbe/RoF&#10;U+qO6+3f6eP7+PPibT4+vLv4oNTDqF8vQHjq/b/47n7TCuZxFPaHN+EJy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gTS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De/8gA&#10;AADdAAAADwAAAGRycy9kb3ducmV2LnhtbESPQWvCQBSE7wX/w/KE3uomWmqJriIW20KhYFrq9ZF9&#10;ZqPZt2l2NWl/fbcgeBxm5htmvuxtLc7U+sqxgnSUgCAunK64VPD5sbl7BOEDssbaMSn4IQ/LxeBm&#10;jpl2HW/pnIdSRAj7DBWYEJpMSl8YsuhHriGO3t61FkOUbSl1i12E21qOk+RBWqw4LhhsaG2oOOYn&#10;q2B3P3l35iV3p+7p+fe4/Z4evtZvSt0O+9UMRKA+XMOX9qtWME2TFP7fxCc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AN7/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BjFcUA&#10;AADdAAAADwAAAGRycy9kb3ducmV2LnhtbESPT2sCMRTE7wW/Q3hCb5pVaSvrRlFRkfZU294fm7d/&#10;cPOybtI1/fZGEHocZuY3TLYKphE9da62rGAyTkAQ51bXXCr4/tqP5iCcR9bYWCYFf+RgtRw8ZZhq&#10;e+VP6k++FBHCLkUFlfdtKqXLKzLoxrYljl5hO4M+yq6UusNrhJtGTpPkVRqsOS5U2NK2ovx8+jUK&#10;Zu8vl4PelLu+mR/cx7HYhzr8KPU8DOsFCE/B/4cf7aNW8DZJpnB/E5+A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GMV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p80sUA&#10;AADdAAAADwAAAGRycy9kb3ducmV2LnhtbESPzWsCMRTE74L/Q3iCN01WwY+tUcRSEEoPfhx6fGye&#10;m8XNy7KJ6/a/bwoFj8PM/IbZ7HpXi47aUHnWkE0VCOLCm4pLDdfLx2QFIkRkg7Vn0vBDAXbb4WCD&#10;ufFPPlF3jqVIEA45arAxNrmUobDkMEx9Q5y8m28dxiTbUpoWnwnuajlTaiEdVpwWLDZ0sFTczw+n&#10;4Xv9tc56+64+u+X+GAtGvHcLrcejfv8GIlIfX+H/9tFoWGZqDn9v0hO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2nzS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wuB8gA&#10;AADdAAAADwAAAGRycy9kb3ducmV2LnhtbESPS2/CMBCE75X4D9YicQMnoeIRMKiqRMWlh1Jex1W8&#10;JIF4HWIX0v76uhJSj6OZ+UYzX7amEjdqXGlZQTyIQBBnVpecK9h+rvoTEM4ja6wsk4JvcrBcdJ7m&#10;mGp75w+6bXwuAoRdigoK7+tUSpcVZNANbE0cvJNtDPogm1zqBu8BbiqZRNFIGiw5LBRY02tB2WXz&#10;ZRQc4vefaT1sd8nRX9fn5O2arfYjpXrd9mUGwlPr/8OP9lorGMfRM/y9CU9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zC4H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d6cMA&#10;AADdAAAADwAAAGRycy9kb3ducmV2LnhtbESPUWvCMBSF3wX/Q7jC3jR1bCrVKMUxcOzJ6g+4NNe2&#10;2tyEJLPdv18EYY+Hc853OJvdYDpxJx9aywrmswwEcWV1y7WC8+lzugIRIrLGzjIp+KUAu+14tMFc&#10;256PdC9jLRKEQ44KmhhdLmWoGjIYZtYRJ+9ivcGYpK+l9tgnuOnka5YtpMGW00KDjvYNVbfyxyhA&#10;75YfrpT9cXH9xsP1q6A3Wyj1MhmKNYhIQ/wPP9sHrWA5z97h8SY9Abn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Td6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SmMcA&#10;AADdAAAADwAAAGRycy9kb3ducmV2LnhtbESPQWvCQBSE70L/w/IK3nSjgkrqRlo1IG0ute3B2yP7&#10;moRm34bsxkR/fbcg9DjMzDfMZjuYWlyodZVlBbNpBII4t7riQsHnRzpZg3AeWWNtmRRcycE2eRht&#10;MNa253e6nHwhAoRdjApK75tYSpeXZNBNbUMcvG/bGvRBtoXULfYBbmo5j6KlNFhxWCixoV1J+c+p&#10;MwqyNGuyNz6sz/vuZXE+3r5W/JoqNX4cnp9AeBr8f/jePmoFq1m0hL834QnI5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wUpj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QSQMcA&#10;AADdAAAADwAAAGRycy9kb3ducmV2LnhtbESPT2sCMRTE74LfIbyCN83qwT9boxRBVLCCttAeXzev&#10;u0s3L2sS1/XbN4LgcZiZ3zDzZWsq0ZDzpWUFw0ECgjizuuRcwefHuj8F4QOyxsoyKbiRh+Wi25lj&#10;qu2Vj9ScQi4ihH2KCooQ6lRKnxVk0A9sTRy9X+sMhihdLrXDa4SbSo6SZCwNlhwXCqxpVVD2d7oY&#10;BYfz+LJvvr43P65d1+dqt3rXs1Kp3kv79goiUBue4Ud7qxVMhskE7m/iE5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0EkD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nohsEA&#10;AADdAAAADwAAAGRycy9kb3ducmV2LnhtbERPy4rCMBTdC/MP4Q7MThMFH3SMMgz4QASx4wdcmmtT&#10;bG5KE7Xj15uF4PJw3vNl52pxozZUnjUMBwoEceFNxaWG09+qPwMRIrLB2jNp+KcAy8VHb46Z8Xc+&#10;0i2PpUghHDLUYGNsMilDYclhGPiGOHFn3zqMCbalNC3eU7ir5UipiXRYcWqw2NCvpeKSX50GVnJ1&#10;2Be1kevHabrb2Hw3vuZaf312P98gInXxLX65t0bDdKjS3PQmPQG5e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56IbBAAAA3Q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72ZccA&#10;AADdAAAADwAAAGRycy9kb3ducmV2LnhtbESPQWvCQBSE7wX/w/KE3upGa62mrtLaCuqtUSjeHtln&#10;Esy+DdltkvrrXaHgcZiZb5j5sjOlaKh2hWUFw0EEgji1uuBMwWG/fpqCcB5ZY2mZFPyRg+Wi9zDH&#10;WNuWv6lJfCYChF2MCnLvq1hKl+Zk0A1sRRy8k60N+iDrTOoa2wA3pRxF0UQaLDgs5FjRKqf0nPwa&#10;BcnpeNQf/DXeTl/card7vsx+1p9KPfa79zcQnjp/D/+3N1rB6zCawe1NeA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4O9mX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VA+MIA&#10;AADdAAAADwAAAGRycy9kb3ducmV2LnhtbERPy4rCMBTdC/5DuMLsbFqFUTqNIuLALFz4+oBLc23a&#10;aW46TdT692Yx4PJw3sV6sK24U+9rxwqyJAVBXDpdc6Xgcv6eLkH4gKyxdUwKnuRhvRqPCsy1e/CR&#10;7qdQiRjCPkcFJoQul9KXhiz6xHXEkbu63mKIsK+k7vERw20rZ2n6KS3WHBsMdrQ1VP6eblbB7LJp&#10;ttfDfN/8zVPeWTPsbkej1Mdk2HyBCDSEt/jf/aMVLLIs7o9v4hO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RUD4wgAAAN0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q7EMcA&#10;AADdAAAADwAAAGRycy9kb3ducmV2LnhtbESPQWvCQBSE74X+h+UVvDWbSG01dRUtCF4KanvQ2zP7&#10;mgSzb+PuqrG/3hUKPQ4z8w0znnamEWdyvrasIEtSEMSF1TWXCr6/Fs9DED4ga2wsk4IreZhOHh/G&#10;mGt74TWdN6EUEcI+RwVVCG0upS8qMugT2xJH78c6gyFKV0rt8BLhppH9NH2VBmuOCxW29FFRcdic&#10;jIL5aDg/rl7483e939Fuuz8M+i5VqvfUzd5BBOrCf/ivvdQK3rIsg/ub+ATk5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6uxD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q+5cYA&#10;AADdAAAADwAAAGRycy9kb3ducmV2LnhtbESPQWvCQBSE70L/w/IKXqRuVsRKmo2UoqC9iGkLPT6y&#10;r0kw+zZk1xj/fbdQ8DjMzDdMthltKwbqfeNYg5onIIhLZxquNHx+7J7WIHxANtg6Jg038rDJHyYZ&#10;psZd+URDESoRIexT1FCH0KVS+rImi37uOuLo/bjeYoiyr6Tp8RrhtpWLJFlJiw3HhRo7equpPBcX&#10;q+FdlsPssCR1rIbv8/a4/rKrk9J6+ji+voAINIZ7+L+9NxqelVrA35v4B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q+5c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9iF8YA&#10;AADdAAAADwAAAGRycy9kb3ducmV2LnhtbESP3UrDQBSE7wXfYTmCd+0mldYauy1FFFoQSn8e4LB7&#10;TILZsyF72kSfvlsQvBxm5htmsRp8oy7UxTqwgXycgSK2wdVcGjgdP0ZzUFGQHTaBycAPRVgt7+8W&#10;WLjQ854uBylVgnAs0EAl0hZaR1uRxzgOLXHyvkLnUZLsSu067BPcN3qSZTPtsea0UGFLbxXZ78PZ&#10;G5icrVj/sv39fD/JdHds+2w6Xxvz+DCsX0EJDfIf/mtvnIHnPH+C25v0BP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9iF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gFxMcA&#10;AADdAAAADwAAAGRycy9kb3ducmV2LnhtbESPT2sCMRTE70K/Q3hCbzW7trSyGkWkLS2sFf9cvD2S&#10;52bp5mXZRN1++6ZQ8DjMzG+Y2aJ3jbhQF2rPCvJRBoJYe1NzpeCwf3uYgAgR2WDjmRT8UIDF/G4w&#10;w8L4K2/psouVSBAOBSqwMbaFlEFbchhGviVO3sl3DmOSXSVNh9cEd40cZ9mzdFhzWrDY0sqS/t6d&#10;nQL9/li+fpZHq8/jzbqqvzal256Uuh/2yymISH28hf/bH0bBS54/wd+b9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4BcT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R2D8UA&#10;AADdAAAADwAAAGRycy9kb3ducmV2LnhtbESPQWvCQBSE7wX/w/KE3ppNAk1LzCoiCO2loFXq8ZF9&#10;JsHs25Bdk7S/visIHoeZ+YYpVpNpxUC9aywrSKIYBHFpdcOVgsP39uUdhPPIGlvLpOCXHKyWs6cC&#10;c21H3tGw95UIEHY5Kqi973IpXVmTQRfZjjh4Z9sb9EH2ldQ9jgFuWpnGcSYNNhwWauxoU1N52V+N&#10;gs78HQ+nz68hTn4w1eOGx0vGSj3Pp/UChKfJP8L39odW8JYkr3B7E56AX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ZHYP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4idsUA&#10;AADdAAAADwAAAGRycy9kb3ducmV2LnhtbESPQYvCMBSE7wv+h/AEb2taEVe7RhFB8SRohert0bxt&#10;i81LaaLW/fUbYcHjMDPfMPNlZ2pxp9ZVlhXEwwgEcW51xYWCU7r5nIJwHlljbZkUPMnBctH7mGOi&#10;7YMPdD/6QgQIuwQVlN43iZQuL8mgG9qGOHg/tjXog2wLqVt8BLip5SiKJtJgxWGhxIbWJeXX480o&#10;GJ9nqzSjy+8129pM7tK93W9uSg363eobhKfOv8P/7Z1W8BXHE3i9C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ziJ2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XDOsYA&#10;AADdAAAADwAAAGRycy9kb3ducmV2LnhtbESPQWvCQBSE74X+h+UVequbWIgSXaW0FCqCUBW8PrPP&#10;JCb7Nu5uNf57Vyh4HGbmG2Y6700rzuR8bVlBOkhAEBdW11wq2G6+38YgfEDW2FomBVfyMJ89P00x&#10;1/bCv3Reh1JECPscFVQhdLmUvqjIoB/Yjjh6B+sMhihdKbXDS4SbVg6TJJMGa44LFXb0WVHRrP+M&#10;gtP7V7Ny+91xv1yMr1lTnIZykSn1+tJ/TEAE6sMj/N/+0QpGaTqC+5v4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XDO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ASjcUA&#10;AADdAAAADwAAAGRycy9kb3ducmV2LnhtbERPu27CMBTdK/EP1kViK04QBZrGIKiE1KUSjw5lu8SX&#10;JEp8ndoG0n59PVTqeHTe+ao3rbiR87VlBek4AUFcWF1zqeDjuH1cgPABWWNrmRR8k4fVcvCQY6bt&#10;nfd0O4RSxBD2GSqoQugyKX1RkUE/th1x5C7WGQwRulJqh/cYblo5SZKZNFhzbKiwo9eKiuZwNQo2&#10;z4vN127K7z/784lOn+fmaeISpUbDfv0CIlAf/sV/7jetYJ6mcW58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ABKNxQAAAN0AAAAPAAAAAAAAAAAAAAAAAJgCAABkcnMv&#10;ZG93bnJldi54bWxQSwUGAAAAAAQABAD1AAAAigMAAAAA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NRJcYA&#10;AADdAAAADwAAAGRycy9kb3ducmV2LnhtbESPUWvCMBSF3wf7D+EKvgxN64Ob1ShjbOBYoUz9Adfm&#10;2haTm5Jk2v17Mxj4eDjnfIez2gzWiAv50DlWkE8zEMS10x03Cg77j8kLiBCRNRrHpOCXAmzWjw8r&#10;LLS78jdddrERCcKhQAVtjH0hZahbshimridO3sl5izFJ30jt8Zrg1shZls2lxY7TQos9vbVUn3c/&#10;VsH77OirI36ZOts3pvysyqdFVSo1Hg2vSxCRhngP/7e3WsFzni/g7016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NRJ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jlL8MA&#10;AADdAAAADwAAAGRycy9kb3ducmV2LnhtbERPy2rCQBTdF/oPwy24qxMt+IiOYgsBQagaXbi8Zq6Z&#10;YOZOmhk1/n1nUejycN7zZWdrcafWV44VDPoJCOLC6YpLBcdD9j4B4QOyxtoxKXiSh+Xi9WWOqXYP&#10;3tM9D6WIIexTVGBCaFIpfWHIou+7hjhyF9daDBG2pdQtPmK4reUwSUbSYsWxwWBDX4aKa36zCqzE&#10;07kcZcX36mOz3Uyrz91PZpTqvXWrGYhAXfgX/7nXWsF4MIz745v4BO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jlL8MAAADd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2503A" w:rsidRPr="00C623C0" w:rsidRDefault="00E2503A" w:rsidP="00E2503A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E2503A" w:rsidRPr="00C623C0" w:rsidRDefault="00E2503A" w:rsidP="00E2503A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E2503A" w:rsidRPr="00C623C0" w:rsidRDefault="00E2503A" w:rsidP="00E2503A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Кривець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 xml:space="preserve"> С.В.</w:t>
      </w: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Кривець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Кривець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Сергію Володимировичу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C976DB" w:rsidRPr="00C976DB">
        <w:rPr>
          <w:rFonts w:ascii="Times New Roman" w:hAnsi="Times New Roman" w:cs="Times New Roman"/>
          <w:lang w:val="ru-RU"/>
        </w:rPr>
        <w:t>___________________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Славутського району 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Хмельницької області,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с.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Хоровиця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Кривець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С.В.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E2503A" w:rsidRPr="00062C82" w:rsidRDefault="00E2503A" w:rsidP="00E2503A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2503A" w:rsidRPr="00062C82" w:rsidRDefault="00E2503A" w:rsidP="00E2503A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2503A" w:rsidRPr="00C623C0" w:rsidRDefault="00E2503A" w:rsidP="00E2503A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D27CBD" w:rsidRDefault="00D27CBD"/>
    <w:sectPr w:rsidR="00D27CBD" w:rsidSect="00D27C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2503A"/>
    <w:rsid w:val="00171A2E"/>
    <w:rsid w:val="00304C90"/>
    <w:rsid w:val="00505B6D"/>
    <w:rsid w:val="006D3977"/>
    <w:rsid w:val="007D6C18"/>
    <w:rsid w:val="009911DB"/>
    <w:rsid w:val="00C976DB"/>
    <w:rsid w:val="00D1641A"/>
    <w:rsid w:val="00D27CBD"/>
    <w:rsid w:val="00E2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03A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233</Words>
  <Characters>1330</Characters>
  <Application>Microsoft Office Word</Application>
  <DocSecurity>0</DocSecurity>
  <Lines>11</Lines>
  <Paragraphs>3</Paragraphs>
  <ScaleCrop>false</ScaleCrop>
  <Company>Microsoft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2020-02-13T11:44:00Z</dcterms:created>
  <dcterms:modified xsi:type="dcterms:W3CDTF">2020-02-13T12:55:00Z</dcterms:modified>
</cp:coreProperties>
</file>