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97" w:rsidRDefault="008947C1" w:rsidP="00DE4D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DE4D97" w:rsidRDefault="00DE4D97" w:rsidP="00DE4D97"/>
    <w:p w:rsidR="00DE4D97" w:rsidRDefault="00DE4D97" w:rsidP="00DE4D97"/>
    <w:p w:rsidR="00DE4D97" w:rsidRDefault="00DE4D97" w:rsidP="00DE4D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E4D97" w:rsidRDefault="00DE4D97" w:rsidP="00DE4D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E4D97" w:rsidRDefault="00DE4D97" w:rsidP="00DE4D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E4D97" w:rsidRDefault="00DE4D97" w:rsidP="00DE4D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E4D97" w:rsidRDefault="00DE4D97" w:rsidP="00DE4D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D97" w:rsidRDefault="00DE4D97" w:rsidP="00DE4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E4D97" w:rsidRDefault="00DE4D97" w:rsidP="00DE4D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4D97" w:rsidRDefault="00DE4D97" w:rsidP="00DE4D9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E4D97" w:rsidRPr="00991413" w:rsidRDefault="00DE4D97" w:rsidP="00DE4D9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58</w:t>
      </w:r>
    </w:p>
    <w:p w:rsidR="00DE4D97" w:rsidRPr="004A7F1D" w:rsidRDefault="00DE4D97" w:rsidP="00DE4D9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DE4D97" w:rsidRPr="004A7F1D" w:rsidRDefault="00DE4D97" w:rsidP="00DE4D9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E4D97" w:rsidRPr="004A7F1D" w:rsidRDefault="00DE4D97" w:rsidP="00DE4D9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E4D97" w:rsidRPr="004A7F1D" w:rsidRDefault="00DE4D97" w:rsidP="00DE4D9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DE4D97" w:rsidRPr="004A7F1D" w:rsidRDefault="00DE4D97" w:rsidP="00DE4D9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Вадець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А.В.</w:t>
      </w:r>
    </w:p>
    <w:p w:rsidR="00DE4D97" w:rsidRPr="004A7F1D" w:rsidRDefault="00DE4D97" w:rsidP="00DE4D9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DE4D97" w:rsidRPr="004A7F1D" w:rsidRDefault="00DE4D97" w:rsidP="00DE4D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DE4D97" w:rsidRPr="004A7F1D" w:rsidRDefault="00DE4D97" w:rsidP="00DE4D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DE4D97" w:rsidRPr="004A7F1D" w:rsidRDefault="00DE4D97" w:rsidP="00DE4D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Анатолію Володимировичу, який зареєстрований за адресою: </w:t>
      </w:r>
      <w:r w:rsidR="008947C1" w:rsidRPr="008947C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0,15 га,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олянь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DE4D97" w:rsidRPr="004A7F1D" w:rsidRDefault="00DE4D97" w:rsidP="00DE4D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 В.,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DE4D97" w:rsidRPr="004A7F1D" w:rsidRDefault="00DE4D97" w:rsidP="00DE4D9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E4D97" w:rsidRPr="004A7F1D" w:rsidRDefault="00DE4D97" w:rsidP="00DE4D9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E4D97" w:rsidRPr="004A7F1D" w:rsidRDefault="00DE4D97" w:rsidP="00DE4D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DE4D97" w:rsidRPr="004A7F1D" w:rsidRDefault="00DE4D97" w:rsidP="00DE4D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DE4D97" w:rsidRPr="004A7F1D" w:rsidRDefault="00DE4D97" w:rsidP="00DE4D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DE4D97" w:rsidRPr="004A7F1D" w:rsidRDefault="00DE4D97" w:rsidP="00DE4D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DE4D97" w:rsidRDefault="00DE4D97" w:rsidP="00DE4D9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C12A65" w:rsidRDefault="00C12A65"/>
    <w:sectPr w:rsidR="00C12A65" w:rsidSect="00C12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E4D97"/>
    <w:rsid w:val="00171A2E"/>
    <w:rsid w:val="00304C90"/>
    <w:rsid w:val="00505B6D"/>
    <w:rsid w:val="006D3977"/>
    <w:rsid w:val="007D6C18"/>
    <w:rsid w:val="008947C1"/>
    <w:rsid w:val="00C12A65"/>
    <w:rsid w:val="00D1641A"/>
    <w:rsid w:val="00DE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9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221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2020-03-16T13:09:00Z</dcterms:created>
  <dcterms:modified xsi:type="dcterms:W3CDTF">2020-03-17T06:37:00Z</dcterms:modified>
</cp:coreProperties>
</file>