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B45" w:rsidRDefault="00E32B45" w:rsidP="00E32B4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D44470" wp14:editId="3E5260A4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77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77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2B45" w:rsidRDefault="00E32B45" w:rsidP="00E32B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OWCOz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1zuMUA&#10;AADdAAAADwAAAGRycy9kb3ducmV2LnhtbESPS2vDMBCE74X+B7GF3Bo5Dq2DYyWY0gYfAiWv+2Kt&#10;H8RaGUuNnX8fFQo9DjPzDZNtJ9OJGw2utaxgMY9AEJdWt1wrOJ++XlcgnEfW2FkmBXdysN08P2WY&#10;ajvygW5HX4sAYZeigsb7PpXSlQ0ZdHPbEwevsoNBH+RQSz3gGOCmk3EUvUuDLYeFBnv6aKi8Hn+M&#10;ArvcFftLHR+Wn5x4zr9X1WXaKzV7mfI1CE+T/w//tQut4C1JEv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XXO4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QjxMUA&#10;AADdAAAADwAAAGRycy9kb3ducmV2LnhtbERPy2oCMRTdF/oP4QpupGYq1GmnRinC2NZFwQd0e5nc&#10;TsZOboYk6tSvNwuhy8N5zxa9bcWJfGgcK3gcZyCIK6cbrhXsd+XDM4gQkTW2jknBHwVYzO/vZlho&#10;d+YNnbaxFimEQ4EKTIxdIWWoDFkMY9cRJ+7HeYsxQV9L7fGcwm0rJ1k2lRYbTg0GO1oaqn63R6vg&#10;UH6Z72V+WfnRy4Yuo3L93n5OlRoO+rdXEJH6+C++uT+0gqc8T3PTm/QE5P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1CPE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DkIMMA&#10;AADdAAAADwAAAGRycy9kb3ducmV2LnhtbESP24rCMBRF34X5h3AG5kU0HcVbxygio4gv4uUDDs2x&#10;KdOclCZj698bQfBxsy+LPV+2thQ3qn3hWMF3PwFBnDldcK7gct70piB8QNZYOiYFd/KwXHx05phq&#10;1/CRbqeQizjCPkUFJoQqldJnhiz6vquIo3d1tcUQZZ1LXWMTx20pB0kylhYLjgSDFa0NZX+nfxsh&#10;hyEe9tfmvNm22ODv3nB3dVTq67Nd/YAI1IZ3+NXeaQWjyWQG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0DkI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ToOsMA&#10;AADdAAAADwAAAGRycy9kb3ducmV2LnhtbERPS0sDMRC+C/6HMII3m7XYB9umRaqCFDz0AaW3YTPd&#10;XdxMQjJ2139vDgWPH997uR5cp64UU+vZwPOoAEVcedtybeB4+Hiag0qCbLHzTAZ+KcF6dX+3xNL6&#10;nnd03UutcginEg00IqHUOlUNOUwjH4gzd/HRoWQYa20j9jncdXpcFFPtsOXc0GCgTUPV9/7HGfjq&#10;38N2Np1cwjm+jHV6s3LaiDGPD8PrApTQIP/im/vTGpjM5nl/fpOfgF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hToO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OYAcMA&#10;AADdAAAADwAAAGRycy9kb3ducmV2LnhtbESP3YrCMBCF74V9hzALeyNrquIP1SiyqIg3Rd0HGJqx&#10;KTaT0mRt9+2NIHh5OD8fZ7nubCXu1PjSsYLhIAFBnDtdcqHg97L7noPwAVlj5ZgU/JOH9eqjt8RU&#10;u5ZPdD+HQsQR9ikqMCHUqZQ+N2TRD1xNHL2rayyGKJtC6gbbOG4rOUqSqbRYciQYrOnHUH47/9kI&#10;ycaYHa/tZbfvsMXt0XB/c1Lq67PbLEAE6sI7/GoftILJbD6E5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OYA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rT1sYA&#10;AADdAAAADwAAAGRycy9kb3ducmV2LnhtbESPX0sDMRDE34V+h7AF32zOw/7hbFpKqyCCD1ZBfFsu&#10;27vDyyYka+/89kYQ+jjMzG+Y9XZ0vTpTTJ1nA7ezAhRx7W3HjYH3t8ebFagkyBZ7z2TghxJsN5Or&#10;NVbWD/xK56M0KkM4VWigFQmV1qluyWGa+UCcvZOPDiXL2Ggbcchw1+uyKBbaYcd5ocVA+5bqr+O3&#10;M/AyPITn5WJ+Cp/xrtTpYOVjL8ZcT8fdPSihUS7h//aTNTBfrkr4e5OfgN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YrT1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bWM8YA&#10;AADdAAAADwAAAGRycy9kb3ducmV2LnhtbESPQWsCMRSE70L/Q3iFXkrNqmhlaxQVQgUFqS30+tg8&#10;d5duXpYkdbf/3ggFj8PMfMMsVr1txIV8qB0rGA0zEMSFMzWXCr4+9cscRIjIBhvHpOCPAqyWD4MF&#10;5sZ1/EGXUyxFgnDIUUEVY5tLGYqKLIaha4mTd3beYkzSl9J47BLcNnKcZTNpsea0UGFL24qKn9Ov&#10;VbA5duXEPxeb3u3P799TrY0+aKWeHvv1G4hIfbyH/9s7o2D6Op/A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bWM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cUAsQA&#10;AADdAAAADwAAAGRycy9kb3ducmV2LnhtbESPUWvCMBSF34X9h3AHvmk60VmqUWRSkLGXqT/g0lyb&#10;anNTkljrv18Ggz0ezjnf4ay3g21FTz40jhW8TTMQxJXTDdcKzqdykoMIEVlj65gUPCnAdvMyWmOh&#10;3YO/qT/GWiQIhwIVmBi7QspQGbIYpq4jTt7FeYsxSV9L7fGR4LaVsyx7lxYbTgsGO/owVN2Od6ug&#10;/Jx99be79qXbDXNLC3PN90ap8euwW4GINMT/8F/7oBUslv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XFA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Pr3MYA&#10;AADdAAAADwAAAGRycy9kb3ducmV2LnhtbESPUWvCMBSF3wf+h3AHe5GZblInnVF0EBQ2GLrBXi/N&#10;tS1rbkoSbf33ZiDs8XDO+Q5nsRpsK87kQ+NYwdMkA0FcOtNwpeD7Sz/OQYSIbLB1TAouFGC1HN0t&#10;sDCu5z2dD7ESCcKhQAV1jF0hZShrshgmriNO3tF5izFJX0njsU9w28rnLJtJiw2nhRo7equp/D2c&#10;rILNZ19N/bjcDO79uP3JtTb6Qyv1cD+sX0FEGuJ/+NbeGQX5yzy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OPr3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kv7sQA&#10;AADdAAAADwAAAGRycy9kb3ducmV2LnhtbESP3WoCMRSE7wt9h3AK3tVspeqyGkVaFqT0xp8HOGyO&#10;m9XNyZLEdX17Uyh4OczMN8xyPdhW9ORD41jBxzgDQVw53XCt4Hgo33MQISJrbB2TgjsFWK9eX5ZY&#10;aHfjHfX7WIsE4VCgAhNjV0gZKkMWw9h1xMk7OW8xJulrqT3eEty2cpJlM2mx4bRgsKMvQ9Vlf7UK&#10;yp/Jb3+5al+6zfBpaWrO+bdRavQ2bBYgIg3xGf5vb7WC6Tyfwd+b9ATk6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JL+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CQU8QA&#10;AADdAAAADwAAAGRycy9kb3ducmV2LnhtbESP0WrCQBRE3wv+w3ILvtVNqtGQuoYiKPrY2A+4ZG+T&#10;kOzdmF1N/Hu3UOjjMDNnmG0+mU7caXCNZQXxIgJBXFrdcKXg+3J4S0E4j6yxs0wKHuQg381etphp&#10;O/IX3QtfiQBhl6GC2vs+k9KVNRl0C9sTB+/HDgZ9kEMl9YBjgJtOvkfRWhpsOCzU2NO+prItbkbB&#10;6jEer0XSRgdtKD4v+zP7MlFq/jp9foDwNPn/8F/7pBUkm3QDv2/CE5C7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AkFP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0dPcMA&#10;AADdAAAADwAAAGRycy9kb3ducmV2LnhtbERPTWuDQBC9B/Iflin0FtcGmlqbVUKCpfTUWNvz4E5U&#10;6s6KuzHm33cPgRwf73ubz6YXE42us6zgKYpBENdWd9woqL6LVQLCeWSNvWVScCUHebZcbDHV9sJH&#10;mkrfiBDCLkUFrfdDKqWrWzLoIjsQB+5kR4M+wLGResRLCDe9XMfxRhrsODS0ONC+pfqvPBsF583v&#10;uuLTp/4qD9f310Oxc/KnUerxYd69gfA0+7v45v7QCp5fkjA3vAlP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0dP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LHocgA&#10;AADdAAAADwAAAGRycy9kb3ducmV2LnhtbESPT0/CQBTE7yR+h80z4QZbRUopLARMTMCDhH8Hb8/u&#10;o61239buCvXbuyQmHCcz85vMdN6aSpypcaVlBQ/9CARxZnXJuYLD/qWXgHAeWWNlmRT8koP57K4z&#10;xVTbC2/pvPO5CBB2KSoovK9TKV1WkEHXtzVx8E62MeiDbHKpG7wEuKnkYxTF0mDJYaHAmp4Lyr52&#10;P0bBcZPE481y/fT5+vaBA6O/33UZK9W9bxcTEJ5afwv/t1dawXCUjOH6JjwBOf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Yseh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k6EsQA&#10;AADdAAAADwAAAGRycy9kb3ducmV2LnhtbERPy07CQBTdk/APk0vCDqZWrFgYGsUAxhUPE7Y3nWvb&#10;2LnTdMZS+HpmYeLy5LyXWW9q0VHrKssKHqYRCOLc6ooLBV+nzWQOwnlkjbVlUnAlB9lqOFhiqu2F&#10;D9QdfSFCCLsUFZTeN6mULi/JoJvahjhw37Y16ANsC6lbvIRwU8s4ihJpsOLQUGJD65Lyn+OvUXBL&#10;zrh3u/jt/VF7us7mW/u53yo1HvWvCxCeev8v/nN/aAVPzy9hf3gTno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5OhL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3MMcYA&#10;AADdAAAADwAAAGRycy9kb3ducmV2LnhtbESP0WrCQBRE3wv9h+UW+lY3Ea2aZiMiCn1rjX7AJXu7&#10;Ccnejdmtxn59t1DwcZiZM0y+Hm0nLjT4xrGCdJKAIK6cbtgoOB33L0sQPiBr7ByTght5WBePDzlm&#10;2l35QJcyGBEh7DNUUIfQZ1L6qiaLfuJ64uh9ucFiiHIwUg94jXDbyWmSvEqLDceFGnva1lS15bdV&#10;cHbTuR7LHX60u9VnY8zs/HOYKfX8NG7eQAQawz38337XCuaLVQp/b+ITk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3MM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7YLsQA&#10;AADdAAAADwAAAGRycy9kb3ducmV2LnhtbESPS2/CMBCE70j8B2uRuIFTEK+AQS0SElcehx639pKE&#10;xus0diHw6zESEsfRzHyjWawaW4oL1b5wrOCjn4Ag1s4UnCk4Hja9KQgfkA2WjknBjTyslu3WAlPj&#10;rryjyz5kIkLYp6ggD6FKpfQ6J4u+7yri6J1cbTFEWWfS1HiNcFvKQZKMpcWC40KOFa1z0r/7f6tg&#10;W/zQaKxPMzv90rvv+18YTs5GqW6n+ZyDCNSEd/jV3hoFo8lsAM838Qn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e2C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uOQcIA&#10;AADdAAAADwAAAGRycy9kb3ducmV2LnhtbERPXWvCMBR9H/gfwhX2NlMV5+yMosJAcRN04l4vzbUp&#10;NjelibX+ezMY7PF8c6bz1paiodoXjhX0ewkI4szpgnMFx++PlzcQPiBrLB2Tgjt5mM86T1NMtbvx&#10;nppDyEUsYZ+iAhNClUrpM0MWfc9VxFE7u9piiLDOpa7xFsttKQdJ8iotFhwXDFa0MpRdDleroMHd&#10;Pfkxy6/JpvjMBrvlaasjr5677eIdRKA2/Jv/0mutYDSeDOH3TXwC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245B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moVcUA&#10;AADdAAAADwAAAGRycy9kb3ducmV2LnhtbESPzU7DMBCE70h9B2srcaMOEb+hboWQinqEwIHjEm/j&#10;lHg3sk2T8vQYCanH0cx8o1muJ9+rA4XYCRu4XBSgiBuxHbcG3t82F3egYkK22AuTgSNFWK9mZ0us&#10;rIz8Soc6tSpDOFZowKU0VFrHxpHHuJCBOHs7CR5TlqHVNuCY4b7XZVHcaI8d5wWHAz05ar7qb29g&#10;fG4+9+Xuw7qfMMimfpF92Ysx5/Pp8QFUoimdwv/trTVwfXt/BX9v8hP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CahV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5LaccA&#10;AADdAAAADwAAAGRycy9kb3ducmV2LnhtbESPW2sCMRSE3wv9D+EU+lazFbytRrFeQIpFvL0fN6e7&#10;2yYnyybq9t8boeDjMDPfMKNJY424UO1LxwreWwkI4szpknMFh/3yrQ/CB2SNxjEp+CMPk/Hz0whT&#10;7a68pcsu5CJC2KeooAihSqX0WUEWfctVxNH7drXFEGWdS13jNcKtke0k6UqLJceFAiuaFZT97s5W&#10;wXIzNz/tr+30KMNs0TuZ/ufHfK3U60szHYII1IRH+L+90go6vUEH7m/iE5Dj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uS2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Yp8gA&#10;AADdAAAADwAAAGRycy9kb3ducmV2LnhtbESP3WrCQBSE7wt9h+UIvSm6acW/mFVKoahgocZCb0+y&#10;xySYPRuy2xjfvlsQvBxm5hsmWfemFh21rrKs4GUUgSDOra64UPB9/BjOQTiPrLG2TAqu5GC9enxI&#10;MNb2wgfqUl+IAGEXo4LS+yaW0uUlGXQj2xAH72Rbgz7ItpC6xUuAm1q+RtFUGqw4LJTY0HtJ+Tn9&#10;NQq6r31WbDvX7M7zZzcZZ5vNp/5R6mnQvy1BeOr9PXxrb7WCyWwxhf834Qn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Wxin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bB9ccA&#10;AADdAAAADwAAAGRycy9kb3ducmV2LnhtbESPzWsCMRTE74X+D+EVvNWsUr9Wo2ih0EvBr4Penpvn&#10;7uLmZU2ibvvXN4LgcZiZ3zCTWWMqcSXnS8sKOu0EBHFmdcm5gu3m630IwgdkjZVlUvBLHmbT15cJ&#10;ptreeEXXdchFhLBPUUERQp1K6bOCDPq2rYmjd7TOYIjS5VI7vEW4qWQ3SfrSYMlxocCaPgvKTuuL&#10;UbAYDRfn5Qf//K0Oe9rvDqde1yVKtd6a+RhEoCY8w4/2t1bQG4wGcH8Tn4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62wfXHAAAA3QAAAA8AAAAAAAAAAAAAAAAAmAIAAGRy&#10;cy9kb3ducmV2LnhtbFBLBQYAAAAABAAEAPUAAACMAwAAAAA=&#10;" fillcolor="black" stroked="f"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CWicUA&#10;AADdAAAADwAAAGRycy9kb3ducmV2LnhtbERPyWrDMBC9B/oPYgq9JXIDSVMncmg2KDQ9ZDnkOLWm&#10;trA1MpbquPn66FDo8fH2xbK3teio9caxgudRAoI4d9pwoeB82g1nIHxA1lg7JgW/5GGZPQwWmGp3&#10;5QN1x1CIGMI+RQVlCE0qpc9LsuhHriGO3LdrLYYI20LqFq8x3NZynCRTadFwbCixoXVJeXX8sQou&#10;H1MzOxgaf+1vq63eT6rV56ZS6umxf5uDCNSHf/Gf+10rmLy8xrnxTXwCMr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AJaJ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kNp8YA&#10;AADdAAAADwAAAGRycy9kb3ducmV2LnhtbESPQWsCMRSE74L/ITzBm2YtaHVrFLEUvXioben1sXnd&#10;bHfzsk2irv76piD0OMzMN8xy3dlGnMmHyrGCyTgDQVw4XXGp4P3tZTQHESKyxsYxKbhSgPWq31ti&#10;rt2FX+l8jKVIEA45KjAxtrmUoTBkMYxdS5y8L+ctxiR9KbXHS4LbRj5k2UxarDgtGGxpa6iojyer&#10;wG8+n+sbnz7q7Ha4ht139zNHo9Rw0G2eQETq4n/43t5rBdPHxQL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KkNp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kAWcIA&#10;AADdAAAADwAAAGRycy9kb3ducmV2LnhtbERPzWoCMRC+F3yHMIVeSk0UrLoaRYRCoVLQ+gDjZtxd&#10;mkyWzVTXPr05FHr8+P6X6z54daEuNZEtjIYGFHEZXcOVhePX28sMVBJkhz4yWbhRgvVq8LDEwsUr&#10;7+lykErlEE4FWqhF2kLrVNYUMA1jS5y5c+wCSoZdpV2H1xwevB4b86oDNpwbamxpW1P5ffgJFvz4&#10;5Ocf07ST21HvzG+Q/fOns/bpsd8sQAn18i/+c787C5OZyfvzm/wE9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eQBZ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mqhsUA&#10;AADdAAAADwAAAGRycy9kb3ducmV2LnhtbESPT2sCMRTE7wW/Q3hCbzWr0CKrUfyDsBcP3Spen5vn&#10;ZjF5WTZR1376plDocZiZ3zDzZe+suFMXGs8KxqMMBHHldcO1gsPX7m0KIkRkjdYzKXhSgOVi8DLH&#10;XPsHf9K9jLVIEA45KjAxtrmUoTLkMIx8S5y8i+8cxiS7WuoOHwnurJxk2Yd02HBaMNjSxlB1LW9O&#10;wbZs7eRQmHU4Hffnsy2+d3TaKvU67FczEJH6+B/+axdawfs0G8Pvm/QE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uaqG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x7QMUA&#10;AADdAAAADwAAAGRycy9kb3ducmV2LnhtbESPwWrDMBBE74X8g9hAb42UQNPgRAkhxBDoqal9yG2R&#10;NrZba2Us1Xb/vioUehxm5g2zO0yuFQP1ofGsYblQIIiNtw1XGor3/GkDIkRki61n0vBNAQ772cMO&#10;M+tHfqPhGiuRIBwy1FDH2GVSBlOTw7DwHXHy7r53GJPsK2l7HBPctXKl1Fo6bDgt1NjRqSbzef1y&#10;Gj5y+eqNQlMW5XixL7fzmlql9eN8Om5BRJrif/ivfbEanjdqBb9v0hOQ+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/HtA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l89cYA&#10;AADdAAAADwAAAGRycy9kb3ducmV2LnhtbESPQWvCQBSE7wX/w/IEb3WjYgmpm6CFglQ8VIt4fM0+&#10;k5Ds27C7avrv3UKhx2FmvmFWxWA6cSPnG8sKZtMEBHFpdcOVgq/j+3MKwgdkjZ1lUvBDHop89LTC&#10;TNs7f9LtECoRIewzVFCH0GdS+rImg35qe+LoXawzGKJ0ldQO7xFuOjlPkhdpsOG4UGNPbzWV7eFq&#10;FJyvO77sFx9rtwknOxx9O/9OW6Um42H9CiLQEP7Df+2tVrBMkwX8volPQOY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l89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eU8cA&#10;AADdAAAADwAAAGRycy9kb3ducmV2LnhtbESPQWsCMRSE7wX/Q3hCbzVRtKyrUWqh4EVQ20O9PTfP&#10;3cXNyzZJddtf3whCj8PMfMPMl51txIV8qB1rGA4UCOLCmZpLDR/vb08ZiBCRDTaOScMPBVgueg9z&#10;zI278o4u+1iKBOGQo4YqxjaXMhQVWQwD1xIn7+S8xZikL6XxeE1w28iRUs/SYs1pocKWXisqzvtv&#10;q2E1zVZf2zFvfnfHAx0+j+fJyCutH/vdywxEpC7+h+/ttdEwydQY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aXlPHAAAA3QAAAA8AAAAAAAAAAAAAAAAAmAIAAGRy&#10;cy9kb3ducmV2LnhtbFBLBQYAAAAABAAEAPUAAACMAwAAAAA=&#10;" fillcolor="black" stroked="f"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oBycUA&#10;AADdAAAADwAAAGRycy9kb3ducmV2LnhtbESPQWsCMRSE74X+h/AKvdWsLYqsRlmE0tLTalt6fW6e&#10;m8XNy5Kkcf33plDwOMzMN8xqM9peJPKhc6xgOilAEDdOd9wq+Pp8fVqACBFZY++YFFwowGZ9f7fC&#10;Ursz7yjtYysyhEOJCkyMQyllaAxZDBM3EGfv6LzFmKVvpfZ4znDby+eimEuLHecFgwNtDTWn/a9V&#10;kA7bunpJP8nsPnzVele/fR9qpR4fxmoJItIYb+H/9rtWMFsUM/h7k5+AX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6gHJ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9/TMYA&#10;AADdAAAADwAAAGRycy9kb3ducmV2LnhtbESPQWvCQBSE74L/YXlCb3Wj0KCpq4hoaXtRY6E9PrLP&#10;bDD7NmS3Me2v7woFj8PMfMMsVr2tRUetrxwrmIwTEMSF0xWXCj5Ou8cZCB+QNdaOScEPeVgth4MF&#10;Ztpd+UhdHkoRIewzVGBCaDIpfWHIoh+7hjh6Z9daDFG2pdQtXiPc1nKaJKm0WHFcMNjQxlBxyb+t&#10;Aj/ZbD/f7e+8+3oxvM/fTHoojVIPo379DCJQH+7h//arVvA0S1K4vYlP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9/T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32B45" w:rsidRDefault="00E32B45" w:rsidP="00E32B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32B45" w:rsidRDefault="00E32B45" w:rsidP="00E32B4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E32B45" w:rsidRDefault="00E32B45" w:rsidP="00E3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2B45" w:rsidRDefault="00E32B45" w:rsidP="00E3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2B45" w:rsidRDefault="00E32B45" w:rsidP="00E3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32B45" w:rsidRDefault="00E32B45" w:rsidP="00E32B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32B45" w:rsidRDefault="00E32B45" w:rsidP="00E3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32B45" w:rsidRDefault="00E32B45" w:rsidP="00E3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32B45" w:rsidRDefault="00E32B45" w:rsidP="00E3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2B45" w:rsidRDefault="00E32B45" w:rsidP="00E3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32B45" w:rsidRDefault="00E32B45" w:rsidP="00E3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2B45" w:rsidRDefault="00E32B45" w:rsidP="00E32B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32B45" w:rsidRDefault="00E32B45" w:rsidP="00E32B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2B45" w:rsidRDefault="00E32B45" w:rsidP="00E32B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№54</w:t>
      </w:r>
    </w:p>
    <w:p w:rsidR="00E32B45" w:rsidRPr="003937A2" w:rsidRDefault="00E32B45" w:rsidP="00E32B45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32B45" w:rsidRPr="003937A2" w:rsidRDefault="00E32B45" w:rsidP="00E32B4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E32B45" w:rsidRPr="003937A2" w:rsidRDefault="00E32B45" w:rsidP="00E32B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E32B45" w:rsidRPr="003937A2" w:rsidRDefault="00E32B45" w:rsidP="00E32B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E32B45" w:rsidRPr="003937A2" w:rsidRDefault="00E32B45" w:rsidP="00E32B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Бур’ян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Я.В.</w:t>
      </w:r>
    </w:p>
    <w:p w:rsidR="00E32B45" w:rsidRPr="003937A2" w:rsidRDefault="00E32B45" w:rsidP="00E32B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32B45" w:rsidRPr="003937A2" w:rsidRDefault="00E32B45" w:rsidP="00E32B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</w:t>
      </w:r>
      <w:r>
        <w:rPr>
          <w:rFonts w:ascii="Times New Roman" w:eastAsia="Calibri" w:hAnsi="Times New Roman" w:cs="Times New Roman"/>
          <w:sz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», статей 12,  118, 121 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>»,</w:t>
      </w:r>
      <w:r w:rsidRPr="002D189B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Закону </w:t>
      </w:r>
      <w:proofErr w:type="spellStart"/>
      <w:r>
        <w:rPr>
          <w:rFonts w:ascii="Times New Roman" w:eastAsia="Calibri" w:hAnsi="Times New Roman" w:cs="Times New Roman"/>
          <w:sz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«Про порядок </w:t>
      </w:r>
      <w:proofErr w:type="spellStart"/>
      <w:r>
        <w:rPr>
          <w:rFonts w:ascii="Times New Roman" w:eastAsia="Calibri" w:hAnsi="Times New Roman" w:cs="Times New Roman"/>
          <w:sz w:val="24"/>
        </w:rPr>
        <w:t>виділення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</w:rPr>
        <w:t xml:space="preserve">( 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на </w:t>
      </w:r>
      <w:proofErr w:type="spellStart"/>
      <w:r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</w:t>
      </w:r>
      <w:proofErr w:type="spellStart"/>
      <w:r>
        <w:rPr>
          <w:rFonts w:ascii="Times New Roman" w:eastAsia="Calibri" w:hAnsi="Times New Roman" w:cs="Times New Roman"/>
          <w:sz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ділянок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власниками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часток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 </w:t>
      </w:r>
      <w:proofErr w:type="spellStart"/>
      <w:r>
        <w:rPr>
          <w:rFonts w:ascii="Times New Roman" w:eastAsia="Calibri" w:hAnsi="Times New Roman" w:cs="Times New Roman"/>
          <w:sz w:val="24"/>
        </w:rPr>
        <w:t>паїв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»,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Бур’ян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Я.В.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</w:t>
      </w:r>
      <w:r>
        <w:rPr>
          <w:rFonts w:ascii="Times New Roman" w:eastAsia="Calibri" w:hAnsi="Times New Roman" w:cs="Times New Roman"/>
          <w:sz w:val="24"/>
        </w:rPr>
        <w:t>,</w:t>
      </w:r>
    </w:p>
    <w:p w:rsidR="00E32B45" w:rsidRPr="00B3230E" w:rsidRDefault="00E32B45" w:rsidP="00E32B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E32B45" w:rsidRPr="006F6DC8" w:rsidRDefault="00E32B45" w:rsidP="00E32B4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>
        <w:rPr>
          <w:rFonts w:ascii="Times New Roman" w:eastAsia="Calibri" w:hAnsi="Times New Roman" w:cs="Times New Roman"/>
          <w:sz w:val="24"/>
        </w:rPr>
        <w:t xml:space="preserve">Відмовити </w:t>
      </w:r>
      <w:proofErr w:type="spellStart"/>
      <w:r>
        <w:rPr>
          <w:rFonts w:ascii="Times New Roman" w:eastAsia="Calibri" w:hAnsi="Times New Roman" w:cs="Times New Roman"/>
          <w:sz w:val="24"/>
        </w:rPr>
        <w:t>Бур’ян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Ярославу Вячеславовичу, 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27DC0">
        <w:rPr>
          <w:rFonts w:ascii="Times New Roman" w:eastAsia="Calibri" w:hAnsi="Times New Roman" w:cs="Times New Roman"/>
          <w:sz w:val="24"/>
          <w:lang w:val="uk-UA"/>
        </w:rPr>
        <w:t>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у </w:t>
      </w:r>
      <w:proofErr w:type="spellStart"/>
      <w:r>
        <w:rPr>
          <w:rFonts w:ascii="Times New Roman" w:eastAsia="Calibri" w:hAnsi="Times New Roman" w:cs="Times New Roman"/>
          <w:sz w:val="24"/>
        </w:rPr>
        <w:t>наданні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2,0000 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proofErr w:type="gram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рада,  так як  означена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є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невитребувана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нерозподілена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частка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(пай), яка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перебуває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оренді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СФГ «Лан», документ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посвідчує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право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частку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 пай) є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сертифікат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право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частку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 пай) ХМ №0318854,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виданий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Шпак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Явдохі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Яківні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32B45" w:rsidRPr="003937A2" w:rsidRDefault="00E32B45" w:rsidP="00E32B4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32B45" w:rsidRPr="003937A2" w:rsidRDefault="00E32B45" w:rsidP="00E32B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32B45" w:rsidRPr="00E32B45" w:rsidRDefault="00E32B45" w:rsidP="00E32B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E32B45" w:rsidRPr="003937A2" w:rsidRDefault="00E32B45" w:rsidP="00E32B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E2326" w:rsidRPr="00E32B45" w:rsidRDefault="00E32B45" w:rsidP="00E32B4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E2326" w:rsidRPr="00E32B4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B45"/>
    <w:rsid w:val="006E2326"/>
    <w:rsid w:val="00E27DC0"/>
    <w:rsid w:val="00E3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B4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32B4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32B4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32B45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B4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32B4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32B4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32B45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261</Words>
  <Characters>1489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2021-09-13T10:25:00Z</dcterms:created>
  <dcterms:modified xsi:type="dcterms:W3CDTF">2021-09-14T12:21:00Z</dcterms:modified>
</cp:coreProperties>
</file>