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49" w:rsidRPr="00EB3DB1" w:rsidRDefault="00203649" w:rsidP="0020364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3649" w:rsidRDefault="00276953" w:rsidP="00203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6953">
        <w:pict>
          <v:group id="_x0000_s1057" style="position:absolute;left:0;text-align:left;margin-left:223.65pt;margin-top:0;width:34.4pt;height:48.3pt;z-index:251660288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03649" w:rsidRDefault="00203649" w:rsidP="00203649"/>
    <w:p w:rsidR="00203649" w:rsidRDefault="00203649" w:rsidP="00203649"/>
    <w:p w:rsidR="00203649" w:rsidRDefault="00203649" w:rsidP="00203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03649" w:rsidRDefault="00203649" w:rsidP="00203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03649" w:rsidRDefault="00203649" w:rsidP="00203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03649" w:rsidRDefault="00203649" w:rsidP="00203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03649" w:rsidRDefault="00203649" w:rsidP="00203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649" w:rsidRDefault="00203649" w:rsidP="002036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03649" w:rsidRDefault="00203649" w:rsidP="00203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3649" w:rsidRPr="001C3332" w:rsidRDefault="00203649" w:rsidP="002036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03649" w:rsidRDefault="00203649" w:rsidP="00203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3649" w:rsidRDefault="00203649" w:rsidP="0020364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№27</w:t>
      </w:r>
    </w:p>
    <w:p w:rsidR="00203649" w:rsidRDefault="00203649" w:rsidP="0020364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03649" w:rsidRPr="000209E7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03649" w:rsidRPr="000209E7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203649" w:rsidRPr="000209E7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03649" w:rsidRPr="000209E7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Дем’янчуку Б.Л.</w:t>
      </w:r>
    </w:p>
    <w:p w:rsidR="00203649" w:rsidRPr="000209E7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Дем’янчука Б.Л.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 Дем’янчуку Богдану Леонідовичу</w:t>
      </w:r>
      <w:r w:rsidRPr="000209E7">
        <w:rPr>
          <w:rFonts w:ascii="Times New Roman" w:eastAsia="Calibri" w:hAnsi="Times New Roman" w:cs="Times New Roman"/>
          <w:sz w:val="24"/>
        </w:rPr>
        <w:t>, який заре</w:t>
      </w:r>
      <w:r>
        <w:rPr>
          <w:rFonts w:ascii="Times New Roman" w:eastAsia="Calibri" w:hAnsi="Times New Roman" w:cs="Times New Roman"/>
          <w:sz w:val="24"/>
        </w:rPr>
        <w:t xml:space="preserve">єстрований за адресою: </w:t>
      </w:r>
      <w:r w:rsidR="00DB1924" w:rsidRPr="00DB1924">
        <w:rPr>
          <w:rFonts w:ascii="Times New Roman" w:eastAsia="Calibri" w:hAnsi="Times New Roman" w:cs="Times New Roman"/>
          <w:sz w:val="24"/>
        </w:rPr>
        <w:t>________________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0,12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</w:rPr>
        <w:t>для індивідуального садівництва</w:t>
      </w:r>
      <w:r w:rsidRPr="000209E7">
        <w:rPr>
          <w:rFonts w:ascii="Times New Roman" w:eastAsia="Calibri" w:hAnsi="Times New Roman" w:cs="Times New Roman"/>
          <w:sz w:val="24"/>
        </w:rPr>
        <w:t>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</w:t>
      </w:r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Дем’янчуку Б.Л.</w:t>
      </w:r>
      <w:r w:rsidRPr="000209E7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203649" w:rsidRPr="00203649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3649" w:rsidRPr="000209E7" w:rsidRDefault="00203649" w:rsidP="00203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1A2E" w:rsidRPr="00203649" w:rsidRDefault="00203649" w:rsidP="00203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531A2E" w:rsidRPr="00203649" w:rsidSect="00531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03649"/>
    <w:rsid w:val="00171A2E"/>
    <w:rsid w:val="00203649"/>
    <w:rsid w:val="00276953"/>
    <w:rsid w:val="00304C90"/>
    <w:rsid w:val="00505B6D"/>
    <w:rsid w:val="00531A2E"/>
    <w:rsid w:val="006D3977"/>
    <w:rsid w:val="007D6C18"/>
    <w:rsid w:val="00D1641A"/>
    <w:rsid w:val="00DB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4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226</Words>
  <Characters>1293</Characters>
  <Application>Microsoft Office Word</Application>
  <DocSecurity>0</DocSecurity>
  <Lines>10</Lines>
  <Paragraphs>3</Paragraphs>
  <ScaleCrop>false</ScaleCrop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2020-01-21T06:46:00Z</dcterms:created>
  <dcterms:modified xsi:type="dcterms:W3CDTF">2020-01-21T07:36:00Z</dcterms:modified>
</cp:coreProperties>
</file>