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EF" w:rsidRDefault="00894EEF" w:rsidP="00894E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94EEF" w:rsidRDefault="00894EEF" w:rsidP="00894EEF"/>
    <w:p w:rsidR="00894EEF" w:rsidRDefault="00894EEF" w:rsidP="00894EEF"/>
    <w:p w:rsidR="00894EEF" w:rsidRDefault="00894EEF" w:rsidP="00894E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94EEF" w:rsidRDefault="00894EEF" w:rsidP="00894E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94EEF" w:rsidRDefault="00894EEF" w:rsidP="00894E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94EEF" w:rsidRDefault="00894EEF" w:rsidP="00894E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94EEF" w:rsidRDefault="00894EEF" w:rsidP="00894E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EF" w:rsidRDefault="00894EEF" w:rsidP="00894E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94EEF" w:rsidRDefault="00894EEF" w:rsidP="00894E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4EEF" w:rsidRDefault="00894EEF" w:rsidP="00894E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94EEF" w:rsidRDefault="00894EEF" w:rsidP="00894E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94EEF" w:rsidRDefault="00894EEF" w:rsidP="00894EE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№54</w:t>
      </w:r>
    </w:p>
    <w:p w:rsidR="00894EEF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894EEF" w:rsidRPr="00F50350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50350">
        <w:rPr>
          <w:rFonts w:ascii="Times New Roman" w:eastAsia="Calibri" w:hAnsi="Times New Roman" w:cs="Times New Roman"/>
          <w:b/>
          <w:lang w:eastAsia="en-US"/>
        </w:rPr>
        <w:t xml:space="preserve">Про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надання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дозволу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на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розробку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894EEF" w:rsidRPr="00F50350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50350">
        <w:rPr>
          <w:rFonts w:ascii="Times New Roman" w:eastAsia="Calibri" w:hAnsi="Times New Roman" w:cs="Times New Roman"/>
          <w:b/>
          <w:lang w:eastAsia="en-US"/>
        </w:rPr>
        <w:t xml:space="preserve">проекту 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із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землеустрою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щодо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894EEF" w:rsidRPr="00F50350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відведення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земельної</w:t>
      </w:r>
      <w:proofErr w:type="spellEnd"/>
      <w:r w:rsidRPr="00F50350">
        <w:rPr>
          <w:rFonts w:ascii="Times New Roman" w:eastAsia="Calibri" w:hAnsi="Times New Roman" w:cs="Times New Roman"/>
          <w:b/>
          <w:lang w:eastAsia="en-US"/>
        </w:rPr>
        <w:t xml:space="preserve">  </w:t>
      </w: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ділянки</w:t>
      </w:r>
      <w:proofErr w:type="spellEnd"/>
    </w:p>
    <w:p w:rsidR="00894EEF" w:rsidRPr="00F50350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F50350">
        <w:rPr>
          <w:rFonts w:ascii="Times New Roman" w:eastAsia="Calibri" w:hAnsi="Times New Roman" w:cs="Times New Roman"/>
          <w:b/>
          <w:lang w:eastAsia="en-US"/>
        </w:rPr>
        <w:t>Міщенко</w:t>
      </w:r>
      <w:proofErr w:type="spellEnd"/>
      <w:proofErr w:type="gramStart"/>
      <w:r w:rsidRPr="00F50350">
        <w:rPr>
          <w:rFonts w:ascii="Times New Roman" w:eastAsia="Calibri" w:hAnsi="Times New Roman" w:cs="Times New Roman"/>
          <w:b/>
          <w:lang w:eastAsia="en-US"/>
        </w:rPr>
        <w:t xml:space="preserve"> І.</w:t>
      </w:r>
      <w:proofErr w:type="gramEnd"/>
      <w:r w:rsidRPr="00F50350">
        <w:rPr>
          <w:rFonts w:ascii="Times New Roman" w:eastAsia="Calibri" w:hAnsi="Times New Roman" w:cs="Times New Roman"/>
          <w:b/>
          <w:lang w:eastAsia="en-US"/>
        </w:rPr>
        <w:t>В.</w:t>
      </w:r>
    </w:p>
    <w:p w:rsidR="00894EEF" w:rsidRPr="00F50350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вимог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ст.123 Земельного кодексу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Земельного кодексу </w:t>
      </w:r>
      <w:proofErr w:type="spellStart"/>
      <w:proofErr w:type="gram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</w:t>
      </w:r>
      <w:proofErr w:type="gram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Міщенко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І.В.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4B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Міщенко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Івана</w:t>
      </w:r>
      <w:proofErr w:type="spellEnd"/>
      <w:proofErr w:type="gram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ікторовича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B362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ради,  у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зв’язку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відсутністю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картографічного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матеріалу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місця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розташування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94EEF" w:rsidRPr="00584B1D" w:rsidRDefault="00894EEF" w:rsidP="00894EE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1D">
        <w:rPr>
          <w:rFonts w:ascii="Times New Roman" w:hAnsi="Times New Roman" w:cs="Times New Roman"/>
          <w:sz w:val="24"/>
          <w:szCs w:val="24"/>
        </w:rPr>
        <w:t xml:space="preserve">       2.  Контроль за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4B1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4B1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B1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4B1D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94EEF" w:rsidRPr="00584B1D" w:rsidRDefault="00894EEF" w:rsidP="00894EE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EEF" w:rsidRPr="00584B1D" w:rsidRDefault="00894EEF" w:rsidP="00894E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46E7" w:rsidRPr="00894EEF" w:rsidRDefault="00894EEF" w:rsidP="00894EE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4B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246E7" w:rsidRPr="00894E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EF"/>
    <w:rsid w:val="00171A2E"/>
    <w:rsid w:val="00304C90"/>
    <w:rsid w:val="00505B6D"/>
    <w:rsid w:val="006D3977"/>
    <w:rsid w:val="007246E7"/>
    <w:rsid w:val="007D6C18"/>
    <w:rsid w:val="00894EEF"/>
    <w:rsid w:val="00CB362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2020-07-02T11:30:00Z</dcterms:created>
  <dcterms:modified xsi:type="dcterms:W3CDTF">2020-07-02T12:57:00Z</dcterms:modified>
</cp:coreProperties>
</file>