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7AD" w:rsidRDefault="00CB07AD" w:rsidP="00CB07AD">
      <w:pPr>
        <w:rPr>
          <w:lang w:val="uk-UA"/>
        </w:rPr>
      </w:pPr>
    </w:p>
    <w:p w:rsidR="00CB07AD" w:rsidRPr="000575C7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eastAsia="ru-RU"/>
        </w:rPr>
        <w:pict>
          <v:group id="Группа 2838" o:spid="_x0000_s1057" style="position:absolute;margin-left:3in;margin-top:9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">
            <v:shape id="Freeform 34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AKHsYA&#10;AADdAAAADwAAAGRycy9kb3ducmV2LnhtbESPQWsCMRSE7wX/Q3hCbzXbLFjdGkUUi9BTtYrHx+Z1&#10;d+nmZUniuv77plDocZiZb5jFarCt6MmHxrGG50kGgrh0puFKw+dx9zQDESKywdYxabhTgNVy9LDA&#10;wrgbf1B/iJVIEA4Faqhj7AopQ1mTxTBxHXHyvpy3GJP0lTQebwluW6mybCotNpwWauxoU1P5fbha&#10;De+9mp4vb1t7zCv14sv8tFVNq/XjeFi/gog0xP/wX3tvNKhZPoffN+k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6AKH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HzcEA&#10;AADdAAAADwAAAGRycy9kb3ducmV2LnhtbERPy4rCMBTdD/gP4QpuBk0rMko1igiCDxiwCm4vzbWt&#10;NjeliVr/3iwEl4fzni1aU4kHNa60rCAeRCCIM6tLzhWcjuv+BITzyBory6TgRQ4W887PDBNtn3yg&#10;R+pzEULYJaig8L5OpHRZQQbdwNbEgbvYxqAPsMmlbvAZwk0lh1H0Jw2WHBoKrGlVUHZL70aBPKZb&#10;vx2X5jfenf/b2F5X++yqVK/bLqcgPLX+K/64N1rBcDIK+8Ob8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4h83BAAAA3Q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kIHsgA&#10;AADdAAAADwAAAGRycy9kb3ducmV2LnhtbESPT2sCMRTE74V+h/AKvRTNKlbW1ShaUKSHQv1zf26e&#10;u6ubl22S6raf3hQKHoeZ+Q0zmbWmFhdyvrKsoNdNQBDnVldcKNhtl50UhA/IGmvLpOCHPMymjw8T&#10;zLS98iddNqEQEcI+QwVlCE0mpc9LMui7tiGO3tE6gyFKV0jt8Brhppb9JBlKgxXHhRIbeispP2++&#10;jYLlms6jffO1Gvy61yI9HT7eF9sXpZ6f2vkYRKA23MP/7bVW0E8HPfh7E5+An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eQge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rxRsQA&#10;AADdAAAADwAAAGRycy9kb3ducmV2LnhtbESPT4vCMBTE7wt+h/AEb5paVEo1iiguC578g16fzbOt&#10;Ni+lydrutzcLC3scZuY3zGLVmUq8qHGlZQXjUQSCOLO65FzB+bQbJiCcR9ZYWSYFP+Rgtex9LDDV&#10;tuUDvY4+FwHCLkUFhfd1KqXLCjLoRrYmDt7dNgZ9kE0udYNtgJtKxlE0kwZLDgsF1rQpKHsev42C&#10;aD+tbvcLd8l1+5k9H+2O23Ks1KDfrecgPHX+P/zX/tIK4mQSw++b8ATk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68Ub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cz8sgA&#10;AADdAAAADwAAAGRycy9kb3ducmV2LnhtbESPT2sCMRTE74LfITzBS6lZrZbt1ihVsEgPBf/dXzev&#10;u6ubl22S6tZP3xQKHoeZ+Q0znbemFmdyvrKsYDhIQBDnVldcKNjvVvcpCB+QNdaWScEPeZjPup0p&#10;ZtpeeEPnbShEhLDPUEEZQpNJ6fOSDPqBbYij92mdwRClK6R2eIlwU8tRkjxKgxXHhRIbWpaUn7bf&#10;RsFqTaenQ/P1Or66SZEeP97fFrs7pfq99uUZRKA23ML/7bVWMErHD/D3Jj4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5zPy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/MqcYA&#10;AADdAAAADwAAAGRycy9kb3ducmV2LnhtbESPQWvCQBSE74X+h+UJvZmNIUpIXUUqKQVPammvr9ln&#10;kpp9G7Jrkv57t1DocZiZb5j1djKtGKh3jWUFiygGQVxa3XCl4P1czDMQziNrbC2Tgh9ysN08Pqwx&#10;13bkIw0nX4kAYZejgtr7LpfSlTUZdJHtiIN3sb1BH2RfSd3jGOCmlUkcr6TBhsNCjR291FReTzej&#10;ID4s26/LB0/Z5/61vH6PBY/NQqmn2bR7BuFp8v/hv/abVpBkaQq/b8IT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/Mqc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IusYA&#10;AADdAAAADwAAAGRycy9kb3ducmV2LnhtbESPQWvCQBSE7wX/w/IK3uqm0ZY0dRWJCl5r00Nvr9ln&#10;EpJ9G7JrjP56t1DocZiZb5jlejStGKh3tWUFz7MIBHFhdc2lgvxz/5SAcB5ZY2uZFFzJwXo1eVhi&#10;qu2FP2g4+lIECLsUFVTed6mUrqjIoJvZjjh4J9sb9EH2pdQ9XgLctDKOoldpsOawUGFHWUVFczwb&#10;BV/bppm/cTS/fQ9Z4rKfPI9PO6Wmj+PmHYSn0f+H/9oHrSBOFi/w+yY8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bIu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hRYMgA&#10;AADdAAAADwAAAGRycy9kb3ducmV2LnhtbESPQWvCQBSE74L/YXmFXqRuFBGJboJIBQU9VKXq7ZF9&#10;JqHZt2l2G2N/fbdQ6HGYmW+YRdqZSrTUuNKygtEwAkGcWV1yruB0XL/MQDiPrLGyTAoe5CBN+r0F&#10;xtre+Y3ag89FgLCLUUHhfR1L6bKCDLqhrYmDd7ONQR9kk0vd4D3ATSXHUTSVBksOCwXWtCoo+zh8&#10;GQUTai/L3fd1/375fPX2Njhv3eis1PNTt5yD8NT5//Bfe6MVjGeTKfy+CU9AJj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CFFg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jzVsYA&#10;AADdAAAADwAAAGRycy9kb3ducmV2LnhtbESPQWvCQBSE7wX/w/IK3uqmUdo0dRWJCl5r00Nvr9ln&#10;EpJ9G7JrjP56t1DocZiZb5jlejStGKh3tWUFz7MIBHFhdc2lgvxz/5SAcB5ZY2uZFFzJwXo1eVhi&#10;qu2FP2g4+lIECLsUFVTed6mUrqjIoJvZjjh4J9sb9EH2pdQ9XgLctDKOohdpsOawUGFHWUVFczwb&#10;BV/bppm/cTS/fQ9Z4rKfPI9PO6Wmj+PmHYSn0f+H/9oHrSBOFq/w+yY8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jzV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tgicQA&#10;AADdAAAADwAAAGRycy9kb3ducmV2LnhtbERPy4rCMBTdD/gP4QqzGTRVRKQaRWQEB8aFD3zsLs21&#10;LTY3nSZTq19vFoLLw3lPZo0pRE2Vyy0r6HUjEMSJ1TmnCva7ZWcEwnlkjYVlUnAnB7Np62OCsbY3&#10;3lC99akIIexiVJB5X8ZSuiQjg65rS+LAXWxl0AdYpVJXeAvhppD9KBpKgzmHhgxLWmSUXLf/RsGA&#10;6tP893FeH05/395evo4/rndU6rPdzMcgPDX+LX65V1pBfzQIc8Ob8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bYInEAAAA3Q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26pMkA&#10;AADdAAAADwAAAGRycy9kb3ducmV2LnhtbESPW2vCQBSE3wv9D8sR+lY3Xmg1dZWi9AKFglH09ZA9&#10;zaZmz6bZ1cT++q5Q8HGYmW+Y2aKzlThR40vHCgb9BARx7nTJhYLt5uV+AsIHZI2VY1JwJg+L+e3N&#10;DFPtWl7TKQuFiBD2KSowIdSplD43ZNH3XU0cvS/XWAxRNoXUDbYRbis5TJIHabHkuGCwpqWh/JAd&#10;rYL9ePTpzFvmju3q9few/nn83i0/lLrrdc9PIAJ14Rr+b79rBcPJeAqXN/E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126pM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mecEA&#10;AADdAAAADwAAAGRycy9kb3ducmV2LnhtbERPTYvCMBC9C/6HMII3TVdRSjXKKiqip3V370MztsVm&#10;UptY4783h4U9Pt73ch1MLTpqXWVZwcc4AUGcW11xoeDnez9KQTiPrLG2TApe5GC96veWmGn75C/q&#10;Lr4QMYRdhgpK75tMSpeXZNCNbUMcuattDfoI20LqFp8x3NRykiRzabDi2FBiQ9uS8tvlYRRMT7P7&#10;QW+KXVenB3c+XvehCr9KDQfhcwHCU/D/4j/3USuYpLO4P76JT0C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8pnnBAAAA3Q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a5vsQA&#10;AADdAAAADwAAAGRycy9kb3ducmV2LnhtbESPT4vCMBTE78J+h/CEvWlaYf3TNYqsLAjiwephj4/m&#10;2RSbl9LE2v32RhA8DjPzG2a57m0tOmp95VhBOk5AEBdOV1wqOJ9+R3MQPiBrrB2Tgn/ysF59DJaY&#10;aXfnI3V5KEWEsM9QgQmhyaT0hSGLfuwa4uhdXGsxRNmWUrd4j3Bby0mSTKXFiuOCwYZ+DBXX/GYV&#10;/C0Oi7Q322TfzTa7UDDitZsq9TnsN98gAvXhHX61d1rBZP6VwvNNf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2ub7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vtaMcA&#10;AADdAAAADwAAAGRycy9kb3ducmV2LnhtbESPT2sCMRTE74V+h/AK3mrWFEVXo5SCxYsHrf+Oj81z&#10;d9vNy7qJuvbTm4LQ4zAzv2Ems9ZW4kKNLx1r6HUTEMSZMyXnGjZf89chCB+QDVaOScONPMymz08T&#10;TI278oou65CLCGGfooYihDqV0mcFWfRdVxNH7+gaiyHKJpemwWuE20qqJBlIiyXHhQJr+igo+1mf&#10;rYZ9b/k7qt/arTqE0+JbfZ6y+W6gdeelfR+DCNSG//CjvTAa1LCv4O9NfAJye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b7Wj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MehsQA&#10;AADdAAAADwAAAGRycy9kb3ducmV2LnhtbESPUWvCMBSF3wf+h3AF32aqbirVKMUxUPZktx9waa5t&#10;tbkJSWa7f78Igz0ezjnf4Wz3g+nEnXxoLSuYTTMQxJXVLdcKvj7fn9cgQkTW2FkmBT8UYL8bPW0x&#10;17bnM93LWIsE4ZCjgiZGl0sZqoYMhql1xMm7WG8wJulrqT32CW46Oc+ypTTYclpo0NGhoepWfhsF&#10;6N3qzZWyPy+vH3i8ngp6sYVSk/FQbEBEGuJ/+K991Arm69cFPN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THob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yX9MgA&#10;AADdAAAADwAAAGRycy9kb3ducmV2LnhtbESPQWvCQBSE74X+h+UVvNVNrdUQXaWtBkRzqbYHb4/s&#10;MwnNvg3ZVaO/3hUKPQ4z8w0znXemFidqXWVZwUs/AkGcW11xoeB7lz7HIJxH1lhbJgUXcjCfPT5M&#10;MdH2zF902vpCBAi7BBWU3jeJlC4vyaDr24Y4eAfbGvRBtoXULZ4D3NRyEEUjabDisFBiQ58l5b/b&#10;o1GQpVmTbXgZ7xfHj9f96voz5nWqVO+pe5+A8NT5//Bfe6UVDOK3IdzfhCcgZ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HJf0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jXLMcA&#10;AADdAAAADwAAAGRycy9kb3ducmV2LnhtbESPQWvCQBSE74X+h+UVvNVNBUVTV5FAqIVWqBba4zP7&#10;TILZt3F3jem/dwWhx2FmvmHmy940oiPna8sKXoYJCOLC6ppLBd+7/HkKwgdkjY1lUvBHHpaLx4c5&#10;ptpe+Iu6bShFhLBPUUEVQptK6YuKDPqhbYmjd7DOYIjSlVI7vES4aeQoSSbSYM1xocKWsoqK4/Zs&#10;FGxOk/NH9/P7tnd93p6a9+xTz2qlBk/96hVEoD78h+/ttVYwmo7HcHsTn4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Y1yz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gn78QA&#10;AADdAAAADwAAAGRycy9kb3ducmV2LnhtbESP3YrCMBSE7xd8h3AE79ZUwR+6RhFBXUQQuz7AoTk2&#10;xeakNFG7Pr0RBC+HmfmGmS1aW4kbNb50rGDQT0AQ506XXCg4/a2/pyB8QNZYOSYF/+RhMe98zTDV&#10;7s5HumWhEBHCPkUFJoQ6ldLnhiz6vquJo3d2jcUQZVNI3eA9wm0lh0kylhZLjgsGa1oZyi/Z1Srg&#10;RK4P+7zScvM4TXZbk+1G10ypXrdd/oAI1IZP+N3+1QqG09EYXm/iE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YJ+/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85DMcA&#10;AADdAAAADwAAAGRycy9kb3ducmV2LnhtbESPQWvCQBSE7wX/w/KE3pqNVmsaXcVahdabUSjeHtln&#10;Esy+Ddmtpv76bkHocZiZb5jZojO1uFDrKssKBlEMgji3uuJCwWG/eUpAOI+ssbZMCn7IwWLee5hh&#10;qu2Vd3TJfCEChF2KCkrvm1RKl5dk0EW2IQ7eybYGfZBtIXWL1wA3tRzG8Ys0WHFYKLGhVUn5Ofs2&#10;CrLT8ajfeD36TMZutd0+316/Nu9KPfa75RSEp87/h+/tD61gmIwn8PcmPA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vOQz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gko8EA&#10;AADdAAAADwAAAGRycy9kb3ducmV2LnhtbERPzYrCMBC+L/gOYQRva6qiSNcoIgoe9rC6PsDQjE21&#10;mdQmavftdw6Cx4/vf7HqfK0e1MYqsIHRMANFXARbcWng9Lv7nIOKCdliHZgM/FGE1bL3scDchicf&#10;6HFMpZIQjjkacCk1udaxcOQxDkNDLNw5tB6TwLbUtsWnhPtaj7Nspj1WLA0OG9o4Kq7HuzcwPq0v&#10;m/PP5Ptym2S89a7b3g/OmEG/W3+BStSlt/jl3lvxzacyV97IE9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YJKPBAAAA3Q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ffS8cA&#10;AADdAAAADwAAAGRycy9kb3ducmV2LnhtbESPT2vCQBTE74LfYXmF3nTTUCVGV9FCoZeCf3qot2f2&#10;mQSzb9Pdrab99K4geBxm5jfMbNGZRpzJ+dqygpdhAoK4sLrmUsHX7n2QgfABWWNjmRT8kYfFvN+b&#10;Ya7thTd03oZSRAj7HBVUIbS5lL6oyKAf2pY4ekfrDIYoXSm1w0uEm0amSTKWBmuOCxW29FZRcdr+&#10;GgWrSbb6Wb/y5//msKf99+E0Sl2i1PNTt5yCCNSFR/je/tAK0mw0gd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n30vHAAAA3QAAAA8AAAAAAAAAAAAAAAAAmAIAAGRy&#10;cy9kb3ducmV2LnhtbFBLBQYAAAAABAAEAPUAAACMAwAAAAA=&#10;" fillcolor="black" stroked="f"/>
            <v:shape id="Freeform 55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n6cIA&#10;AADdAAAADwAAAGRycy9kb3ducmV2LnhtbERPTYvCMBC9C/sfwix4EU0rUkrXKMuioF7Eugseh2a2&#10;LTaT0sRa/705CB4f73u5HkwjeupcbVlBPItAEBdW11wq+D1vpykI55E1NpZJwYMcrFcfoyVm2t75&#10;RH3uSxFC2GWooPK+zaR0RUUG3cy2xIH7t51BH2BXSt3hPYSbRs6jKJEGaw4NFbb0U1FxzW9GwUEW&#10;/WS/oPhY9pfr5pj+meQUKzX+HL6/QHga/Fv8cu+0gnmahP3hTXg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yfpwgAAAN0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b7G8QA&#10;AADdAAAADwAAAGRycy9kb3ducmV2LnhtbESPUWvCQBCE3wv9D8cKfasXBSWmniKlhQqCVP0By902&#10;Ceb2Qm41aX+9Jwh9HGa+GWa5HnyjrtTFOrCByTgDRWyDq7k0cDp+vuagoiA7bAKTgV+KsF49Py2x&#10;cKHnb7oepFSphGOBBiqRttA62oo8xnFoiZP3EzqPkmRXatdhn8p9o6dZNtcea04LFbb0XpE9Hy7e&#10;wPRixfrF9m/3cZLZ/tj22SzfGPMyGjZvoIQG+Q8/6C+XuHw+gfub9AT0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W+xvEAAAA3Q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ay8cA&#10;AADdAAAADwAAAGRycy9kb3ducmV2LnhtbESPzWrDMBCE74W+g9hCbo1cF0JwooRSmtCAG5OfS2+L&#10;tLFMrZWxlMR9+6oQyHGYmW+Y+XJwrbhQHxrPCl7GGQhi7U3DtYLjYfU8BREissHWMyn4pQDLxePD&#10;HAvjr7yjyz7WIkE4FKjAxtgVUgZtyWEY+444eSffO4xJ9rU0PV4T3LUyz7KJdNhwWrDY0bsl/bM/&#10;OwV6/Vp+bMpvq8959VU326p0u5NSo6fhbQYi0hDv4Vv70yjIp5Mc/t+k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amsv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bpAMUA&#10;AADdAAAADwAAAGRycy9kb3ducmV2LnhtbESPQWuDQBSE74X+h+UFequrFiTYbEIQCsklUGtojw/3&#10;VSXuW3E3avLru4VCj8PMfMNsdovpxUSj6ywrSKIYBHFtdceNgurj7XkNwnlkjb1lUnAjB7vt48MG&#10;c21nfqep9I0IEHY5Kmi9H3IpXd2SQRfZgTh433Y06IMcG6lHnAPc9DKN40wa7DgstDhQ0VJ9Ka9G&#10;wWDu5+rreJri5BNTPRc8XzJW6mm17F9BeFr8f/ivfdAK0nX2Ar9vw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hukA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e7esQA&#10;AADdAAAADwAAAGRycy9kb3ducmV2LnhtbESPQYvCMBSE74L/ITzBm6YrIlqNIoLiSdAK1dujedsW&#10;m5fSRK376zeC4HGYmW+Yxao1lXhQ40rLCn6GEQjizOqScwXnZDuYgnAeWWNlmRS8yMFq2e0sMNb2&#10;yUd6nHwuAoRdjAoK7+tYSpcVZNANbU0cvF/bGPRBNrnUDT4D3FRyFEUTabDksFBgTZuCstvpbhSM&#10;L7N1ktL175bubCr3ycEetnel+r12PQfhqfXf8Ke91wpG08kY3m/C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Xu3r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aNsYA&#10;AADdAAAADwAAAGRycy9kb3ducmV2LnhtbESPQWvCQBSE74X+h+UVvNWNkYaQuooohUqhoC30+sw+&#10;k5js27i71fjvuwXB4zAz3zCzxWA6cSbnG8sKJuMEBHFpdcOVgu+vt+cchA/IGjvLpOBKHhbzx4cZ&#10;FtpeeEvnXahEhLAvUEEdQl9I6cuaDPqx7Ymjd7DOYIjSVVI7vES46WSaJJk02HBcqLGnVU1lu/s1&#10;Ck7Tdfvp9j/H/ccmv2ZteUrlJlNq9DQsX0EEGsI9fGu/awVpnr3A/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xaN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SBhMgA&#10;AADdAAAADwAAAGRycy9kb3ducmV2LnhtbESPT2vCQBTE7wW/w/IKvdVNQw0xuooWCr0U6p+D3p7Z&#10;ZxLMvk13txr76bsFweMwM79hpvPetOJMzjeWFbwMExDEpdUNVwq2m/fnHIQPyBpby6TgSh7ms8HD&#10;FAttL7yi8zpUIkLYF6igDqErpPRlTQb90HbE0TtaZzBE6SqpHV4i3LQyTZJMGmw4LtTY0VtN5Wn9&#10;YxQsx/ny++uVP39Xhz3td4fTKHWJUk+P/WICIlAf7uFb+0MrSPMsg/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lIGEyAAAAN0AAAAPAAAAAAAAAAAAAAAAAJgCAABk&#10;cnMvZG93bnJldi54bWxQSwUGAAAAAAQABAD1AAAAjQMAAAAA&#10;" fillcolor="black" stroked="f"/>
            <v:shape id="Freeform 62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fCLMYA&#10;AADdAAAADwAAAGRycy9kb3ducmV2LnhtbESPUWvCMBSF3wf7D+EKexma2gfnqlGGbLBhoUz9Adfm&#10;2haTm5Jk2v37RRj4eDjnfIezXA/WiAv50DlWMJ1kIIhrpztuFBz2H+M5iBCRNRrHpOCXAqxXjw9L&#10;LLS78jdddrERCcKhQAVtjH0hZahbshgmridO3sl5izFJ30jt8Zrg1sg8y2bSYsdpocWeNi3V592P&#10;VfCeH311xK2ps31jyq+qfH6tSqWeRsPbAkSkId7D/+1PrSCfz17g9iY9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fCL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WBdMIA&#10;AADdAAAADwAAAGRycy9kb3ducmV2LnhtbERPz2vCMBS+C/sfwht401SFotUoblAQBKduB4/P5tkU&#10;m5faRO3+++Uw8Pjx/V6sOluLB7W+cqxgNExAEBdOV1wq+PnOB1MQPiBrrB2Tgl/ysFq+9RaYaffk&#10;Az2OoRQxhH2GCkwITSalLwxZ9EPXEEfu4lqLIcK2lLrFZwy3tRwnSSotVhwbDDb0aai4Hu9WgZV4&#10;OpdpXuzWk+3XdlZ97G+5Uar/3q3nIAJ14SX+d2+0gvE0jXPjm/g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RYF0wgAAAN0AAAAPAAAAAAAAAAAAAAAAAJgCAABkcnMvZG93&#10;bnJldi54bWxQSwUGAAAAAAQABAD1AAAAhw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B07AD" w:rsidRPr="000575C7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B07AD" w:rsidRPr="000575C7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B07AD" w:rsidRPr="000575C7" w:rsidRDefault="00CB07AD" w:rsidP="00CB07A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B07AD" w:rsidRPr="000575C7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0575C7" w:rsidRDefault="00CB07AD" w:rsidP="00CB07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0575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B07AD" w:rsidRPr="000575C7" w:rsidRDefault="00CB07AD" w:rsidP="00CB07A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0575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B07AD" w:rsidRPr="000575C7" w:rsidRDefault="00CB07AD" w:rsidP="00CB07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0575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B07AD" w:rsidRPr="000575C7" w:rsidRDefault="00CB07AD" w:rsidP="00CB07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0575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B07AD" w:rsidRPr="000575C7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0575C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  <w:lang w:eastAsia="ru-RU"/>
        </w:rPr>
        <w:pict>
          <v:group id="Группа 2869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AaQ8MA&#10;AADdAAAADwAAAGRycy9kb3ducmV2LnhtbERPz2vCMBS+C/4P4Qm7aboIKp2xjJWNwU6zKjs+mmdb&#10;bF5KktXuv18Ogx0/vt/7YrK9GMmHzrGGx1UGgrh2puNGw6l6Xe5AhIhssHdMGn4oQHGYz/aYG3fn&#10;TxqPsREphEOOGtoYh1zKULdkMazcQJy4q/MWY4K+kcbjPYXbXqos20iLHaeGFgd6aam+Hb+tho9R&#10;bS5fb6Wt1o3a+np9LlXXa/2wmJ6fQESa4r/4z/1uNKjdNu1Pb9ITkId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AaQ8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o68QA&#10;AADdAAAADwAAAGRycy9kb3ducmV2LnhtbESPQYvCMBSE74L/ITzBi2haDyrVKCII6oKwVfD6aJ5t&#10;tXkpTdT67zeCsMdhZr5hFqvWVOJJjSstK4hHEQjizOqScwXn03Y4A+E8ssbKMil4k4PVsttZYKLt&#10;i3/pmfpcBAi7BBUU3teJlC4ryKAb2Zo4eFfbGPRBNrnUDb4C3FRyHEUTabDksFBgTZuCsnv6MArk&#10;Kd37/bQ0g/hwObaxvW1+sptS/V67noPw1Pr/8Le90wrGs2kMnzfhCc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Y6OvEAAAA3Q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dc1MgA&#10;AADdAAAADwAAAGRycy9kb3ducmV2LnhtbESPQWvCQBSE7wX/w/KEXkrdNGibpq5SCxbxUKi299fs&#10;M4lm38bdVVN/vSsUehxm5htmPO1MI47kfG1ZwcMgAUFcWF1zqeBrPb/PQPiArLGxTAp+ycN00rsZ&#10;Y67tiT/puAqliBD2OSqoQmhzKX1RkUE/sC1x9DbWGQxRulJqh6cIN41Mk+RRGqw5LlTY0ltFxW51&#10;MArmC9o9f7f79+HZjcps+/OxnK3vlLrtd68vIAJ14T/8115oBWn2lML1TXwCcnI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x1zU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eYMQA&#10;AADdAAAADwAAAGRycy9kb3ducmV2LnhtbESPQYvCMBSE7wv+h/AEb2uqsmupRhFFETytil6fzbOt&#10;Ni+libb7783CgsdhZr5hpvPWlOJJtSssKxj0IxDEqdUFZwqOh/VnDMJ5ZI2lZVLwSw7ms87HFBNt&#10;G/6h595nIkDYJagg975KpHRpTgZd31bEwbva2qAPss6krrEJcFPKYRR9S4MFh4UcK1rmlN73D6Mg&#10;2n2Vl+uJ2/i82qT3W7Pmphgo1eu2iwkIT61/h//bW61gGI9H8PcmPAE5e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anmD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JhO8gA&#10;AADdAAAADwAAAGRycy9kb3ducmV2LnhtbESPT2sCMRTE7wW/Q3hCL0WzFVvXrVFaQZEeCvXP/bl5&#10;3d26edkmUVc/vSkUehxm5jfMZNaaWpzI+cqygsd+AoI4t7riQsF2s+ilIHxA1lhbJgUX8jCbdu4m&#10;mGl75k86rUMhIoR9hgrKEJpMSp+XZND3bUMcvS/rDIYoXSG1w3OEm1oOkuRZGqw4LpTY0Lyk/LA+&#10;GgWLFR3Gu+ZnOby6pyL93n+8v20elLrvtq8vIAK14T/8115pBYN0NITfN/EJyO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YmE7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+jj8YA&#10;AADdAAAADwAAAGRycy9kb3ducmV2LnhtbESPQWvCQBSE74X+h+UJvZmNgWhIXUUqKQVPammvr9ln&#10;kpp9G7Jrkv57t1DocZiZb5j1djKtGKh3jWUFiygGQVxa3XCl4P1czDMQziNrbC2Tgh9ysN08Pqwx&#10;13bkIw0nX4kAYZejgtr7LpfSlTUZdJHtiIN3sb1BH2RfSd3jGOCmlUkcL6XBhsNCjR291FReTzej&#10;ID6k7dflg6fsc/9aXr/HgsdmodTTbNo9g/A0+f/wX/tNK0iyVQq/b8IT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+jj8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iccMYA&#10;AADdAAAADwAAAGRycy9kb3ducmV2LnhtbESPQWvCQBSE74L/YXlCb7ppBJumriLRgtdqeujtNftM&#10;QrJvQ3aNaX+9Wyh4HGbmG2a9HU0rBupdbVnB8yICQVxYXXOpID+/zxMQziNrbC2Tgh9ysN1MJ2tM&#10;tb3xBw0nX4oAYZeigsr7LpXSFRUZdAvbEQfvYnuDPsi+lLrHW4CbVsZRtJIGaw4LFXaUVVQ0p6tR&#10;8LlvmuUrR8vfryFLXPad5/HloNTTbNy9gfA0+kf4v33UCuLkZQV/b8ITkJ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icc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+RsgA&#10;AADdAAAADwAAAGRycy9kb3ducmV2LnhtbESPQWvCQBSE7wX/w/IKvZRmo0iV1FVEFCq0h2rReHtk&#10;n0kw+zZm15j217sFocdhZr5hJrPOVKKlxpWWFfSjGARxZnXJuYLv7eplDMJ5ZI2VZVLwQw5m097D&#10;BBNtr/xF7cbnIkDYJaig8L5OpHRZQQZdZGvi4B1tY9AH2eRSN3gNcFPJQRy/SoMlh4UCa1oUlJ02&#10;F6NgSG06//g9fO7S89Lb4/N+7fp7pZ4eu/kbCE+d/w/f2+9awWA8GsHfm/A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KD5G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utmcMA&#10;AADdAAAADwAAAGRycy9kb3ducmV2LnhtbERPPW/CMBDdK/EfrENiKw5BakPAIBSo1BWaDmxHfCRR&#10;4nMUm5D219cDUsen973ZjaYVA/WutqxgMY9AEBdW11wqyL8+XhMQziNrbC2Tgh9ysNtOXjaYavvg&#10;Ew1nX4oQwi5FBZX3XSqlKyoy6Oa2Iw7czfYGfYB9KXWPjxBuWhlH0Zs0WHNoqLCjrKKiOd+Ngu9D&#10;0yxXHC1/L0OWuOya5/HtqNRsOu7XIDyN/l/8dH9qBXHyHuaGN+EJ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utmc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sPr8gA&#10;AADdAAAADwAAAGRycy9kb3ducmV2LnhtbESPQWvCQBSE70L/w/IKvUjdKMWmqauIVKigB62ovT2y&#10;zyQ0+zZm1xj767uC0OMwM98wo0lrStFQ7QrLCvq9CARxanXBmYLt1/w5BuE8ssbSMim4koPJ+KEz&#10;wkTbC6+p2fhMBAi7BBXk3leJlC7NyaDr2Yo4eEdbG/RB1pnUNV4C3JRyEEVDabDgsJBjRbOc0p/N&#10;2Sh4oeYwXf5+r3aH04e3x+5+4fp7pZ4e2+k7CE+t/w/f259awSB+fYPbm/AE5Pg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+w+v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6po8UA&#10;AADdAAAADwAAAGRycy9kb3ducmV2LnhtbERPXWvCMBR9H/gfwhV8m+l0bKUziijTgSDYje310tw1&#10;nc1N10Rb/fXmYbDHw/meLXpbizO1vnKs4GGcgCAunK64VPDx/nqfgvABWWPtmBRcyMNiPribYaZd&#10;xwc656EUMYR9hgpMCE0mpS8MWfRj1xBH7tu1FkOEbSl1i10Mt7WcJMmTtFhxbDDY0MpQccxPVsHX&#10;43TvzDZ3p269uR4Pv88/n6udUqNhv3wBEagP/+I/95tWMEnTuD++i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3qmj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vpcUA&#10;AADdAAAADwAAAGRycy9kb3ducmV2LnhtbESPT2vCQBTE70K/w/IK3nSjUgnRjbSlitRTU70/si9/&#10;MPs2zW7j9tt3CwWPw8z8htnugunESINrLStYzBMQxKXVLdcKzp/7WQrCeWSNnWVS8EMOdvnDZIuZ&#10;tjf+oLHwtYgQdhkqaLzvMyld2ZBBN7c9cfQqOxj0UQ611APeItx0cpkka2mw5bjQYE+vDZXX4tso&#10;WL0/fR30S/02dunBnY7VPrThotT0MTxvQHgK/h7+bx+1gmWaLuDvTXwCMv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0C+l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QLjsUA&#10;AADdAAAADwAAAGRycy9kb3ducmV2LnhtbESPwWrDMBBE74X+g9hCbo1sH1zHiWJMQiFQemiSQ46L&#10;tbFMrJWxVMf5+6pQ6HGYmTfMppptLyYafedYQbpMQBA3TnfcKjif3l8LED4ga+wdk4IHeai2z08b&#10;LLW78xdNx9CKCGFfogITwlBK6RtDFv3SDcTRu7rRYohybKUe8R7htpdZkuTSYsdxweBAO0PN7fht&#10;FVxWn6t0NvvkY3qrD6FhxNuUK7V4mes1iEBz+A//tQ9aQVYUGfy+i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AuO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dktMcA&#10;AADdAAAADwAAAGRycy9kb3ducmV2LnhtbESPQWvCQBSE74L/YXlCb3WTCBKjaxDB4qWHamt7fGSf&#10;Sdrs25jdauqvd4WCx2FmvmEWeW8acabO1ZYVxOMIBHFhdc2lgvf95jkF4TyyxsYyKfgjB/lyOFhg&#10;pu2F3+i886UIEHYZKqi8bzMpXVGRQTe2LXHwjrYz6IPsSqk7vAS4aWQSRVNpsOawUGFL64qKn92v&#10;UfAZv15n7aT/SL78afudvJyKzWGq1NOoX81BeOr9I/zf3moFSZpO4P4mPA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3ZLT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qqtcMA&#10;AADdAAAADwAAAGRycy9kb3ducmV2LnhtbESPUWvCMBSF3wf+h3CFvc1UEVc6oxRl4PDJuh9waa5t&#10;tbkJSbTdv18Gwh4P55zvcNbb0fTiQT50lhXMZxkI4trqjhsF3+fPtxxEiMgae8uk4IcCbDeTlzUW&#10;2g58okcVG5EgHApU0MboCilD3ZLBMLOOOHkX6w3GJH0jtcchwU0vF1m2kgY7TgstOtq1VN+qu1GA&#10;3r3vXSWH0+p6xMP1q6SlLZV6nY7lB4hIY/wPP9sHrWCR50v4e5Oe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Zqqt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AeKMcA&#10;AADdAAAADwAAAGRycy9kb3ducmV2LnhtbESPQWvCQBSE70L/w/IK3nSjxRpSV6nWgNRcTNuDt0f2&#10;mYRm34bsqrG/vlsoeBxm5htmsepNIy7Uudqygsk4AkFcWF1zqeDzIx3FIJxH1thYJgU3crBaPgwW&#10;mGh75QNdcl+KAGGXoILK+zaR0hUVGXRj2xIH72Q7gz7IrpS6w2uAm0ZOo+hZGqw5LFTY0qai4js/&#10;GwVZmrXZnrfx8e28fjrufr7m/J4qNXzsX19AeOr9Pfzf3mkF0ziewd+b8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wHij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lHMYA&#10;AADdAAAADwAAAGRycy9kb3ducmV2LnhtbESPQWvCQBSE74X+h+UJvdWNHkKMrlIEqUIVagU9vmZf&#10;k9Ds27i7xvjv3YLQ4zAz3zCzRW8a0ZHztWUFo2ECgriwuuZSweFr9ZqB8AFZY2OZFNzIw2L+/DTD&#10;XNsrf1K3D6WIEPY5KqhCaHMpfVGRQT+0LXH0fqwzGKJ0pdQOrxFuGjlOklQarDkuVNjSsqLid38x&#10;Cnbn9PLRHU/v365ftedms9zqSa3Uy6B/m4II1If/8KO91grGWZbC3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plH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SuM8UA&#10;AADdAAAADwAAAGRycy9kb3ducmV2LnhtbESP0WrCQBRE34X+w3ILfdNNhTYhdRUp2JZQEKMfcMne&#10;ZoPZuyG7Jqlf7xYKPg4zc4ZZbSbbioF63zhW8LxIQBBXTjdcKzgdd/MMhA/IGlvHpOCXPGzWD7MV&#10;5tqNfKChDLWIEPY5KjAhdLmUvjJk0S9cRxy9H9dbDFH2tdQ9jhFuW7lMkldpseG4YLCjd0PVubxY&#10;BZzI3f67arX8uJ7S4tOUxculVOrpcdq+gQg0hXv4v/2lFSyzLIW/N/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K4z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CBOcQA&#10;AADdAAAADwAAAGRycy9kb3ducmV2LnhtbERPy2rCQBTdF/oPwxW6aybaBzHNKGorqDujULK7ZK5J&#10;aOZOyEw1+vXOotDl4byz+WBacabeNZYVjKMYBHFpdcOVguNh/ZyAcB5ZY2uZFFzJwXz2+JBhqu2F&#10;93TOfSVCCLsUFdTed6mUrqzJoItsRxy4k+0N+gD7SuoeLyHctHISx+/SYMOhocaOVjWVP/mvUZCf&#10;ikIv+et1m7y51W73cpt+rz+VehoNiw8Qngb/L/5zb7SCSZKEueFNeAJ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QgTn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Stf8QA&#10;AADdAAAADwAAAGRycy9kb3ducmV2LnhtbESP3YrCMBSE74V9h3AWvNNUhaVWUxFR8GIv/HuAQ3Ns&#10;WpuT2kTtvr1ZWNjLYeabYZar3jbiSZ2vHCuYjBMQxIXTFZcKLufdKAXhA7LGxjEp+CEPq/xjsMRM&#10;uxcf6XkKpYgl7DNUYEJoMyl9YciiH7uWOHpX11kMUXal1B2+Yrlt5DRJvqTFiuOCwZY2horb6WEV&#10;TC/renM9zL7r+yzhrTX99nE0Sg0/+/UCRKA+/If/6L2OXJrO4fdNfAIyf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0rX/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TMTMQA&#10;AADdAAAADwAAAGRycy9kb3ducmV2LnhtbERPz2vCMBS+C/4P4QneNLU4qZ1RdDDwMphuh3l7Ns+2&#10;2LzUJGq3v345CB4/vt+LVWcacSPna8sKJuMEBHFhdc2lgu+v91EGwgdkjY1lUvBLHlbLfm+BubZ3&#10;3tFtH0oRQ9jnqKAKoc2l9EVFBv3YtsSRO1lnMEToSqkd3mO4aWSaJDNpsObYUGFLbxUV5/3VKNjM&#10;s83lc8off7vjgQ4/x/NL6hKlhoNu/QoiUBee4od7qxWk2Tzuj2/i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kzEzEAAAA3QAAAA8AAAAAAAAAAAAAAAAAmAIAAGRycy9k&#10;b3ducmV2LnhtbFBLBQYAAAAABAAEAPUAAACJ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ryVcUA&#10;AADdAAAADwAAAGRycy9kb3ducmV2LnhtbESPT4vCMBTE78J+h/AWvIimFZHaNcqyKKgX8c/CHh/N&#10;27bYvJQm1vrtjSB4HGbmN8x82ZlKtNS40rKCeBSBIM6sLjlXcD6thwkI55E1VpZJwZ0cLBcfvTmm&#10;2t74QO3R5yJA2KWooPC+TqV0WUEG3cjWxMH7t41BH2STS93gLcBNJcdRNJUGSw4LBdb0U1B2OV6N&#10;gp3M2sF2QvE+b/8uq33ya6aHWKn+Z/f9BcJT59/hV3ujFYyTWQzPN+EJ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6vJV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EVS8UA&#10;AADdAAAADwAAAGRycy9kb3ducmV2LnhtbESPUWvCQBCE3wv+h2MF3+qlAUtMPUXEQoVCqfoDlrtt&#10;EprbC7nVRH99r1Do4zDzzTCrzehbdaU+NoENPM0zUMQ2uIYrA+fT62MBKgqywzYwGbhRhM168rDC&#10;0oWBP+l6lEqlEo4lGqhFulLraGvyGOehI07eV+g9SpJ9pV2PQyr3rc6z7Fl7bDgt1NjRrib7fbx4&#10;A/nFivXLw/19f5bFx6kbskWxNWY2HbcvoIRG+Q//0W8uccUyh9836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0RVLxQAAAN0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Pd8YA&#10;AADdAAAADwAAAGRycy9kb3ducmV2LnhtbESPQWsCMRSE7wX/Q3hCbzXrCkVXoxRpSwtbRduLt0fy&#10;3CzdvCybqNt/b4SCx2FmvmEWq9414kxdqD0rGI8yEMTam5orBT/fb09TECEiG2w8k4I/CrBaDh4W&#10;WBh/4R2d97ESCcKhQAU2xraQMmhLDsPIt8TJO/rOYUyyq6Tp8JLgrpF5lj1LhzWnBYstrS3p3/3J&#10;KdDvk/L1szxYfcq3X1W92ZZud1Tqcdi/zEFE6uM9/N/+MAry6WwC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NPd8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BU8QA&#10;AADdAAAADwAAAGRycy9kb3ducmV2LnhtbESPQYvCMBSE74L/ITzBm6YWEe0aRQRBL8K6FT0+mrdt&#10;sXkpTWyrv36zsLDHYWa+Ydbb3lSipcaVlhXMphEI4szqknMF6ddhsgThPLLGyjIpeJGD7WY4WGOi&#10;bcef1F58LgKEXYIKCu/rREqXFWTQTW1NHLxv2xj0QTa51A12AW4qGUfRQhosOSwUWNO+oOxxeRoF&#10;tXlf0/vp3EazG8a623P3WLBS41G/+wDhqff/4b/2USuIl6s5/L4JT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6AVP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5uxsUA&#10;AADdAAAADwAAAGRycy9kb3ducmV2LnhtbESPQYvCMBSE7wv+h/CEva2psi61GkUExZOwVqjeHs2z&#10;LTYvpYla/fVmYcHjMDPfMLNFZ2pxo9ZVlhUMBxEI4tzqigsFh3T9FYNwHlljbZkUPMjBYt77mGGi&#10;7Z1/6bb3hQgQdgkqKL1vEildXpJBN7ANcfDOtjXog2wLqVu8B7ip5SiKfqTBisNCiQ2tSsov+6tR&#10;8H2cLNOMTs9LtrGZ3KY7u1tflfrsd8spCE+df4f/21utYBRPxvD3JjwBOX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jm7G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0ZsYA&#10;AADdAAAADwAAAGRycy9kb3ducmV2LnhtbESPQWvCQBSE74X+h+UVequbphBidJXSUqgIglro9Zl9&#10;Jmmyb+PuVuO/dwXB4zAz3zDT+WA6cSTnG8sKXkcJCOLS6oYrBT/br5cchA/IGjvLpOBMHuazx4cp&#10;FtqeeE3HTahEhLAvUEEdQl9I6cuaDPqR7Ymjt7fOYIjSVVI7PEW46WSaJJk02HBcqLGnj5rKdvNv&#10;FBzePtuV2/3+7ZaL/Jy15SGVi0yp56fhfQIi0BDu4Vv7WytI83EG1zfxCc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u0Z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1UOMgA&#10;AADdAAAADwAAAGRycy9kb3ducmV2LnhtbESPT2vCQBTE7wW/w/IEb3XTUGtMXUULhV4K9c+h3p7Z&#10;1ySYfRt3V4399F2h4HGYmd8w03lnGnEm52vLCp6GCQjiwuqaSwXbzftjBsIHZI2NZVJwJQ/zWe9h&#10;irm2F17ReR1KESHsc1RQhdDmUvqiIoN+aFvi6P1YZzBE6UqpHV4i3DQyTZIXabDmuFBhS28VFYf1&#10;yShYTrLl8euZP39X+x3tvveHUeoSpQb9bvEKIlAX7uH/9odWkGaTMd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DVQ4yAAAAN0AAAAPAAAAAAAAAAAAAAAAAJgCAABk&#10;cnMvZG93bnJldi54bWxQSwUGAAAAAAQABAD1AAAAjQMAAAAA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mecMA&#10;AADdAAAADwAAAGRycy9kb3ducmV2LnhtbERP3WrCMBS+H/gO4Qi7GZquF6KdUYY4cFgo/jzAsTlr&#10;y5KTkkTt3n65ELz8+P6X68EacSMfOscK3qcZCOLa6Y4bBefT12QOIkRkjcYxKfijAOvV6GWJhXZ3&#10;PtDtGBuRQjgUqKCNsS+kDHVLFsPU9cSJ+3HeYkzQN1J7vKdwa2SeZTNpsePU0GJPm5bq3+PVKtjm&#10;F19dcG/q7NSY8rsq3xZVqdTrePj8ABFpiE/xw73TCvL5Is1Nb9IT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0mec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xUyMYA&#10;AADdAAAADwAAAGRycy9kb3ducmV2LnhtbESPQWvCQBSE70L/w/IK3nRTBTGpa0gLAUHQanvo8TX7&#10;mg3Nvo3ZVdN/3xUKHoeZ+YZZ5YNtxYV63zhW8DRNQBBXTjdcK/h4LydLED4ga2wdk4Jf8pCvH0Yr&#10;zLS78oEux1CLCGGfoQITQpdJ6StDFv3UdcTR+3a9xRBlX0vd4zXCbStnSbKQFhuOCwY7ejVU/RzP&#10;VoGV+PlVL8pqV8y3+23avLydSqPU+HEonkEEGsI9/N/eaAWzZZrC7U18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xUyM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B07AD" w:rsidRPr="000575C7" w:rsidRDefault="00CB07AD" w:rsidP="00CB07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0575C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B07AD" w:rsidRPr="000575C7" w:rsidRDefault="00CB07AD" w:rsidP="00CB07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0575C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Х___</w:t>
      </w:r>
      <w:r w:rsidRPr="000575C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сесії сільської ради   </w:t>
      </w:r>
      <w:r w:rsidRPr="000575C7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0575C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CB07AD" w:rsidRPr="000575C7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0575C7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.01.2020</w:t>
      </w:r>
      <w:r w:rsidRPr="000575C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р.                             Крупець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№  </w:t>
      </w:r>
    </w:p>
    <w:p w:rsidR="00CB07AD" w:rsidRPr="003E72C0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B07AD" w:rsidRDefault="00CB07AD" w:rsidP="00CB07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 w:rsidRPr="00C62182"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припинення права користування</w:t>
      </w:r>
    </w:p>
    <w:p w:rsidR="00CB07AD" w:rsidRDefault="00CB07AD" w:rsidP="00CB07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 xml:space="preserve">земельною ділянкою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Славутськогор</w:t>
      </w:r>
      <w:proofErr w:type="spellEnd"/>
    </w:p>
    <w:p w:rsidR="00CB07AD" w:rsidRPr="009D0DFC" w:rsidRDefault="00CB07AD" w:rsidP="00CB07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ar-SA"/>
        </w:rPr>
        <w:t>районного споживчого товариства</w:t>
      </w:r>
    </w:p>
    <w:p w:rsidR="00CB07AD" w:rsidRPr="003E72C0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3E72C0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Default="00CB07AD" w:rsidP="00CB07A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Відповідно до пункту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34 частини 1 статті 26,  ст.</w:t>
      </w: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1</w:t>
      </w: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42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ст.141, ст.149 Земельного кодексу України, розглянувши клопотання Славутського  районного споживчого товариства та додані копії належних документів,  </w:t>
      </w: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рада </w:t>
      </w:r>
    </w:p>
    <w:p w:rsidR="00CB07AD" w:rsidRPr="003E72C0" w:rsidRDefault="00CB07AD" w:rsidP="00CB07A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В И Р І Ш И Л А </w:t>
      </w: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:</w:t>
      </w:r>
    </w:p>
    <w:p w:rsidR="00CB07AD" w:rsidRPr="003E72C0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3E72C0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C62182" w:rsidRDefault="00CB07AD" w:rsidP="00CB07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ar-SA"/>
        </w:rPr>
      </w:pP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Припинити право користування  на земельну ділянку Славутського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районного споживчого товариства площею  0,2020га, яка надана для виробничих потреб, що розташована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с.Лисиче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вулиці Шкільна, буд.3 у зв’язку з набуттям іншою особою права власності на будівлю, яка розташована на земельній ділянці.</w:t>
      </w:r>
    </w:p>
    <w:p w:rsidR="00CB07AD" w:rsidRDefault="00CB07AD" w:rsidP="00CB07A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3E72C0" w:rsidRDefault="00CB07AD" w:rsidP="00CB07A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CB07AD" w:rsidRPr="003E72C0" w:rsidRDefault="00CB07AD" w:rsidP="00CB07AD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3E72C0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3E72C0" w:rsidRDefault="00CB07AD" w:rsidP="00CB07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3E72C0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B07AD" w:rsidRPr="003E72C0" w:rsidRDefault="00CB07AD" w:rsidP="00CB07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1465A" w:rsidRDefault="00CB07AD" w:rsidP="00CB07AD">
      <w:r w:rsidRPr="003E72C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</w:t>
      </w:r>
    </w:p>
    <w:sectPr w:rsidR="0031465A" w:rsidSect="003146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B07AD"/>
    <w:rsid w:val="00171A2E"/>
    <w:rsid w:val="00304C90"/>
    <w:rsid w:val="0031465A"/>
    <w:rsid w:val="00505B6D"/>
    <w:rsid w:val="006D3977"/>
    <w:rsid w:val="007D6C18"/>
    <w:rsid w:val="00CB07A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7AD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200</Words>
  <Characters>1143</Characters>
  <Application>Microsoft Office Word</Application>
  <DocSecurity>0</DocSecurity>
  <Lines>9</Lines>
  <Paragraphs>2</Paragraphs>
  <ScaleCrop>false</ScaleCrop>
  <Company>Microsoft</Company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2020-01-13T06:50:00Z</dcterms:created>
  <dcterms:modified xsi:type="dcterms:W3CDTF">2020-01-13T06:50:00Z</dcterms:modified>
</cp:coreProperties>
</file>