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E11" w:rsidRPr="00B623A8" w:rsidRDefault="004E4E11" w:rsidP="004E4E11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4E11" w:rsidRDefault="004E4E11" w:rsidP="004E4E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E4E11" w:rsidRDefault="004E4E11" w:rsidP="004E4E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E4E11" w:rsidRDefault="004E4E11" w:rsidP="004E4E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4E11" w:rsidRDefault="004E4E11" w:rsidP="004E4E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4E11" w:rsidRDefault="004E4E11" w:rsidP="004E4E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4E11" w:rsidRDefault="004E4E11" w:rsidP="004E4E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4E11" w:rsidRDefault="004E4E11" w:rsidP="004E4E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E4E11" w:rsidRDefault="004E4E11" w:rsidP="004E4E1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E4E11" w:rsidRDefault="004E4E11" w:rsidP="004E4E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E4E11" w:rsidRDefault="004E4E11" w:rsidP="004E4E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E4E11" w:rsidRDefault="004E4E11" w:rsidP="004E4E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4E11" w:rsidRDefault="004E4E11" w:rsidP="004E4E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E4E11" w:rsidRDefault="004E4E11" w:rsidP="004E4E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4E11" w:rsidRDefault="004E4E11" w:rsidP="004E4E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E4E11" w:rsidRDefault="004E4E11" w:rsidP="004E4E1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E4E11" w:rsidRPr="00FC4B24" w:rsidRDefault="004E4E11" w:rsidP="004E4E1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№30</w:t>
      </w:r>
    </w:p>
    <w:p w:rsidR="004E4E11" w:rsidRPr="008E2C07" w:rsidRDefault="004E4E11" w:rsidP="004E4E11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4E4E11" w:rsidRPr="008E2C07" w:rsidRDefault="004E4E11" w:rsidP="004E4E11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4E4E11" w:rsidRPr="008E2C07" w:rsidRDefault="004E4E11" w:rsidP="004E4E11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</w:p>
    <w:p w:rsidR="004E4E11" w:rsidRPr="008E2C07" w:rsidRDefault="004E4E11" w:rsidP="004E4E11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4E4E11" w:rsidRPr="008E2C07" w:rsidRDefault="004E4E11" w:rsidP="004E4E11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Зубову О.В.</w:t>
      </w:r>
    </w:p>
    <w:p w:rsidR="004E4E11" w:rsidRPr="008E2C07" w:rsidRDefault="004E4E11" w:rsidP="004E4E11">
      <w:pPr>
        <w:tabs>
          <w:tab w:val="left" w:pos="945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4E4E11" w:rsidRPr="008E2C07" w:rsidRDefault="004E4E11" w:rsidP="004E4E1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Зубова О.В., 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4E4E11" w:rsidRDefault="004E4E11" w:rsidP="004E4E1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4E4E11" w:rsidRPr="008E2C07" w:rsidRDefault="004E4E11" w:rsidP="004E4E1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1. </w:t>
      </w:r>
      <w:proofErr w:type="spellStart"/>
      <w:r w:rsidRPr="008E2C07"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Зубову </w:t>
      </w:r>
      <w:proofErr w:type="spellStart"/>
      <w:r>
        <w:rPr>
          <w:rFonts w:ascii="Times New Roman" w:hAnsi="Times New Roman"/>
          <w:sz w:val="24"/>
        </w:rPr>
        <w:t>Олександру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Васильовичу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 w:rsidRPr="008E2C07">
        <w:rPr>
          <w:rFonts w:ascii="Times New Roman" w:hAnsi="Times New Roman"/>
          <w:sz w:val="24"/>
        </w:rPr>
        <w:t xml:space="preserve"> за </w:t>
      </w:r>
      <w:proofErr w:type="spellStart"/>
      <w:r w:rsidRPr="008E2C07">
        <w:rPr>
          <w:rFonts w:ascii="Times New Roman" w:hAnsi="Times New Roman"/>
          <w:sz w:val="24"/>
        </w:rPr>
        <w:t>адре</w:t>
      </w:r>
      <w:r>
        <w:rPr>
          <w:rFonts w:ascii="Times New Roman" w:hAnsi="Times New Roman"/>
          <w:sz w:val="24"/>
        </w:rPr>
        <w:t>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A050C4">
        <w:rPr>
          <w:rFonts w:ascii="Times New Roman" w:hAnsi="Times New Roman"/>
          <w:sz w:val="24"/>
          <w:lang w:val="uk-UA"/>
        </w:rPr>
        <w:t>_______________</w:t>
      </w:r>
      <w:bookmarkStart w:id="0" w:name="_GoBack"/>
      <w:bookmarkEnd w:id="0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проекту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0,2360 </w:t>
      </w:r>
      <w:r w:rsidRPr="008E2C07">
        <w:rPr>
          <w:rFonts w:ascii="Times New Roman" w:hAnsi="Times New Roman"/>
          <w:sz w:val="24"/>
        </w:rPr>
        <w:t xml:space="preserve">га, для </w:t>
      </w:r>
      <w:proofErr w:type="spellStart"/>
      <w:r w:rsidRPr="008E2C07">
        <w:rPr>
          <w:rFonts w:ascii="Times New Roman" w:hAnsi="Times New Roman"/>
          <w:sz w:val="24"/>
        </w:rPr>
        <w:t>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особистого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селянського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господарства</w:t>
      </w:r>
      <w:proofErr w:type="spellEnd"/>
      <w:r w:rsidRPr="008E2C07">
        <w:rPr>
          <w:rFonts w:ascii="Times New Roman" w:hAnsi="Times New Roman"/>
          <w:sz w:val="24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</w:rPr>
        <w:t>розташована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на</w:t>
      </w:r>
      <w:proofErr w:type="gram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території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Крупець</w:t>
      </w:r>
      <w:r>
        <w:rPr>
          <w:rFonts w:ascii="Times New Roman" w:hAnsi="Times New Roman"/>
          <w:sz w:val="24"/>
        </w:rPr>
        <w:t>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 в с</w:t>
      </w:r>
      <w:r w:rsidRPr="008E2C0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Стригани</w:t>
      </w:r>
      <w:proofErr w:type="spellEnd"/>
      <w:r>
        <w:rPr>
          <w:rFonts w:ascii="Times New Roman" w:hAnsi="Times New Roman"/>
          <w:sz w:val="24"/>
        </w:rPr>
        <w:t>.</w:t>
      </w:r>
    </w:p>
    <w:p w:rsidR="004E4E11" w:rsidRPr="008E2C07" w:rsidRDefault="004E4E11" w:rsidP="004E4E1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>. Зубову О.В.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 w:rsidRPr="008E2C07">
        <w:rPr>
          <w:rFonts w:ascii="Times New Roman" w:hAnsi="Times New Roman"/>
          <w:sz w:val="24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ради</w:t>
      </w:r>
      <w:proofErr w:type="gramEnd"/>
      <w:r w:rsidRPr="008E2C07">
        <w:rPr>
          <w:rFonts w:ascii="Times New Roman" w:hAnsi="Times New Roman"/>
          <w:sz w:val="24"/>
        </w:rPr>
        <w:t>.</w:t>
      </w:r>
    </w:p>
    <w:p w:rsidR="004E4E11" w:rsidRPr="008E2C07" w:rsidRDefault="004E4E11" w:rsidP="004E4E1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4E4E11" w:rsidRPr="008E2C07" w:rsidRDefault="004E4E11" w:rsidP="004E4E1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4E4E11" w:rsidRPr="008E2C07" w:rsidRDefault="004E4E11" w:rsidP="004E4E1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4E4E11" w:rsidRPr="008E2C07" w:rsidRDefault="004E4E11" w:rsidP="004E4E1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4E4E11" w:rsidRPr="008E2C07" w:rsidRDefault="004E4E11" w:rsidP="004E4E1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4E4E11" w:rsidRDefault="004E4E11" w:rsidP="004E4E11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1410AF" w:rsidRDefault="001410AF"/>
    <w:sectPr w:rsidR="001410A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E11"/>
    <w:rsid w:val="001410AF"/>
    <w:rsid w:val="00171A2E"/>
    <w:rsid w:val="00304C90"/>
    <w:rsid w:val="004E4E11"/>
    <w:rsid w:val="00505B6D"/>
    <w:rsid w:val="006D3977"/>
    <w:rsid w:val="007D6C18"/>
    <w:rsid w:val="00A050C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E4E1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E4E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E4E11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E4E1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E4E1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E4E11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226</Words>
  <Characters>1292</Characters>
  <Application>Microsoft Office Word</Application>
  <DocSecurity>0</DocSecurity>
  <Lines>10</Lines>
  <Paragraphs>3</Paragraphs>
  <ScaleCrop>false</ScaleCrop>
  <Company>Microsoft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2020-10-16T17:15:00Z</dcterms:created>
  <dcterms:modified xsi:type="dcterms:W3CDTF">2020-10-16T18:00:00Z</dcterms:modified>
</cp:coreProperties>
</file>