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B71" w:rsidRDefault="00535B71" w:rsidP="00535B7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71" w:rsidRDefault="00535B71" w:rsidP="00535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B71" w:rsidRDefault="00535B71" w:rsidP="00535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71" w:rsidRDefault="00535B71" w:rsidP="00535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B71" w:rsidRDefault="00535B71" w:rsidP="00535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71" w:rsidRDefault="00535B71" w:rsidP="00535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B71" w:rsidRDefault="00535B71" w:rsidP="00535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71" w:rsidRDefault="00535B71" w:rsidP="00535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B71" w:rsidRDefault="00535B71" w:rsidP="00535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71" w:rsidRDefault="00535B71" w:rsidP="00535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B71" w:rsidRDefault="00535B71" w:rsidP="00535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71" w:rsidRDefault="00535B71" w:rsidP="00535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B71" w:rsidRDefault="00535B71" w:rsidP="00535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71" w:rsidRDefault="00535B71" w:rsidP="00535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B71" w:rsidRDefault="00535B71" w:rsidP="00535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71" w:rsidRDefault="00535B71" w:rsidP="00535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B71" w:rsidRDefault="00535B71" w:rsidP="00535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71" w:rsidRDefault="00535B71" w:rsidP="00535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B71" w:rsidRDefault="00535B71" w:rsidP="00535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71" w:rsidRDefault="00535B71" w:rsidP="00535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B71" w:rsidRDefault="00535B71" w:rsidP="00535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71" w:rsidRDefault="00535B71" w:rsidP="00535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71" w:rsidRDefault="00535B71" w:rsidP="00535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71" w:rsidRDefault="00535B71" w:rsidP="00535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71" w:rsidRDefault="00535B71" w:rsidP="00535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71" w:rsidRDefault="00535B71" w:rsidP="00535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71" w:rsidRDefault="00535B71" w:rsidP="00535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71" w:rsidRDefault="00535B71" w:rsidP="00535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71" w:rsidRDefault="00535B71" w:rsidP="00535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71" w:rsidRDefault="00535B71" w:rsidP="00535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71" w:rsidRDefault="00535B71" w:rsidP="00535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35B71" w:rsidRDefault="00535B71" w:rsidP="00535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35B71" w:rsidRDefault="00535B71" w:rsidP="00535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35B71" w:rsidRDefault="00535B71" w:rsidP="00535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35B71" w:rsidRDefault="00535B71" w:rsidP="00535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35B71" w:rsidRDefault="00535B71" w:rsidP="00535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35B71" w:rsidRDefault="00535B71" w:rsidP="00535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35B71" w:rsidRDefault="00535B71" w:rsidP="00535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35B71" w:rsidRDefault="00535B71" w:rsidP="00535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35B71" w:rsidRDefault="00535B71" w:rsidP="00535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35B71" w:rsidRDefault="00535B71" w:rsidP="00535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35B71" w:rsidRDefault="00535B71" w:rsidP="00535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35B71" w:rsidRDefault="00535B71" w:rsidP="00535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35B71" w:rsidRDefault="00535B71" w:rsidP="00535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35B71" w:rsidRDefault="00535B71" w:rsidP="00535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35B71" w:rsidRDefault="00535B71" w:rsidP="00535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35B71" w:rsidRDefault="00535B71" w:rsidP="00535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35B71" w:rsidRDefault="00535B71" w:rsidP="00535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35B71" w:rsidRDefault="00535B71" w:rsidP="00535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35B71" w:rsidRDefault="00535B71" w:rsidP="00535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35B71" w:rsidRDefault="00535B71" w:rsidP="00535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535B71" w:rsidRDefault="00535B71" w:rsidP="00535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35B71" w:rsidRDefault="00535B71" w:rsidP="00535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35B71" w:rsidRDefault="00535B71" w:rsidP="00535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35B71" w:rsidRDefault="00535B71" w:rsidP="00535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35B71" w:rsidRDefault="00535B71" w:rsidP="00535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35B71" w:rsidRDefault="00535B71" w:rsidP="00535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35B71" w:rsidRDefault="00535B71" w:rsidP="00535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535B71" w:rsidRDefault="00535B71" w:rsidP="00535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35B71" w:rsidRDefault="00535B71" w:rsidP="00535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35B71" w:rsidRDefault="00535B71" w:rsidP="00535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35B71" w:rsidRDefault="00535B71" w:rsidP="00535B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5B71" w:rsidRDefault="00535B71" w:rsidP="00535B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5B71" w:rsidRDefault="00535B71" w:rsidP="00535B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5B71" w:rsidRDefault="00535B71" w:rsidP="00535B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5B71" w:rsidRDefault="00535B71" w:rsidP="00535B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35B71" w:rsidRDefault="00535B71" w:rsidP="00535B7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35B71" w:rsidRDefault="00535B71" w:rsidP="00535B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35B71" w:rsidRDefault="00535B71" w:rsidP="00535B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35B71" w:rsidRDefault="00535B71" w:rsidP="00535B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5B71" w:rsidRDefault="00535B71" w:rsidP="00535B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35B71" w:rsidRDefault="00535B71" w:rsidP="00535B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5B71" w:rsidRDefault="00535B71" w:rsidP="00535B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35B71" w:rsidRDefault="00535B71" w:rsidP="00535B7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35B71" w:rsidRDefault="00535B71" w:rsidP="00535B7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535B71" w:rsidRPr="00535B71" w:rsidRDefault="00535B71" w:rsidP="00535B71">
      <w:pPr>
        <w:pStyle w:val="23"/>
        <w:shd w:val="clear" w:color="auto" w:fill="auto"/>
        <w:tabs>
          <w:tab w:val="left" w:pos="708"/>
        </w:tabs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  <w:lang w:val="ru-RU"/>
        </w:rPr>
      </w:pPr>
    </w:p>
    <w:p w:rsidR="00535B71" w:rsidRDefault="00535B71" w:rsidP="00535B7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535B71" w:rsidRDefault="00535B71" w:rsidP="00535B7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5B71" w:rsidRDefault="00535B71" w:rsidP="00535B7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ст.25 Закону України «Про місцеве самоврядування в Україні» в зв’язку із поданими  заявами  громадян - жителів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4 від 23.12.2020 року «Про сільський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рік», та рішення сесії сільської ради № 9 від 27.11.2020 року «Про затвердження  Програми  надання одноразової матеріальної допомоги жителям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– 2023 роки » ,  сільська рада</w:t>
      </w:r>
    </w:p>
    <w:p w:rsidR="00535B71" w:rsidRDefault="00535B71" w:rsidP="00535B7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535B71" w:rsidRDefault="00535B71" w:rsidP="00535B7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матеріальну допомогу  на лікування  жителям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:</w:t>
      </w:r>
    </w:p>
    <w:p w:rsidR="00535B71" w:rsidRDefault="00535B71" w:rsidP="00535B7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1.1 </w:t>
      </w:r>
    </w:p>
    <w:p w:rsidR="00535B71" w:rsidRDefault="00535B71" w:rsidP="00535B7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2.Відділу бухгалтерського обліку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здійснити виплату матеріальної допомоги вищеназваним  громадянам .</w:t>
      </w:r>
    </w:p>
    <w:p w:rsidR="00535B71" w:rsidRDefault="00535B71" w:rsidP="00535B71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535B71" w:rsidRDefault="00535B71" w:rsidP="00535B7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5B71" w:rsidRDefault="00535B71" w:rsidP="00535B7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5B71" w:rsidRDefault="00535B71" w:rsidP="00535B7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5B71" w:rsidRDefault="00535B71" w:rsidP="00535B7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5B71" w:rsidRDefault="00535B71" w:rsidP="00535B7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Валерій МИХАЛЮК</w:t>
      </w:r>
    </w:p>
    <w:p w:rsidR="00BF17BC" w:rsidRDefault="00BF17BC">
      <w:bookmarkStart w:id="0" w:name="_GoBack"/>
      <w:bookmarkEnd w:id="0"/>
    </w:p>
    <w:sectPr w:rsidR="00BF17B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B71"/>
    <w:rsid w:val="00535B71"/>
    <w:rsid w:val="00BF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A2F8F5-5BB1-4E0A-9339-3B1B0866F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B7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535B7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535B7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535B71"/>
    <w:rPr>
      <w:rFonts w:ascii="Consolas" w:hAnsi="Consolas"/>
      <w:sz w:val="20"/>
      <w:szCs w:val="20"/>
      <w:lang w:val="uk-UA" w:eastAsia="uk-UA"/>
    </w:rPr>
  </w:style>
  <w:style w:type="character" w:customStyle="1" w:styleId="af3">
    <w:name w:val="Основной текст_"/>
    <w:link w:val="23"/>
    <w:locked/>
    <w:rsid w:val="00535B71"/>
    <w:rPr>
      <w:spacing w:val="8"/>
      <w:shd w:val="clear" w:color="auto" w:fill="FFFFFF"/>
    </w:rPr>
  </w:style>
  <w:style w:type="paragraph" w:customStyle="1" w:styleId="23">
    <w:name w:val="Основной текст2"/>
    <w:basedOn w:val="a"/>
    <w:link w:val="af3"/>
    <w:rsid w:val="00535B71"/>
    <w:pPr>
      <w:widowControl w:val="0"/>
      <w:shd w:val="clear" w:color="auto" w:fill="FFFFFF"/>
      <w:spacing w:before="300" w:after="0" w:line="315" w:lineRule="exact"/>
      <w:jc w:val="both"/>
    </w:pPr>
    <w:rPr>
      <w:spacing w:val="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&#1087;&#1088;&#1086;&#1077;&#1082;&#1090;&#1080;\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228</Words>
  <Characters>1300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2021-06-22T05:17:00Z</dcterms:created>
  <dcterms:modified xsi:type="dcterms:W3CDTF">2021-06-22T05:17:00Z</dcterms:modified>
</cp:coreProperties>
</file>