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AD9" w:rsidRPr="000A4F3E" w:rsidRDefault="00770AD9" w:rsidP="00770AD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7620" t="8255" r="8255" b="8255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AD9" w:rsidRDefault="00770AD9" w:rsidP="00770A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Jz7/DHWPAAABIgUADgAAAAAAAAAAAAAAAAAuAgAAZHJzL2Uyb0RvYy54bWxQSwECLQAUAAYACAAA&#10;ACEAsh1Mm+AAAAAKAQAADwAAAAAAAAAAAAAAAADPkQAAZHJzL2Rvd25yZXYueG1sUEsFBgAAAAAE&#10;AAQA8wAAAN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770AD9" w:rsidRDefault="00770AD9" w:rsidP="00770A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0AD9" w:rsidRPr="000A4F3E" w:rsidRDefault="00770AD9" w:rsidP="00770AD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770AD9" w:rsidRPr="000A4F3E" w:rsidRDefault="00770AD9" w:rsidP="00770AD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0AD9" w:rsidRPr="000A4F3E" w:rsidRDefault="00770AD9" w:rsidP="00770AD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770AD9" w:rsidRPr="000A4F3E" w:rsidRDefault="00770AD9" w:rsidP="00770AD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70AD9" w:rsidRPr="000A4F3E" w:rsidRDefault="00770AD9" w:rsidP="00770AD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70AD9" w:rsidRPr="000A4F3E" w:rsidRDefault="00770AD9" w:rsidP="00770AD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70AD9" w:rsidRPr="000A4F3E" w:rsidRDefault="00770AD9" w:rsidP="00770AD9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770AD9" w:rsidRPr="000A4F3E" w:rsidRDefault="00770AD9" w:rsidP="00770AD9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0AD9" w:rsidRPr="000A4F3E" w:rsidRDefault="00770AD9" w:rsidP="00770AD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770AD9" w:rsidRPr="000A4F3E" w:rsidRDefault="00770AD9" w:rsidP="00770AD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770AD9" w:rsidRPr="000A4F3E" w:rsidRDefault="00770AD9" w:rsidP="00770AD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КТП-141)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770AD9" w:rsidRDefault="00770AD9" w:rsidP="00770AD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6823986800:03:003:0001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770AD9" w:rsidRPr="00B64AF5" w:rsidRDefault="00770AD9" w:rsidP="00770AD9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49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) років.</w:t>
      </w:r>
    </w:p>
    <w:p w:rsidR="00770AD9" w:rsidRPr="00770AD9" w:rsidRDefault="00770AD9" w:rsidP="00770AD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770AD9" w:rsidRPr="000A4F3E" w:rsidRDefault="00770AD9" w:rsidP="00770AD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4A53" w:rsidRPr="00770AD9" w:rsidRDefault="00770AD9" w:rsidP="00770AD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Валерій МИХАЛЮК</w:t>
      </w:r>
    </w:p>
    <w:sectPr w:rsidR="00164A53" w:rsidRPr="00770AD9" w:rsidSect="00770AD9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AD9"/>
    <w:rsid w:val="00164A53"/>
    <w:rsid w:val="00171A2E"/>
    <w:rsid w:val="00304C90"/>
    <w:rsid w:val="00505B6D"/>
    <w:rsid w:val="006D3977"/>
    <w:rsid w:val="00770AD9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314</Words>
  <Characters>1790</Characters>
  <Application>Microsoft Office Word</Application>
  <DocSecurity>0</DocSecurity>
  <Lines>14</Lines>
  <Paragraphs>4</Paragraphs>
  <ScaleCrop>false</ScaleCrop>
  <Company>Microsoft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2020-08-20T14:04:00Z</dcterms:created>
  <dcterms:modified xsi:type="dcterms:W3CDTF">2020-08-20T14:04:00Z</dcterms:modified>
</cp:coreProperties>
</file>