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0AC" w:rsidRPr="000E0D80" w:rsidRDefault="009B20AC" w:rsidP="009B20AC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9B20AC" w:rsidRPr="001869AA" w:rsidRDefault="009B20AC" w:rsidP="009B20AC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597" name="Группа 12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59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535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rQucYA&#10;AADeAAAADwAAAGRycy9kb3ducmV2LnhtbESPQWvCQBCF7wX/wzKCt2bTSKtGVxGxxYMg2uY+ZMck&#10;NDsbsqum/75zKPQ2w3vz3jerzeBadac+NJ4NvCQpKOLS24YrA1+f789zUCEiW2w9k4EfCrBZj55W&#10;mFv/4DPdL7FSEsIhRwN1jF2udShrchgS3xGLdvW9wyhrX2nb40PCXauzNH3TDhuWhho72tVUfl9u&#10;zoCffhyORZWdp3ueRd6e5tdiOBozGQ/bJahIQ/w3/10frOBnrwvhlXdkBr3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rQu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LHgccA&#10;AADeAAAADwAAAGRycy9kb3ducmV2LnhtbERPTWsCMRC9F/ofwhR6kZqtUO1ujSLC2upB0BZ6HTbT&#10;zdbNZEmibv31TUHobR7vc6bz3rbiRD40jhU8DjMQxJXTDdcKPt7Lh2cQISJrbB2Tgh8KMJ/d3kyx&#10;0O7MOzrtYy1SCIcCFZgYu0LKUBmyGIauI07cl/MWY4K+ltrjOYXbVo6ybCwtNpwaDHa0NFQd9ker&#10;4Lvcms/l5LLyg3xHl0G5eW3XY6Xu7/rFC4hIffwXX91vOs0fPeU5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cyx4H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Q+5sQA&#10;AADeAAAADwAAAGRycy9kb3ducmV2LnhtbESPQYvCMBCF7wv+hzCCl2VNV0GkaxQRFfEi6v6AoRmb&#10;ss2kNFlb/71zELzNMO+9b95i1fta3amNVWAD3+MMFHERbMWlgd/r7msOKiZki3VgMvCgCKvl4GOB&#10;uQ0dn+l+SaWSEI45GnApNbnWsXDkMY5DQyy3W2g9JlnbUtsWOwn3tZ5k2Ux7rFgIDhvaOCr+Lv9e&#10;IKcpno637rrb99jh9uj4c302ZjTs1z+gEvXpLX65D1ben8wyKSB1ZAa9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0Pub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yOR8QA&#10;AADeAAAADwAAAGRycy9kb3ducmV2LnhtbERPTUvDQBC9C/6HZQRvdtOgqcRuS2kVRPDQVhBvQ3aa&#10;BLOzy+7YxH/vCoK3ebzPWa4nN6gzxdR7NjCfFaCIG297bg28HZ9u7kElQbY4eCYD35Rgvbq8WGJt&#10;/ch7Oh+kVTmEU40GOpFQa52ajhymmQ/EmTv56FAyjK22Eccc7gZdFkWlHfacGzoMtO2o+Tx8OQOv&#10;42N4WVR3p/ARb0uddlbet2LM9dW0eQAlNMm/+M/9bPP8sirm8PtOvkG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8jkf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oFCsYA&#10;AADeAAAADwAAAGRycy9kb3ducmV2LnhtbESPwWrDMBBE74H+g9hCLqGR64IpruUQSh2KLyFJP2Cx&#10;NpaptTKWYjt/XxUKve0ys/Nmi91iezHR6DvHCp63CQjixumOWwVfl+rpFYQPyBp7x6TgTh525cOq&#10;wFy7mU80nUMrYgj7HBWYEIZcSt8Ysui3biCO2tWNFkNcx1bqEecYbnuZJkkmLXYcCQYHejfUfJ9v&#10;NkKOL3isr/OlOiw440dteLM/KbV+XPZvIAIt4d/8d/2pY/00S1L4fSfOI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KoFC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K1q8QA&#10;AADeAAAADwAAAGRycy9kb3ducmV2LnhtbERPTUvDQBC9C/0PyxS82Y1Ro8Rui1QFEXpoK4i3ITtN&#10;gtnZZXds4r93BcHbPN7nLNeTG9SJYuo9G7hcFKCIG297bg28HZ4v7kAlQbY4eCYD35RgvZqdLbG2&#10;fuQdnfbSqhzCqUYDnUiotU5NRw7TwgfizB19dCgZxlbbiGMOd4Mui6LSDnvODR0G2nTUfO6/nIHt&#10;+BReb6ubY/iI16VOj1beN2LM+Xx6uAclNMm/+M/9YvP8siqu4PedfIN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itav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4wNsUA&#10;AADeAAAADwAAAGRycy9kb3ducmV2LnhtbERP22oCMRB9L/QfwhR8KTVbb8hqlFoIChaKVvB12Iy7&#10;SzeTJYnu9u8bodC3OZzrLNe9bcSNfKgdK3gdZiCIC2dqLhWcvvTLHESIyAYbx6TghwKsV48PS8yN&#10;6/hAt2MsRQrhkKOCKsY2lzIUFVkMQ9cSJ+7ivMWYoC+l8dilcNvIUZbNpMWaU0OFLb1XVHwfr1bB&#10;5rMrx/652PRuf9mep1ob/aGVGjz1bwsQkfr4L/5z70yaP5plE7i/k26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jjA2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LfUsIA&#10;AADeAAAADwAAAGRycy9kb3ducmV2LnhtbERP24rCMBB9X/Afwiz4tqZbVKQaRVwKy+KLlw8Ymtmm&#10;azMpSaz1782C4NscznVWm8G2oicfGscKPicZCOLK6YZrBedT+bEAESKyxtYxKbhTgM169LbCQrsb&#10;H6g/xlqkEA4FKjAxdoWUoTJkMUxcR5y4X+ctxgR9LbXHWwq3rcyzbC4tNpwaDHa0M1RdjleroPzJ&#10;9/3lqn3ptsPU0sz8Lb6MUuP3YbsEEWmIL/HT/a3T/HyezeD/nXSD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8t9S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AL2sQA&#10;AADeAAAADwAAAGRycy9kb3ducmV2LnhtbERP32vCMBB+H+x/CDfYi8xUxTI6o6gQNnAg6mCvR3O2&#10;Zc2lJNF2/70RBnu7j+/nLVaDbcWVfGgcK5iMMxDEpTMNVwq+TvrlFUSIyAZbx6TglwKslo8PCyyM&#10;6/lA12OsRArhUKCCOsaukDKUNVkMY9cRJ+7svMWYoK+k8dincNvKaZbl0mLDqaHGjrY1lT/Hi1Ww&#10;2ffVzI/KzeB25/fvudZGf2qlnp+G9RuISEP8F/+5P0yaP82zHO7vpBv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QC9r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zkvsMA&#10;AADeAAAADwAAAGRycy9kb3ducmV2LnhtbERPS2rDMBDdF3IHMYHuGrmm+eBGDqHFEEo3TXKAwZpa&#10;rq2RkRTHuX0VKHQ3j/ed7W6yvRjJh9axgudFBoK4drrlRsH5VD1tQISIrLF3TApuFGBXzh62WGh3&#10;5S8aj7ERKYRDgQpMjEMhZagNWQwLNxAn7tt5izFB30jt8ZrCbS/zLFtJiy2nBoMDvRmqu+PFKqg+&#10;8s+xu2hfuf30YmlpfjbvRqnH+bR/BRFpiv/iP/dBp/n5KlvD/Z10gy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zkv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kub8EA&#10;AADeAAAADwAAAGRycy9kb3ducmV2LnhtbERPzYrCMBC+C75DGMGbTdu1y1KNsiy46NHqAwzN2Bab&#10;SbfJ2vr2RhC8zcf3O+vtaFpxo941lhUkUQyCuLS64UrB+bRbfIFwHllja5kU3MnBdjOdrDHXduAj&#10;3QpfiRDCLkcFtfddLqUrazLoItsRB+5ie4M+wL6SuschhJtWpnH8KQ02HBpq7OinpvJa/BsFy/vw&#10;+1dk13inDSWHj+7AvsyUms/G7xUIT6N/i1/uvQ7z0yxJ4flOuEF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pLm/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edW8QA&#10;AADeAAAADwAAAGRycy9kb3ducmV2LnhtbERPS2vCQBC+C/0PyxS8NRtTFJu6ilQi0lNNbc9DdkxC&#10;s7Mhu3n477uFgrf5+J6z2U2mEQN1rrasYBHFIIgLq2suFVw+s6c1COeRNTaWScGNHOy2D7MNptqO&#10;fKYh96UIIexSVFB536ZSuqIigy6yLXHgrrYz6APsSqk7HEO4aWQSxytpsObQUGFLbxUVP3lvFPSr&#10;7+TC13f9kR9ux5dDtnfyq1Rq/jjtX0F4mvxd/O8+6TA/WS6e4e+dcIP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nnVv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G1MscA&#10;AADeAAAADwAAAGRycy9kb3ducmV2LnhtbERPS2vCQBC+C/6HZYTedOOjwaauooKgPRiq9tDbNDtN&#10;0mZnY3bV9N+7hUJv8/E9Z7ZoTSWu1LjSsoLhIAJBnFldcq7gdNz0pyCcR9ZYWSYFP+RgMe92Zpho&#10;e+NXuh58LkIIuwQVFN7XiZQuK8igG9iaOHCftjHoA2xyqRu8hXBTyVEUxdJgyaGhwJrWBWXfh4tR&#10;8JZO46d0tZt8vew/cGz0+V2XsVIPvXb5DMJT6//Ff+6tDvNHj8MJ/L4TbpD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3htTL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SHPcQA&#10;AADeAAAADwAAAGRycy9kb3ducmV2LnhtbERPTWvCQBC9C/6HZQq96caoIURXsRW19GRtodchOyah&#10;2dmwu9Xor+8WCr3N433Oct2bVlzI+caygsk4AUFcWt1wpeDjfTfKQfiArLG1TApu5GG9Gg6WWGh7&#10;5Te6nEIlYgj7AhXUIXSFlL6syaAf2444cmfrDIYIXSW1w2sMN61MkySTBhuODTV29FxT+XX6Ngru&#10;2Sce/SF92k51oNss39vX416px4d+swARqA//4j/3i47z0/lkDr/vx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Uhz3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9w5MQA&#10;AADeAAAADwAAAGRycy9kb3ducmV2LnhtbERPzWrCQBC+C32HZQq96caQBBtdpRSF3trEPsCQHTfB&#10;7GzMrpr26buFQm/z8f3OZjfZXtxo9J1jBctFAoK4cbpjo+DzeJivQPiArLF3TAq+yMNu+zDbYKnd&#10;nSu61cGIGMK+RAVtCEMppW9asugXbiCO3MmNFkOEo5F6xHsMt71Mk6SQFjuODS0O9NpSc66vVsHF&#10;pbme6j2+n/fPH50x2eW7ypR6epxe1iACTeFf/Od+03F+mi8L+H0n3i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/cOT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+zlMQA&#10;AADeAAAADwAAAGRycy9kb3ducmV2LnhtbERPyU7DMBC9I/EP1iD1Rpy26pbWqaBSpV67HDgO9mSB&#10;eBxikwa+vq6ExG2e3jqb7WAb0VPna8cKxkkKglg7U3Op4HLePy9B+IBssHFMCn7IwzZ/fNhgZtyV&#10;j9SfQiliCPsMFVQhtJmUXldk0SeuJY5c4TqLIcKulKbDawy3jZyk6VxarDk2VNjSriL9efq2Cg71&#10;O83muljZ5as+vv1+heniwyg1ehpe1iACDeFf/Oc+mDh/Mhsv4P5OvEH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Ps5T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HeMcUA&#10;AADeAAAADwAAAGRycy9kb3ducmV2LnhtbERPTWvCQBC9F/wPywi91Y0BS42uUgsFS1tBW/Q6ZMds&#10;aHY2ZLcx/vvOoeBt5n3Nm+V68I3qqYt1YAPTSQaKuAy25srA99frwxOomJAtNoHJwJUirFejuyUW&#10;Nlx4T/0hVUpCOBZowKXUFlrH0pHHOAktsXDn0HlMsnaVth1eJNw3Os+yR+2xZrngsKUXR+XP4dcb&#10;6HF3zU5u8zl/qz/KfLc5vlvBzf14eF6ASjSkm/jfvbVSP59Npa+8IzPo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8d4x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CkMMMA&#10;AADeAAAADwAAAGRycy9kb3ducmV2LnhtbERPTUvDQBC9C/0PyxS82U0DFY3dllKo9KjRg8cxO82m&#10;ZmfC7tpEf70rCN7m8T5nvZ18ry4UYidsYLkoQBE3YjtuDby+HG7uQMWEbLEXJgNfFGG7mV2tsbIy&#10;8jNd6tSqHMKxQgMupaHSOjaOPMaFDMSZO0nwmDIMrbYBxxzue10Wxa322HFucDjQ3lHzUX96A+Nj&#10;834uT2/WfYdBDvWTnMtejLmeT7sHUImm9C/+cx9tnl+ulv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CkM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7XB8gA&#10;AADeAAAADwAAAGRycy9kb3ducmV2LnhtbESPQU/CQBCF7yb+h82YcJOtTRRSWQiCJIZICKj3sTu2&#10;1d3ZprtA+ffOgYTbTObNe++bzHrv1JG62AQ28DDMQBGXwTZcGfj8WN2PQcWEbNEFJgNnijCb3t5M&#10;sLDhxDs67lOlxIRjgQbqlNpC61jW5DEOQ0sst5/QeUyydpW2HZ7E3DudZ9mT9tiwJNTY0qKm8m9/&#10;8AZW26X7zTe7+ZdOi9fRtxuvX5bvxgzu+vkzqER9uoov329W6uePuQAIjsygp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HtcH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SvCMQA&#10;AADeAAAADwAAAGRycy9kb3ducmV2LnhtbERPTYvCMBC9C/6HMIIXWVMrLtI1igiiCwquK3gdm9m2&#10;2ExKk6313xtB8DaP9zmzRWtK0VDtCssKRsMIBHFqdcGZgtPv+mMKwnlkjaVlUnAnB4t5tzPDRNsb&#10;/1Bz9JkIIewSVJB7XyVSujQng25oK+LA/dnaoA+wzqSu8RbCTSnjKPqUBgsODTlWtMopvR7/jYLm&#10;sLtk28ZV39fpwE3Gl81mr89K9Xvt8guEp9a/xS/3Vof58SQewfOdcIO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krwj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pPYsUA&#10;AADeAAAADwAAAGRycy9kb3ducmV2LnhtbERPS2sCMRC+C/6HMIXeNNtQxW6NokKhl0J9HOpt3Ex3&#10;FzeTNUl1219vCoK3+fieM513thFn8qF2rOFpmIEgLpypudSw274NJiBCRDbYOCYNvxRgPuv3ppgb&#10;d+E1nTexFCmEQ44aqhjbXMpQVGQxDF1LnLhv5y3GBH0pjcdLCreNVFk2lhZrTg0VtrSqqDhufqyG&#10;5ctkefp85o+/9WFP+6/DcaR8pvXjQ7d4BRGpi3fxzf1u0nw1Ugr+30k3yN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Gk9ixQAAAN4AAAAPAAAAAAAAAAAAAAAAAJgCAABkcnMv&#10;ZG93bnJldi54bWxQSwUGAAAAAAQABAD1AAAAigMAAAAA&#10;" fillcolor="black" stroked="f"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Xk+cUA&#10;AADeAAAADwAAAGRycy9kb3ducmV2LnhtbERPS2vCQBC+F/oflil4qxtTFImuon1AQXvwcfA4Zsdk&#10;SXY2ZFdN++tdQehtPr7nTOedrcWFWm8cKxj0ExDEudOGCwX73dfrGIQPyBprx6TglzzMZ89PU8y0&#10;u/KGLttQiBjCPkMFZQhNJqXPS7Lo+64hjtzJtRZDhG0hdYvXGG5rmSbJSFo0HBtKbOi9pLzanq2C&#10;w2pkxhtD6XH9t/zU62G1/PmolOq9dIsJiEBd+Bc/3N86zk+H6Rvc34k3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leT5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4Rv8QA&#10;AADeAAAADwAAAGRycy9kb3ducmV2LnhtbERPTWsCMRC9F/wPYYTearaLimyNIpZiLx5qK16HzXSz&#10;3c1kTaKu/vpGKPQ2j/c582VvW3EmH2rHCp5HGQji0umaKwVfn29PMxAhImtsHZOCKwVYLgYPcyy0&#10;u/AHnXexEimEQ4EKTIxdIWUoDVkMI9cRJ+7beYsxQV9J7fGSwm0r8yybSos1pwaDHa0Nlc3uZBX4&#10;1eG1ufFp32S37TVsfvrjDI1Sj8N+9QIiUh//xX/ud53m55N8DPd30g1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uEb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MCb8QA&#10;AADeAAAADwAAAGRycy9kb3ducmV2LnhtbERP22rCQBB9L/gPywh9KXXTgNqmrlKEQkERtH7ANDtN&#10;QndnQ3bU2K93BcG3OZzrzBa9d+pIXWwCG3gZZaCIy2Abrgzsvz+fX0FFQbboApOBM0VYzAcPMyxs&#10;OPGWjjupVArhWKCBWqQttI5lTR7jKLTEifsNnUdJsKu07fCUwr3TeZZNtMeGU0ONLS1rKv92B2/A&#10;5T/ubTWNaznv9Tr797J92lhjHof9xzsooV7u4pv7y6b5+Tgfw/WddIOe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TAm/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HdQsQA&#10;AADeAAAADwAAAGRycy9kb3ducmV2LnhtbERPTWsCMRC9F/ofwhS81awLSlmNohVhLx66VbyOm3Gz&#10;mEyWTaprf31TKPQ2j/c5i9XgrLhRH1rPCibjDARx7XXLjYLD5+71DUSIyBqtZ1LwoACr5fPTAgvt&#10;7/xBtyo2IoVwKFCBibErpAy1IYdh7DvixF187zAm2DdS93hP4c7KPMtm0mHLqcFgR++G6mv15RRs&#10;q87mh9Jswum4P59t+b2j01ap0cuwnoOINMR/8Z+71Gl+Ps1n8PtOukE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R3UL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jK78IA&#10;AADeAAAADwAAAGRycy9kb3ducmV2LnhtbERPS4vCMBC+L/gfwgje1sSCD6pRRFYQPK2rB29DMrbV&#10;ZlKarK3/frOwsLf5+J6z2vSuFk9qQ+VZw2SsQBAbbysuNJy/9u8LECEiW6w9k4YXBdisB28rzK3v&#10;+JOep1iIFMIhRw1ljE0uZTAlOQxj3xAn7uZbhzHBtpC2xS6Fu1pmSs2kw4pTQ4kN7Uoyj9O303Df&#10;y6M3Cs3lfOkOdn79mFGttB4N++0SRKQ+/ov/3Aeb5mfTbA6/76Qb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WMrv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+t+scA&#10;AADeAAAADwAAAGRycy9kb3ducmV2LnhtbESPQWvCQBCF70L/wzKF3nRjSoukrmILhWLxUBXpccyO&#10;SUh2NuyuGv+9cyj0NsN789438+XgOnWhEBvPBqaTDBRx6W3DlYH97nM8AxUTssXOMxm4UYTl4mE0&#10;x8L6K//QZZsqJSEcCzRQp9QXWseyJodx4nti0U4+OEyyhkrbgFcJd53Os+xVO2xYGmrs6aOmst2e&#10;nYHf8zefNs/rVXhPBz/sYpsfZ60xT4/D6g1UoiH9m/+uv6zg5y+58Mo7MoNe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vrfr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7dE8UA&#10;AADeAAAADwAAAGRycy9kb3ducmV2LnhtbERPS2sCMRC+C/0PYQq9abZLLboapRYKXgRfB72Nm3F3&#10;cTPZJqmu/vpGELzNx/ec8bQ1tTiT85VlBe+9BARxbnXFhYLt5qc7AOEDssbaMim4kofp5KUzxkzb&#10;C6/ovA6FiCHsM1RQhtBkUvq8JIO+ZxviyB2tMxgidIXUDi8x3NQyTZJPabDi2FBiQ98l5af1n1Ew&#10;Gw5mv8sPXtxWhz3td4dTP3WJUm+v7dcIRKA2PMUP91zH+Wk/HcL9nXiDn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vt0TxQAAAN4AAAAPAAAAAAAAAAAAAAAAAJgCAABkcnMv&#10;ZG93bnJldi54bWxQSwUGAAAAAAQABAD1AAAAigMAAAAA&#10;" fillcolor="black" stroked="f"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vp+cYA&#10;AADeAAAADwAAAGRycy9kb3ducmV2LnhtbESPQUsDMRCF74L/IYzgzWZtUWRtWpaCKJ62reJ1uhk3&#10;i5vJksR0/ffOQfA2w7x5733r7exHVSimIbCB20UFirgLduDewNvx6eYBVMrIFsfAZOCHEmw3lxdr&#10;rG04857KIfdKTDjVaMDlPNVap86Rx7QIE7HcPkP0mGWNvbYRz2LuR72sqnvtcWBJcDjRzlH3dfj2&#10;Bspp1zar8lHc/jU2fQzt8/upNeb6am4eQWWa87/47/vFSv3l3Uo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uvp+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sIa8UA&#10;AADeAAAADwAAAGRycy9kb3ducmV2LnhtbERPTWvCQBC9F/wPywi91U0slRpdpUhbai/WKOhxyI7Z&#10;0OxsyG5j9Ne7hUJv83ifM1/2thYdtb5yrCAdJSCIC6crLhXsd28PzyB8QNZYOyYFF/KwXAzu5php&#10;d+YtdXkoRQxhn6ECE0KTSekLQxb9yDXEkTu51mKIsC2lbvEcw20tx0kykRYrjg0GG1oZKr7zH6vA&#10;p6vXw6e9Trvju+FNvjaTr9IodT/sX2YgAvXhX/zn/tBx/vjpMYXfd+IN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Cwhr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B20AC" w:rsidRPr="000E0D80" w:rsidRDefault="009B20AC" w:rsidP="009B20AC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9B20AC" w:rsidRPr="001869AA" w:rsidRDefault="009B20AC" w:rsidP="009B20AC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9B20AC" w:rsidRPr="001869AA" w:rsidRDefault="009B20AC" w:rsidP="009B20AC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9B20AC" w:rsidRPr="001869AA" w:rsidRDefault="009B20AC" w:rsidP="009B20A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9B20AC" w:rsidRPr="000E0D80" w:rsidRDefault="009B20AC" w:rsidP="009B20AC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eastAsia="uk-UA"/>
        </w:rPr>
      </w:pPr>
    </w:p>
    <w:p w:rsidR="009B20AC" w:rsidRPr="001869AA" w:rsidRDefault="009B20AC" w:rsidP="009B20AC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9B20AC" w:rsidRPr="001869AA" w:rsidRDefault="009B20AC" w:rsidP="009B20AC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9B20AC" w:rsidRPr="001869AA" w:rsidRDefault="009B20AC" w:rsidP="009B20AC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9B20AC" w:rsidRPr="001869AA" w:rsidRDefault="009B20AC" w:rsidP="009B20AC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9B20AC" w:rsidRPr="001869AA" w:rsidRDefault="009B20AC" w:rsidP="009B20AC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2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0AC" w:rsidRDefault="009B20AC" w:rsidP="009B2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566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1k8cXYAABJZBAAOAAAAZHJzL2Uyb0RvYy54bWzsfe1uJrmx3v8AuYcX+mlgrGZ/92DHB/bO&#10;jhHASQz4zQVoJM1IiKR3Iml3xjk4QIBcQm4kd5BbOOeO8hRZZJOarqr27NrYIFwD2/KqVE1Wkexi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B20AC" w:rsidRDefault="009B20AC" w:rsidP="009B2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B20AC" w:rsidRDefault="009B20AC" w:rsidP="009B20AC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9B20AC" w:rsidRPr="001869AA" w:rsidRDefault="009B20AC" w:rsidP="009B20A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B20AC" w:rsidRDefault="009B20AC" w:rsidP="009B20AC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9B20AC" w:rsidRPr="001869AA" w:rsidRDefault="009B20AC" w:rsidP="009B20AC">
      <w:pPr>
        <w:spacing w:after="0" w:line="240" w:lineRule="auto"/>
        <w:jc w:val="center"/>
        <w:rPr>
          <w:rFonts w:ascii="Times New Roman" w:hAnsi="Times New Roman"/>
        </w:rPr>
      </w:pPr>
    </w:p>
    <w:p w:rsidR="009B20AC" w:rsidRDefault="009B20AC" w:rsidP="009B20AC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 xml:space="preserve">.2020р.                         Крупець                   </w:t>
      </w:r>
      <w:r>
        <w:rPr>
          <w:rFonts w:ascii="Times New Roman" w:hAnsi="Times New Roman"/>
          <w:sz w:val="24"/>
        </w:rPr>
        <w:t xml:space="preserve">                     №____</w:t>
      </w:r>
    </w:p>
    <w:p w:rsidR="009B20AC" w:rsidRPr="002E4653" w:rsidRDefault="009B20AC" w:rsidP="009B20AC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9B20AC" w:rsidRPr="008E2C07" w:rsidRDefault="009B20AC" w:rsidP="009B20AC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9B20AC" w:rsidRPr="008E2C07" w:rsidRDefault="009B20AC" w:rsidP="009B20AC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 w:rsidRPr="008E2C07">
        <w:rPr>
          <w:rFonts w:ascii="Times New Roman" w:hAnsi="Times New Roman"/>
          <w:b/>
          <w:sz w:val="24"/>
          <w:lang w:val="ru-RU"/>
        </w:rPr>
        <w:t>техн</w:t>
      </w:r>
      <w:proofErr w:type="gramEnd"/>
      <w:r w:rsidRPr="008E2C07">
        <w:rPr>
          <w:rFonts w:ascii="Times New Roman" w:hAnsi="Times New Roman"/>
          <w:b/>
          <w:sz w:val="24"/>
          <w:lang w:val="ru-RU"/>
        </w:rPr>
        <w:t>ічної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документації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9B20AC" w:rsidRPr="008E2C07" w:rsidRDefault="009B20AC" w:rsidP="009B20AC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встановлення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(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відновлення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) меж </w:t>
      </w:r>
    </w:p>
    <w:p w:rsidR="009B20AC" w:rsidRPr="008E2C07" w:rsidRDefault="009B20AC" w:rsidP="009B20AC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в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натурі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8E2C07">
        <w:rPr>
          <w:rFonts w:ascii="Times New Roman" w:hAnsi="Times New Roman"/>
          <w:b/>
          <w:sz w:val="24"/>
          <w:lang w:val="ru-RU"/>
        </w:rPr>
        <w:t>м</w:t>
      </w:r>
      <w:proofErr w:type="gramEnd"/>
      <w:r w:rsidRPr="008E2C07">
        <w:rPr>
          <w:rFonts w:ascii="Times New Roman" w:hAnsi="Times New Roman"/>
          <w:b/>
          <w:sz w:val="24"/>
          <w:lang w:val="ru-RU"/>
        </w:rPr>
        <w:t>ісцевості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>)</w:t>
      </w:r>
    </w:p>
    <w:p w:rsidR="009B20AC" w:rsidRDefault="009B20AC" w:rsidP="009B20AC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Павлюку С.С.</w:t>
      </w:r>
    </w:p>
    <w:p w:rsidR="009B20AC" w:rsidRPr="008E2C07" w:rsidRDefault="009B20AC" w:rsidP="009B20AC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</w:p>
    <w:p w:rsidR="009B20AC" w:rsidRPr="008E2C07" w:rsidRDefault="009B20AC" w:rsidP="009B20AC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до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пункту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розглянувши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заяву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  </w:t>
      </w:r>
      <w:proofErr w:type="spellStart"/>
      <w:r>
        <w:rPr>
          <w:rFonts w:ascii="Times New Roman" w:hAnsi="Times New Roman"/>
          <w:sz w:val="24"/>
          <w:lang w:val="ru-RU"/>
        </w:rPr>
        <w:t>Павлюка</w:t>
      </w:r>
      <w:proofErr w:type="spellEnd"/>
      <w:r>
        <w:rPr>
          <w:rFonts w:ascii="Times New Roman" w:hAnsi="Times New Roman"/>
          <w:sz w:val="24"/>
          <w:lang w:val="ru-RU"/>
        </w:rPr>
        <w:t xml:space="preserve"> С.С.</w:t>
      </w:r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</w:t>
      </w:r>
    </w:p>
    <w:p w:rsidR="009B20AC" w:rsidRPr="008E2C07" w:rsidRDefault="009B20AC" w:rsidP="009B20AC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9B20AC" w:rsidRPr="008E2C07" w:rsidRDefault="009B20AC" w:rsidP="009B20AC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9B20AC" w:rsidRPr="00A80768" w:rsidRDefault="009B20AC" w:rsidP="009B20A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1.Надати </w:t>
      </w:r>
      <w:r>
        <w:rPr>
          <w:rFonts w:ascii="Times New Roman" w:hAnsi="Times New Roman"/>
          <w:sz w:val="24"/>
        </w:rPr>
        <w:t xml:space="preserve"> Павлюку Сергію Сергійовичу</w:t>
      </w:r>
      <w:r w:rsidRPr="00CE2369">
        <w:rPr>
          <w:rFonts w:ascii="Times New Roman" w:hAnsi="Times New Roman"/>
          <w:sz w:val="24"/>
        </w:rPr>
        <w:t>, як</w:t>
      </w:r>
      <w:r>
        <w:rPr>
          <w:rFonts w:ascii="Times New Roman" w:hAnsi="Times New Roman"/>
          <w:sz w:val="24"/>
        </w:rPr>
        <w:t xml:space="preserve">ий зареєстрований за адресою: </w:t>
      </w:r>
      <w:r w:rsidR="00B47C42">
        <w:rPr>
          <w:rFonts w:ascii="Times New Roman" w:hAnsi="Times New Roman"/>
          <w:sz w:val="24"/>
          <w:lang w:val="en-US"/>
        </w:rPr>
        <w:t>____________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CE2369">
        <w:rPr>
          <w:rFonts w:ascii="Times New Roman" w:hAnsi="Times New Roman"/>
          <w:sz w:val="24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</w:t>
      </w:r>
      <w:r>
        <w:rPr>
          <w:rFonts w:ascii="Times New Roman" w:hAnsi="Times New Roman"/>
          <w:sz w:val="24"/>
        </w:rPr>
        <w:t>сцевості)</w:t>
      </w:r>
      <w:r w:rsidRPr="00326E4F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</w:rPr>
        <w:t>орієнтовною площею 0,2500</w:t>
      </w:r>
      <w:r w:rsidRPr="004151C9">
        <w:rPr>
          <w:rFonts w:ascii="Times New Roman" w:hAnsi="Times New Roman"/>
          <w:sz w:val="24"/>
        </w:rPr>
        <w:t xml:space="preserve"> га,  для будівництва та обслуговування  житлового будинку, господарських будівель і споруд (присадибна ділянка), земельна</w:t>
      </w:r>
      <w:r>
        <w:rPr>
          <w:rFonts w:ascii="Times New Roman" w:hAnsi="Times New Roman"/>
          <w:sz w:val="24"/>
        </w:rPr>
        <w:t xml:space="preserve"> ділянка  розташована в </w:t>
      </w:r>
      <w:proofErr w:type="spellStart"/>
      <w:r>
        <w:rPr>
          <w:rFonts w:ascii="Times New Roman" w:hAnsi="Times New Roman"/>
          <w:sz w:val="24"/>
        </w:rPr>
        <w:t>с</w:t>
      </w:r>
      <w:proofErr w:type="gramStart"/>
      <w:r>
        <w:rPr>
          <w:rFonts w:ascii="Times New Roman" w:hAnsi="Times New Roman"/>
          <w:sz w:val="24"/>
        </w:rPr>
        <w:t>.К</w:t>
      </w:r>
      <w:proofErr w:type="gramEnd"/>
      <w:r>
        <w:rPr>
          <w:rFonts w:ascii="Times New Roman" w:hAnsi="Times New Roman"/>
          <w:sz w:val="24"/>
        </w:rPr>
        <w:t>олом’є</w:t>
      </w:r>
      <w:proofErr w:type="spellEnd"/>
      <w:r w:rsidRPr="004151C9">
        <w:rPr>
          <w:rFonts w:ascii="Times New Roman" w:hAnsi="Times New Roman"/>
          <w:sz w:val="24"/>
        </w:rPr>
        <w:t xml:space="preserve">, </w:t>
      </w:r>
      <w:r w:rsidRPr="00647E28">
        <w:rPr>
          <w:rFonts w:ascii="Times New Roman" w:hAnsi="Times New Roman"/>
          <w:sz w:val="24"/>
        </w:rPr>
        <w:t xml:space="preserve"> </w:t>
      </w:r>
      <w:r w:rsidRPr="004151C9">
        <w:rPr>
          <w:rFonts w:ascii="Times New Roman" w:hAnsi="Times New Roman"/>
          <w:sz w:val="24"/>
        </w:rPr>
        <w:t xml:space="preserve">по </w:t>
      </w:r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вул.Шевченка</w:t>
      </w:r>
      <w:proofErr w:type="spellEnd"/>
      <w:r w:rsidRPr="004151C9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38.</w:t>
      </w:r>
    </w:p>
    <w:p w:rsidR="009B20AC" w:rsidRPr="001A3C69" w:rsidRDefault="009B20AC" w:rsidP="009B20AC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CE2369">
        <w:rPr>
          <w:rFonts w:ascii="Times New Roman" w:hAnsi="Times New Roman"/>
          <w:sz w:val="24"/>
        </w:rPr>
        <w:t xml:space="preserve">        </w:t>
      </w:r>
      <w:r w:rsidRPr="001A3C69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Павлюку С.С.</w:t>
      </w:r>
      <w:r w:rsidRPr="001A3C69">
        <w:rPr>
          <w:rFonts w:ascii="Times New Roman" w:hAnsi="Times New Roman"/>
          <w:sz w:val="24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9B20AC" w:rsidRPr="008E2C07" w:rsidRDefault="009B20AC" w:rsidP="009B20A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</w:t>
      </w:r>
      <w:r w:rsidRPr="008E2C0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B20AC" w:rsidRPr="004151C9" w:rsidRDefault="009B20AC" w:rsidP="009B20AC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151C9">
        <w:rPr>
          <w:rFonts w:ascii="Times New Roman" w:hAnsi="Times New Roman"/>
          <w:sz w:val="24"/>
        </w:rPr>
        <w:t xml:space="preserve"> </w:t>
      </w:r>
    </w:p>
    <w:p w:rsidR="009B20AC" w:rsidRPr="00917C04" w:rsidRDefault="009B20AC" w:rsidP="009B20A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9B20AC" w:rsidRPr="00052E82" w:rsidRDefault="009B20AC" w:rsidP="009B20A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9B20AC" w:rsidRDefault="009B20AC" w:rsidP="009B20AC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p w:rsidR="00BC0EE2" w:rsidRDefault="00BC0EE2"/>
    <w:sectPr w:rsidR="00BC0EE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0AC"/>
    <w:rsid w:val="00171A2E"/>
    <w:rsid w:val="00304C90"/>
    <w:rsid w:val="00505B6D"/>
    <w:rsid w:val="006D3977"/>
    <w:rsid w:val="007D6C18"/>
    <w:rsid w:val="009B20AC"/>
    <w:rsid w:val="00B47C42"/>
    <w:rsid w:val="00BC0EE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0AC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0AC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247</Words>
  <Characters>1410</Characters>
  <Application>Microsoft Office Word</Application>
  <DocSecurity>0</DocSecurity>
  <Lines>11</Lines>
  <Paragraphs>3</Paragraphs>
  <ScaleCrop>false</ScaleCrop>
  <Company>Microsoft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2020-11-17T16:32:00Z</dcterms:created>
  <dcterms:modified xsi:type="dcterms:W3CDTF">2020-11-18T07:14:00Z</dcterms:modified>
</cp:coreProperties>
</file>