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33" w:rsidRDefault="00D044BB" w:rsidP="00B07C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07C33" w:rsidRDefault="00B07C33" w:rsidP="00B07C33"/>
    <w:p w:rsidR="00B07C33" w:rsidRDefault="00B07C33" w:rsidP="00B07C33"/>
    <w:p w:rsidR="00B07C33" w:rsidRDefault="00B07C33" w:rsidP="00B07C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07C33" w:rsidRDefault="00B07C33" w:rsidP="00B07C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07C33" w:rsidRDefault="00B07C33" w:rsidP="00B07C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07C33" w:rsidRDefault="00B07C33" w:rsidP="00B07C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07C33" w:rsidRDefault="00B07C33" w:rsidP="00B07C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C33" w:rsidRDefault="00B07C33" w:rsidP="00B07C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07C33" w:rsidRDefault="00B07C33" w:rsidP="00B07C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7C33" w:rsidRDefault="00B07C33" w:rsidP="00B07C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07C33" w:rsidRPr="00991413" w:rsidRDefault="00B07C33" w:rsidP="00B07C3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65</w:t>
      </w:r>
    </w:p>
    <w:p w:rsidR="00B07C33" w:rsidRPr="004A7F1D" w:rsidRDefault="00B07C33" w:rsidP="00B07C3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B07C33" w:rsidRPr="004A7F1D" w:rsidRDefault="00B07C33" w:rsidP="00B07C3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07C33" w:rsidRPr="004A7F1D" w:rsidRDefault="00B07C33" w:rsidP="00B07C3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07C33" w:rsidRPr="004A7F1D" w:rsidRDefault="00B07C33" w:rsidP="00B07C3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07C33" w:rsidRPr="004A7F1D" w:rsidRDefault="00B07C33" w:rsidP="00B07C3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Плакси В.А.</w:t>
      </w:r>
    </w:p>
    <w:p w:rsidR="00B07C33" w:rsidRPr="004A7F1D" w:rsidRDefault="00B07C33" w:rsidP="00B07C3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07C33" w:rsidRPr="004A7F1D" w:rsidRDefault="00B07C33" w:rsidP="00B07C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Плакси В.А.,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07C33" w:rsidRPr="004A7F1D" w:rsidRDefault="00B07C33" w:rsidP="00B07C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B07C33" w:rsidRPr="004A7F1D" w:rsidRDefault="00B07C33" w:rsidP="00B07C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Плаксі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Вячеславу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Анатолійовичу, який зареєстрований за адресою: </w:t>
      </w:r>
      <w:r w:rsidR="00D044BB" w:rsidRPr="00D044B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1,0000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га, за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рахунок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земель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колективної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за межами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пункту села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Лисиче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  <w:proofErr w:type="gramEnd"/>
    </w:p>
    <w:p w:rsidR="00B07C33" w:rsidRPr="004A7F1D" w:rsidRDefault="00B07C33" w:rsidP="00B07C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. Плаксі В.А.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B07C33" w:rsidRPr="004A7F1D" w:rsidRDefault="00B07C33" w:rsidP="00B07C3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A7F1D">
        <w:rPr>
          <w:rFonts w:ascii="Times New Roman" w:hAnsi="Times New Roman" w:cs="Times New Roman"/>
          <w:sz w:val="24"/>
          <w:szCs w:val="24"/>
        </w:rPr>
        <w:t xml:space="preserve">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07C33" w:rsidRPr="004A7F1D" w:rsidRDefault="00B07C33" w:rsidP="00B07C3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07C33" w:rsidRPr="004A7F1D" w:rsidRDefault="00B07C33" w:rsidP="00B07C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07C33" w:rsidRPr="004A7F1D" w:rsidRDefault="00B07C33" w:rsidP="00B07C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07C33" w:rsidRPr="00B07C33" w:rsidRDefault="00B07C33" w:rsidP="00B07C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7A0DDD" w:rsidRPr="00B07C33" w:rsidRDefault="00B07C33" w:rsidP="00B07C3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7A0DDD" w:rsidRPr="00B07C33" w:rsidSect="007A0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07C33"/>
    <w:rsid w:val="00171A2E"/>
    <w:rsid w:val="00304C90"/>
    <w:rsid w:val="00505B6D"/>
    <w:rsid w:val="006D3977"/>
    <w:rsid w:val="007A0DDD"/>
    <w:rsid w:val="007D6C18"/>
    <w:rsid w:val="00B07C33"/>
    <w:rsid w:val="00D044B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C3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13</TotalTime>
  <Pages>1</Pages>
  <Words>239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2020-03-16T13:12:00Z</dcterms:created>
  <dcterms:modified xsi:type="dcterms:W3CDTF">2020-03-17T06:51:00Z</dcterms:modified>
</cp:coreProperties>
</file>