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23" w:rsidRPr="00FC0DC9" w:rsidRDefault="007B2B23" w:rsidP="007B2B2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FC0DC9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7B2B23" w:rsidRPr="00FC0DC9" w:rsidRDefault="007B2B23" w:rsidP="007B2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1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B23" w:rsidRDefault="007B2B23" w:rsidP="007B2B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59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B2B23" w:rsidRDefault="007B2B23" w:rsidP="007B2B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B2B23" w:rsidRPr="00FC0DC9" w:rsidRDefault="007B2B23" w:rsidP="007B2B2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7B2B23" w:rsidRPr="00FC0DC9" w:rsidRDefault="007B2B23" w:rsidP="007B2B2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B2B23" w:rsidRPr="00FC0DC9" w:rsidRDefault="007B2B23" w:rsidP="007B2B2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bookmarkStart w:id="0" w:name="_GoBack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</w:t>
      </w:r>
      <w:r w:rsidR="0046432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X</w:t>
      </w:r>
      <w:bookmarkEnd w:id="0"/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7B2B23" w:rsidRPr="00FC0DC9" w:rsidRDefault="007B2B23" w:rsidP="007B2B2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7B2B23" w:rsidRPr="00FC0DC9" w:rsidRDefault="007B2B23" w:rsidP="007B2B2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25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7B2B23" w:rsidRPr="00FC0DC9" w:rsidRDefault="007B2B23" w:rsidP="007B2B2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7B2B23" w:rsidRPr="00FC0DC9" w:rsidRDefault="007B2B23" w:rsidP="007B2B2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 w:rsidRPr="00FC0DC9">
        <w:rPr>
          <w:rFonts w:ascii="Times New Roman" w:eastAsia="Calibri" w:hAnsi="Times New Roman" w:cs="Times New Roman"/>
          <w:b/>
          <w:sz w:val="24"/>
          <w:lang w:val="uk-UA"/>
        </w:rPr>
        <w:t>Юркевич С.І.</w:t>
      </w: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FC0DC9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FC0DC9">
        <w:rPr>
          <w:rFonts w:ascii="Times New Roman" w:eastAsia="Calibri" w:hAnsi="Times New Roman" w:cs="Times New Roman"/>
          <w:sz w:val="24"/>
        </w:rPr>
        <w:t xml:space="preserve"> пункту 34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   Юркевич С.І.,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рада </w:t>
      </w: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B2B23" w:rsidRPr="00FC0DC9" w:rsidRDefault="007B2B23" w:rsidP="007B2B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       1. Надати  Юркевич Світлані Іванівні,  яка  зареєстрована  за адресою: </w:t>
      </w:r>
      <w:r w:rsidR="00541CDC" w:rsidRPr="00541CDC">
        <w:rPr>
          <w:rFonts w:ascii="Times New Roman" w:eastAsia="Calibri" w:hAnsi="Times New Roman" w:cs="Times New Roman"/>
          <w:sz w:val="24"/>
          <w:lang w:val="uk-UA"/>
        </w:rPr>
        <w:t>______________</w:t>
      </w:r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  <w:lang w:val="uk-UA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 із землеустрою щодо відведення земельної ділянки для передачі її у власність, площею </w:t>
      </w:r>
      <w:r w:rsidRPr="00FC0DC9">
        <w:rPr>
          <w:rFonts w:ascii="Times New Roman" w:eastAsia="Calibri" w:hAnsi="Times New Roman" w:cs="Times New Roman"/>
          <w:sz w:val="24"/>
        </w:rPr>
        <w:t xml:space="preserve">0,12 га, </w:t>
      </w:r>
      <w:r w:rsidRPr="00FC0DC9">
        <w:rPr>
          <w:rFonts w:ascii="Times New Roman" w:eastAsia="Calibri" w:hAnsi="Times New Roman" w:cs="Times New Roman"/>
          <w:sz w:val="24"/>
          <w:szCs w:val="24"/>
          <w:lang w:val="uk-UA"/>
        </w:rPr>
        <w:t>для індивідуального садівництва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за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земель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комунальної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власності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>, (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номер </w:t>
      </w:r>
      <w:r w:rsidRPr="00FC0DC9">
        <w:rPr>
          <w:rFonts w:ascii="Times New Roman" w:eastAsia="Calibri" w:hAnsi="Times New Roman" w:cs="Times New Roman"/>
          <w:sz w:val="24"/>
          <w:szCs w:val="24"/>
          <w:lang w:val="uk-UA"/>
        </w:rPr>
        <w:t>6823984000:03:013:0066</w:t>
      </w:r>
      <w:r w:rsidRPr="00FC0DC9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 w:rsidRPr="00FC0DC9">
        <w:rPr>
          <w:rFonts w:ascii="Times New Roman" w:eastAsia="Calibri" w:hAnsi="Times New Roman" w:cs="Times New Roman"/>
          <w:sz w:val="24"/>
          <w:lang w:val="uk-UA"/>
        </w:rPr>
        <w:t>. Юркевич С.І.,</w:t>
      </w:r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ради.</w:t>
      </w:r>
    </w:p>
    <w:p w:rsidR="007B2B23" w:rsidRPr="00FC0DC9" w:rsidRDefault="007B2B23" w:rsidP="007B2B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7B2B23" w:rsidRPr="00FC0DC9" w:rsidRDefault="007B2B23" w:rsidP="007B2B2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B2B23" w:rsidRPr="00FC0DC9" w:rsidRDefault="007B2B23" w:rsidP="007B2B2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B2B23" w:rsidRPr="00FC0DC9" w:rsidRDefault="007B2B23" w:rsidP="007B2B2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CB2CB3" w:rsidRDefault="00CB2CB3"/>
    <w:sectPr w:rsidR="00CB2CB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23"/>
    <w:rsid w:val="00171A2E"/>
    <w:rsid w:val="00304C90"/>
    <w:rsid w:val="00464329"/>
    <w:rsid w:val="00505B6D"/>
    <w:rsid w:val="00541CDC"/>
    <w:rsid w:val="006D3977"/>
    <w:rsid w:val="007B2B23"/>
    <w:rsid w:val="007D6C18"/>
    <w:rsid w:val="00CB2CB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251</Words>
  <Characters>1435</Characters>
  <Application>Microsoft Office Word</Application>
  <DocSecurity>0</DocSecurity>
  <Lines>11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2021-03-17T08:41:00Z</dcterms:created>
  <dcterms:modified xsi:type="dcterms:W3CDTF">2021-03-17T09:09:00Z</dcterms:modified>
</cp:coreProperties>
</file>