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54" w:rsidRDefault="00066F54" w:rsidP="00066F5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54" w:rsidRDefault="00066F54" w:rsidP="00066F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66F54" w:rsidRDefault="00066F54" w:rsidP="00066F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66F54" w:rsidRDefault="00066F54" w:rsidP="00066F5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6F54" w:rsidRDefault="00066F54" w:rsidP="00066F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66F54" w:rsidRDefault="00066F54" w:rsidP="00066F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66F54" w:rsidRDefault="00066F54" w:rsidP="00066F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066F54" w:rsidRPr="00611135" w:rsidRDefault="00066F54" w:rsidP="00066F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66F54" w:rsidRPr="00611135" w:rsidRDefault="00066F54" w:rsidP="00066F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66F54" w:rsidRPr="00611135" w:rsidRDefault="00066F54" w:rsidP="00066F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66F54" w:rsidRPr="00611135" w:rsidRDefault="00066F54" w:rsidP="00066F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066F54" w:rsidRPr="00611135" w:rsidRDefault="00066F54" w:rsidP="00066F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066F54" w:rsidRPr="00611135" w:rsidRDefault="00066F54" w:rsidP="00066F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Бережному П.Я.</w:t>
      </w:r>
    </w:p>
    <w:p w:rsidR="00066F54" w:rsidRPr="00611135" w:rsidRDefault="00066F54" w:rsidP="00066F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66F54" w:rsidRPr="00611135" w:rsidRDefault="00066F54" w:rsidP="00066F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Бережного П.Я.,  сільська  рада </w:t>
      </w:r>
    </w:p>
    <w:p w:rsidR="00066F54" w:rsidRPr="00611135" w:rsidRDefault="00066F54" w:rsidP="00066F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66F54" w:rsidRPr="00611135" w:rsidRDefault="00066F54" w:rsidP="00066F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Бережному Петру Яковичу,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який  зареєстрова</w:t>
      </w:r>
      <w:r>
        <w:rPr>
          <w:rFonts w:ascii="Times New Roman" w:eastAsia="Times New Roman" w:hAnsi="Times New Roman" w:cs="Times New Roman"/>
          <w:sz w:val="24"/>
        </w:rPr>
        <w:t xml:space="preserve">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863251">
        <w:rPr>
          <w:rFonts w:ascii="Times New Roman" w:eastAsia="Times New Roman" w:hAnsi="Times New Roman" w:cs="Times New Roman"/>
          <w:sz w:val="24"/>
          <w:lang w:val="ru-RU"/>
        </w:rPr>
        <w:t>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63251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0,1724 га, кадастровий номер: 6823984000:01:016:0043,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ведення особистого селянського господарства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Крупець.</w:t>
      </w:r>
    </w:p>
    <w:p w:rsidR="00066F54" w:rsidRPr="00611135" w:rsidRDefault="00066F54" w:rsidP="00066F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2.Бережному П.Я. посвідчити своє право  в  установленому  законом  порядку.</w:t>
      </w:r>
    </w:p>
    <w:p w:rsidR="00066F54" w:rsidRPr="00611135" w:rsidRDefault="00066F54" w:rsidP="00066F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66F54" w:rsidRPr="00611135" w:rsidRDefault="00066F54" w:rsidP="00066F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66F54" w:rsidRPr="00611135" w:rsidRDefault="00066F54" w:rsidP="00066F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66F54" w:rsidRPr="00611135" w:rsidRDefault="00066F54" w:rsidP="00066F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66F54" w:rsidRDefault="00066F54" w:rsidP="00066F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D709D2" w:rsidRDefault="00D709D2"/>
    <w:sectPr w:rsidR="00D709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54"/>
    <w:rsid w:val="00066F54"/>
    <w:rsid w:val="00863251"/>
    <w:rsid w:val="00D7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5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66F5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66F5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66F5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5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66F5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66F5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66F5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2021-07-07T07:15:00Z</dcterms:created>
  <dcterms:modified xsi:type="dcterms:W3CDTF">2021-07-07T08:51:00Z</dcterms:modified>
</cp:coreProperties>
</file>