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6E" w:rsidRDefault="00A96B6E" w:rsidP="00A96B6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6E" w:rsidRDefault="00A96B6E" w:rsidP="00A96B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96B6E" w:rsidRDefault="00A96B6E" w:rsidP="00A96B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96B6E" w:rsidRDefault="00A96B6E" w:rsidP="00A96B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6B6E" w:rsidRDefault="00A96B6E" w:rsidP="00A96B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6B6E" w:rsidRDefault="00A96B6E" w:rsidP="00A96B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6B6E" w:rsidRDefault="00A96B6E" w:rsidP="00A96B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6B6E" w:rsidRDefault="00A96B6E" w:rsidP="00A96B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96B6E" w:rsidRDefault="00A96B6E" w:rsidP="00A96B6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96B6E" w:rsidRDefault="00A96B6E" w:rsidP="00A96B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96B6E" w:rsidRDefault="00A96B6E" w:rsidP="00A96B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96B6E" w:rsidRDefault="00A96B6E" w:rsidP="00A96B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6B6E" w:rsidRDefault="00A96B6E" w:rsidP="00A96B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96B6E" w:rsidRDefault="00A96B6E" w:rsidP="00A96B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6B6E" w:rsidRDefault="00A96B6E" w:rsidP="00A96B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96B6E" w:rsidRDefault="00A96B6E" w:rsidP="00A96B6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6B6E" w:rsidRPr="00054EE7" w:rsidRDefault="00A96B6E" w:rsidP="00A96B6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110</w:t>
      </w:r>
    </w:p>
    <w:p w:rsidR="00A96B6E" w:rsidRPr="00054EE7" w:rsidRDefault="00A96B6E" w:rsidP="00A96B6E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A96B6E" w:rsidRPr="00054EE7" w:rsidRDefault="00A96B6E" w:rsidP="00A96B6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A96B6E" w:rsidRPr="00054EE7" w:rsidRDefault="00A96B6E" w:rsidP="00A96B6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із землеустрою щодо </w:t>
      </w:r>
    </w:p>
    <w:p w:rsidR="00A96B6E" w:rsidRPr="00054EE7" w:rsidRDefault="00A96B6E" w:rsidP="00A96B6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відведення земельної ділянки та </w:t>
      </w:r>
    </w:p>
    <w:p w:rsidR="00A96B6E" w:rsidRPr="00054EE7" w:rsidRDefault="00A96B6E" w:rsidP="00A96B6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передачі її на умовах оренди СФГ «Лан»</w:t>
      </w:r>
    </w:p>
    <w:p w:rsidR="00A96B6E" w:rsidRPr="00054EE7" w:rsidRDefault="00A96B6E" w:rsidP="00A96B6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96B6E" w:rsidRPr="00054EE7" w:rsidRDefault="00A96B6E" w:rsidP="00A96B6E">
      <w:pPr>
        <w:spacing w:after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Відповідно до пункту 34 частини 1 статті 26,  статті 42 Закону України «Про місцеве самоврядування в Україні», керуючись Законом України «Про оренду землі», статей 12, 122, 124, 186 Земельного кодексу України, </w:t>
      </w:r>
      <w:r w:rsidRPr="00054EE7">
        <w:rPr>
          <w:rFonts w:ascii="Times New Roman" w:eastAsia="Times New Roman" w:hAnsi="Times New Roman" w:cs="Times New Roman"/>
          <w:sz w:val="24"/>
          <w:szCs w:val="24"/>
        </w:rPr>
        <w:t>врахувавши висновки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постійної комісії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благоустрою, сільська рада </w:t>
      </w:r>
    </w:p>
    <w:p w:rsidR="00A96B6E" w:rsidRPr="00054EE7" w:rsidRDefault="00A96B6E" w:rsidP="00A96B6E">
      <w:pPr>
        <w:spacing w:after="0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96B6E" w:rsidRPr="00054EE7" w:rsidRDefault="00A96B6E" w:rsidP="00A96B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1. Надати СФГ «Лан», дозвіл на розробку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проєкту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із землеустрою щодо відведення земельної ділянки для передачі її в оренду, орієнтовною площею 2,0000 га, для рибогосподарських потреб,  яка розташована в Хмельницька область, Шепетівський район, 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с.Головлі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96B6E" w:rsidRPr="00054EE7" w:rsidRDefault="00A96B6E" w:rsidP="00A96B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СФГ «Лан»  розробити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96B6E" w:rsidRPr="00054EE7" w:rsidRDefault="00A96B6E" w:rsidP="00A96B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054EE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  3. Даний дозвіл дійсний на протязі року з дня прийняття даного рішення.</w:t>
      </w:r>
    </w:p>
    <w:p w:rsidR="00A96B6E" w:rsidRPr="00054EE7" w:rsidRDefault="00A96B6E" w:rsidP="00A96B6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054EE7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    </w:t>
      </w:r>
      <w:r w:rsidRPr="00054EE7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Т.В.).</w:t>
      </w:r>
    </w:p>
    <w:p w:rsidR="00A96B6E" w:rsidRPr="00054EE7" w:rsidRDefault="00A96B6E" w:rsidP="00A96B6E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5D6298" w:rsidRPr="00A96B6E" w:rsidRDefault="00A96B6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   голова                                                                            Валерій   МИХАЛЮК</w:t>
      </w:r>
    </w:p>
    <w:sectPr w:rsidR="005D6298" w:rsidRPr="00A96B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6E"/>
    <w:rsid w:val="005D6298"/>
    <w:rsid w:val="00A9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6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96B6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96B6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96B6E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6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96B6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96B6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96B6E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258</Words>
  <Characters>1471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2021-07-28T12:47:00Z</dcterms:created>
  <dcterms:modified xsi:type="dcterms:W3CDTF">2021-07-28T12:47:00Z</dcterms:modified>
</cp:coreProperties>
</file>