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2DDF" w:rsidRDefault="00AF3700" w:rsidP="00672DDF">
      <w:pPr>
        <w:jc w:val="both"/>
        <w:rPr>
          <w:rFonts w:ascii="Times New Roman" w:hAnsi="Times New Roman" w:cs="Times New Roman"/>
        </w:rPr>
      </w:pPr>
      <w:r w:rsidRPr="00AF370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672DDF" w:rsidRDefault="00672DDF" w:rsidP="00672D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2DDF" w:rsidRDefault="00672DDF" w:rsidP="00672DD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72DDF" w:rsidRDefault="00672DDF" w:rsidP="00672DD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72DDF" w:rsidRDefault="00672DDF" w:rsidP="00672D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2DDF" w:rsidRDefault="00672DDF" w:rsidP="00672D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2DDF" w:rsidRPr="00841667" w:rsidRDefault="00672DDF" w:rsidP="00672D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№71</w:t>
      </w:r>
    </w:p>
    <w:p w:rsidR="00672DDF" w:rsidRDefault="00672DDF" w:rsidP="00672D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2DDF" w:rsidRDefault="00672DDF" w:rsidP="00672DD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2DDF" w:rsidRDefault="00672DDF" w:rsidP="00672DDF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3C4F33">
        <w:rPr>
          <w:rFonts w:ascii="Times New Roman" w:hAnsi="Times New Roman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Матвійчук Л.В. за межами населених пунктів на території  Крупецької сільської  ради </w:t>
      </w:r>
    </w:p>
    <w:p w:rsidR="00672DDF" w:rsidRPr="003C4F33" w:rsidRDefault="00672DDF" w:rsidP="00672DDF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</w:p>
    <w:p w:rsidR="00672DDF" w:rsidRDefault="00672DDF" w:rsidP="00672D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F33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3C4F33">
        <w:rPr>
          <w:rFonts w:ascii="Times New Roman" w:hAnsi="Times New Roman" w:cs="Times New Roman"/>
          <w:sz w:val="24"/>
          <w:szCs w:val="24"/>
        </w:rPr>
        <w:t>рейдерству</w:t>
      </w:r>
      <w:proofErr w:type="spellEnd"/>
      <w:r w:rsidRPr="003C4F33">
        <w:rPr>
          <w:rFonts w:ascii="Times New Roman" w:hAnsi="Times New Roman" w:cs="Times New Roman"/>
          <w:sz w:val="24"/>
          <w:szCs w:val="24"/>
        </w:rPr>
        <w:t xml:space="preserve"> та стимулювання зрошення в Україні» від 10.07.2018 року № 2498-</w:t>
      </w:r>
      <w:r w:rsidRPr="003C4F33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3C4F33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 Матвійчук Л.В.,  сільська  рада   </w:t>
      </w:r>
    </w:p>
    <w:p w:rsidR="00672DDF" w:rsidRPr="003C4F33" w:rsidRDefault="00672DDF" w:rsidP="00672D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F33">
        <w:rPr>
          <w:rFonts w:ascii="Times New Roman" w:hAnsi="Times New Roman" w:cs="Times New Roman"/>
          <w:sz w:val="24"/>
          <w:szCs w:val="24"/>
        </w:rPr>
        <w:t>ВИРІШИЛА:</w:t>
      </w:r>
    </w:p>
    <w:p w:rsidR="00672DDF" w:rsidRPr="003C4F33" w:rsidRDefault="00672DDF" w:rsidP="00672DD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3C4F33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 172, (сертифікат на право на земельну частку  (пай) серія ХМ №0102466), яка розташована  за межами населених пунктів на території Крупецької сільської ради, </w:t>
      </w:r>
      <w:r w:rsidRPr="003C4F33">
        <w:rPr>
          <w:rFonts w:ascii="Times New Roman" w:hAnsi="Times New Roman"/>
          <w:sz w:val="24"/>
          <w:szCs w:val="24"/>
        </w:rPr>
        <w:lastRenderedPageBreak/>
        <w:t>спадкоємцю  Матвійчук Людмилі Володимирівні,</w:t>
      </w:r>
      <w:r w:rsidRPr="003C4F33">
        <w:rPr>
          <w:rFonts w:ascii="Times New Roman" w:hAnsi="Times New Roman" w:cs="Times New Roman"/>
          <w:sz w:val="24"/>
          <w:szCs w:val="24"/>
        </w:rPr>
        <w:t xml:space="preserve"> яка зареєстрована за адресою: </w:t>
      </w:r>
      <w:r w:rsidR="00FB7E56" w:rsidRPr="00FB7E56">
        <w:rPr>
          <w:rFonts w:ascii="Times New Roman" w:hAnsi="Times New Roman" w:cs="Times New Roman"/>
          <w:sz w:val="24"/>
          <w:szCs w:val="24"/>
        </w:rPr>
        <w:t>_</w:t>
      </w:r>
      <w:r w:rsidR="00FB7E56">
        <w:rPr>
          <w:rFonts w:ascii="Times New Roman" w:hAnsi="Times New Roman" w:cs="Times New Roman"/>
          <w:sz w:val="24"/>
          <w:szCs w:val="24"/>
          <w:lang w:val="en-US"/>
        </w:rPr>
        <w:t>_________</w:t>
      </w:r>
      <w:r w:rsidRPr="003C4F33">
        <w:rPr>
          <w:rFonts w:ascii="Times New Roman" w:hAnsi="Times New Roman" w:cs="Times New Roman"/>
          <w:sz w:val="24"/>
          <w:szCs w:val="24"/>
        </w:rPr>
        <w:t>.</w:t>
      </w:r>
    </w:p>
    <w:p w:rsidR="00672DDF" w:rsidRPr="003C4F33" w:rsidRDefault="00672DDF" w:rsidP="00672D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3C4F33">
        <w:rPr>
          <w:rFonts w:ascii="Times New Roman" w:hAnsi="Times New Roman" w:cs="Times New Roman"/>
          <w:sz w:val="24"/>
          <w:szCs w:val="24"/>
        </w:rPr>
        <w:t xml:space="preserve">2. Матвійчук Л.В., розробити технічну </w:t>
      </w:r>
      <w:r w:rsidRPr="003C4F33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3C4F33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672DDF" w:rsidRPr="003C4F33" w:rsidRDefault="00672DDF" w:rsidP="00672D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4F33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72DDF" w:rsidRDefault="00672DDF" w:rsidP="00672D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DDF" w:rsidRDefault="00672DDF" w:rsidP="00672D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DDF" w:rsidRPr="003C4F33" w:rsidRDefault="00672DDF" w:rsidP="00672D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2DDF" w:rsidRPr="003C4F33" w:rsidRDefault="00672DDF" w:rsidP="00672DD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E47F5" w:rsidRPr="00672DDF" w:rsidRDefault="00672DDF" w:rsidP="00672DD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r w:rsidRPr="003C4F33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3C4F33">
        <w:rPr>
          <w:rFonts w:ascii="Times New Roman" w:hAnsi="Times New Roman" w:cs="Times New Roman"/>
          <w:sz w:val="24"/>
          <w:szCs w:val="24"/>
        </w:rPr>
        <w:t xml:space="preserve">       В.А.</w:t>
      </w:r>
      <w:proofErr w:type="spellStart"/>
      <w:r w:rsidRPr="003C4F33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DE47F5" w:rsidRPr="00672DDF" w:rsidSect="00DE47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72DDF"/>
    <w:rsid w:val="00171A2E"/>
    <w:rsid w:val="001B0BFF"/>
    <w:rsid w:val="00304C90"/>
    <w:rsid w:val="00505B6D"/>
    <w:rsid w:val="006659E6"/>
    <w:rsid w:val="00672DDF"/>
    <w:rsid w:val="006D3977"/>
    <w:rsid w:val="007D6C18"/>
    <w:rsid w:val="00AF3700"/>
    <w:rsid w:val="00D1641A"/>
    <w:rsid w:val="00DE47F5"/>
    <w:rsid w:val="00FB7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DD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359</Words>
  <Characters>2050</Characters>
  <Application>Microsoft Office Word</Application>
  <DocSecurity>0</DocSecurity>
  <Lines>17</Lines>
  <Paragraphs>4</Paragraphs>
  <ScaleCrop>false</ScaleCrop>
  <Company>Microsoft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2019-12-17T14:06:00Z</dcterms:created>
  <dcterms:modified xsi:type="dcterms:W3CDTF">2019-12-18T06:59:00Z</dcterms:modified>
</cp:coreProperties>
</file>