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0E7" w:rsidRPr="00D815F3" w:rsidRDefault="008A00E7" w:rsidP="008A00E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8A00E7" w:rsidRPr="001869AA" w:rsidRDefault="008A00E7" w:rsidP="008A00E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9888" name="Группа 99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8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916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ZTZcUA&#10;AADdAAAADwAAAGRycy9kb3ducmV2LnhtbESPS2vDMBCE74X+B7GF3Bo5DrSOYyWY0gYfAiWv+2Kt&#10;H8RaGUuNnX8fFQo9DjPzDZNtJ9OJGw2utaxgMY9AEJdWt1wrOJ++XhMQziNr7CyTgjs52G6enzJM&#10;tR35QLejr0WAsEtRQeN9n0rpyoYMurntiYNX2cGgD3KopR5wDHDTyTiK3qTBlsNCgz19NFRejz9G&#10;gV3uiv2ljg/LT373nH8n1WXaKzV7mfI1CE+T/w//tQutYJUkK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lN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OoK8UA&#10;AADdAAAADwAAAGRycy9kb3ducmV2LnhtbERPz2vCMBS+D/Y/hDfwIprOg7PVKEPo5nYY6ASvj+bZ&#10;1DUvJcm0+tcvh4HHj+/3YtXbVpzJh8axgudxBoK4crrhWsH+uxzNQISIrLF1TAquFGC1fHxYYKHd&#10;hbd03sVapBAOBSowMXaFlKEyZDGMXUecuKPzFmOCvpba4yWF21ZOsmwqLTacGgx2tDZU/ex+rYJT&#10;+WUO65fbmx/mW7oNy8/39mOq1OCpf52DiNTHu/jfvdEK8lme9qc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s6g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dvz8MA&#10;AADdAAAADwAAAGRycy9kb3ducmV2LnhtbESP3YrCMBCF7wXfIYywN6KpCqLdRpFFF/FG/HmAoZk2&#10;ZZtJabK2+/YbQfDycH4+TrbtbS0e1PrKsYLZNAFBnDtdcangfjtMViB8QNZYOyYFf+RhuxkOMky1&#10;6/hCj2soRRxhn6ICE0KTSulzQxb91DXE0StcazFE2ZZSt9jFcVvLeZIspcWKI8FgQ1+G8p/rr42Q&#10;8wLPp6K7Hb577HB/MjzeXZT6GPW7TxCB+vAOv9pHrWC9Ws/g+SY+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dvz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4kGMYA&#10;AADdAAAADwAAAGRycy9kb3ducmV2LnhtbESPX0sDMRDE34V+h7CCbzbnof1zNi2lKojQh1ZBfFsu&#10;27vDyyYka+/89kYQfBxm5jfMajO6Xp0pps6zgZtpAYq49rbjxsDb69P1AlQSZIu9ZzLwTQk268nF&#10;CivrBz7Q+SiNyhBOFRpoRUKldapbcpimPhBn7+SjQ8kyNtpGHDLc9bosipl22HFeaDHQrqX68/jl&#10;DOyHx/Ayn92dwke8LXV6sPK+E2OuLsftPSihUf7Df+1na2C5WJb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4kG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UI8MA&#10;AADdAAAADwAAAGRycy9kb3ducmV2LnhtbESP3YrCMBCF7wXfIYywN7KmrrBobRQRXcQbUfcBhmba&#10;FJtJaaLtvr0RhL08nJ+Pk617W4sHtb5yrGA6SUAQ505XXCr4ve4/5yB8QNZYOyYFf+RhvRoOMky1&#10;6/hMj0soRRxhn6ICE0KTSulzQxb9xDXE0StcazFE2ZZSt9jFcVvLryT5lhYrjgSDDW0N5bfL3UbI&#10;aYanY9Fd9z89drg7Gh5vzkp9jPrNEkSgPvyH3+2DVrCYL2b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lUI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sZ98YA&#10;AADdAAAADwAAAGRycy9kb3ducmV2LnhtbESPX0sDMRDE34V+h7AF32zOUvvn2rRIVRDBB1tB+rZc&#10;tneHl01I1t757Y0g+DjMzG+YzW5wnbpQTK1nA7eTAhRx5W3LtYH349PNElQSZIudZzLwTQl229HV&#10;Bkvre36jy0FqlSGcSjTQiIRS61Q15DBNfCDO3tlHh5JlrLWN2Ge46/S0KObaYct5ocFA+4aqz8OX&#10;M/DaP4aXxfzuHE5xNtXpwcrHXoy5Hg/3a1BCg/yH/9rP1sBquZrB75v8BP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sZ9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ccEsYA&#10;AADdAAAADwAAAGRycy9kb3ducmV2LnhtbESPQWsCMRSE74L/IbxCL6VmrSi6NYoKoQUFqS30+tg8&#10;d5duXpYkddd/3wgFj8PMfMMs171txIV8qB0rGI8yEMSFMzWXCr4+9fMcRIjIBhvHpOBKAdar4WCJ&#10;uXEdf9DlFEuRIBxyVFDF2OZShqIii2HkWuLknZ23GJP0pTQeuwS3jXzJspm0WHNaqLClXUXFz+nX&#10;Ktgeu3Lin4pt7/bnt++p1kYftFKPD/3mFUSkPt7D/+13o2AxX0zh9iY9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ccE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3YIMQA&#10;AADdAAAADwAAAGRycy9kb3ducmV2LnhtbESPUWvCMBSF3wf+h3AF32aqOKnVKKIUZOxlbj/g0lyb&#10;anNTkljrv18Ggz0ezjnf4Wx2g21FTz40jhXMphkI4srphmsF31/law4iRGSNrWNS8KQAu+3oZYOF&#10;dg/+pP4ca5EgHApUYGLsCilDZchimLqOOHkX5y3GJH0ttcdHgttWzrNsKS02nBYMdnQwVN3Od6ug&#10;fJ9/9Le79qXbDwtLb+aaH41Sk/GwX4OINMT/8F/7pBWs8tUS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N2C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kn/scA&#10;AADdAAAADwAAAGRycy9kb3ducmV2LnhtbESP3WoCMRSE7wu+QzhCb0rN2tJWt0aphaBgQfyB3h42&#10;x93FzcmSpO769qZQ6OUwM98ws0VvG3EhH2rHCsajDARx4UzNpYLjQT9OQISIbLBxTAquFGAxH9zN&#10;MDeu4x1d9rEUCcIhRwVVjG0uZSgqshhGriVO3sl5izFJX0rjsUtw28inLHuVFmtOCxW29FlRcd7/&#10;WAXLbVc++4di2bvNafX9orXRX1qp+2H/8Q4iUh//w3/ttVEwnUzf4PdNeg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5J/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7pycEA&#10;AADdAAAADwAAAGRycy9kb3ducmV2LnhtbERP3WrCMBS+H/gO4QjezVRxo1ajiFKQsZupD3Bojk21&#10;OSlJrPXtl4vBLj++//V2sK3oyYfGsYLZNANBXDndcK3gci7fcxAhImtsHZOCFwXYbkZvayy0e/IP&#10;9adYixTCoUAFJsaukDJUhiyGqeuIE3d13mJM0NdSe3ymcNvKeZZ9SosNpwaDHe0NVffTwyoov+bf&#10;/f2hfel2w8LSh7nlB6PUZDzsViAiDfFf/Oc+agXLfJnmpjfpCc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e6c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dWdMEA&#10;AADdAAAADwAAAGRycy9kb3ducmV2LnhtbESP0YrCMBRE3wX/IVzBN03VdbHVKCIo66NdP+DSXNti&#10;c1ObaOvfG0HwcZiZM8xq05lKPKhxpWUFk3EEgjizuuRcwfl/P1qAcB5ZY2WZFDzJwWbd760w0bbl&#10;Ez1Sn4sAYZeggsL7OpHSZQUZdGNbEwfvYhuDPsgml7rBNsBNJadR9CsNlhwWCqxpV1B2Te9Gwc+z&#10;PdzS+TXaa0OT46w+ss/mSg0H3XYJwlPnv+FP+08riBdxDO834QnI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iXVn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R8774A&#10;AADdAAAADwAAAGRycy9kb3ducmV2LnhtbERPuwrCMBTdBf8hXMFNUx3EVqOIooiT1sd8aa5tsbkp&#10;TdT692YQHA/nPV+2phIvalxpWcFoGIEgzqwuOVdwOW8HUxDOI2usLJOCDzlYLrqdOSbavvlEr9Tn&#10;IoSwS1BB4X2dSOmyggy6oa2JA3e3jUEfYJNL3eA7hJtKjqNoIg2WHBoKrGldUPZIn0bBc3IbX/h+&#10;0Md089nFm+3KyWuuVL/XrmYgPLX+L/6591pBHE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7UfO+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umc8cA&#10;AADdAAAADwAAAGRycy9kb3ducmV2LnhtbESPQWvCQBSE74X+h+UVems22hJMdBUVCtaDUqsHb6/Z&#10;1ySafZtmV43/3hUKPQ4z8w0zmnSmFmdqXWVZQS+KQRDnVldcKNh+vb8MQDiPrLG2TAqu5GAyfnwY&#10;YabthT/pvPGFCBB2GSoovW8yKV1ekkEX2YY4eD+2NeiDbAupW7wEuKllP44TabDisFBiQ/OS8uPm&#10;ZBTs1oMkXc8+3g7L1Te+Gv2711Wi1PNTNx2C8NT5//Bfe6EVpGncg/ub8ATk+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7pn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H698QA&#10;AADdAAAADwAAAGRycy9kb3ducmV2LnhtbESPT4vCMBTE74LfITxhb5paF9FqFHdldfHkP/D6aJ5t&#10;sXkpTVarn94ICx6HmfkNM503phRXql1hWUG/F4EgTq0uOFNwPPx0RyCcR9ZYWiYFd3Iwn7VbU0y0&#10;vfGOrnufiQBhl6CC3PsqkdKlORl0PVsRB+9sa4M+yDqTusZbgJtSxlE0lAYLDgs5VvSdU3rZ/xkF&#10;j+EJt24dfy0H2tP9c7Sym+1KqY9Os5iA8NT4d/i//asVjMdRDK834Qn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R+vf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M1MUA&#10;AADdAAAADwAAAGRycy9kb3ducmV2LnhtbESP0WrCQBRE34X+w3ILfTObWi0mugmlWPCtmvoBl+x1&#10;E8zejdmtpn59t1DwcZiZM8y6HG0nLjT41rGC5yQFQVw73bJRcPj6mC5B+ICssXNMCn7IQ1k8TNaY&#10;a3flPV2qYESEsM9RQRNCn0vp64Ys+sT1xNE7usFiiHIwUg94jXDbyVmavkqLLceFBnt6b6g+Vd9W&#10;wdnNFnqsNvh52mS71pj5+bafK/X0OL6tQAQawz38395qBVmWvsD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BQz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0eyMUA&#10;AADdAAAADwAAAGRycy9kb3ducmV2LnhtbESPS2/CMBCE70j8B2uRuIHDo5QEDCpISFx5HHpc7CVJ&#10;G6/T2EDor68rVepxNDPfaJbr1lbiTo0vHSsYDRMQxNqZknMF59NuMAfhA7LByjEpeJKH9arbWWJm&#10;3IMPdD+GXEQI+wwVFCHUmZReF2TRD11NHL2rayyGKJtcmgYfEW4rOU6SmbRYclwosKZtQfrzeLMK&#10;9uWFXmb6mtr5Rh/ev7/C5PXDKNXvtW8LEIHa8B/+a++NgjRNpv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zR7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hIp8IA&#10;AADdAAAADwAAAGRycy9kb3ducmV2LnhtbERPXWvCMBR9H+w/hCv4NhMFh61GmYPBZE6Yinu9NHdN&#10;WXNTmljrvzcDYY/nm7NY9a4WHbWh8qxhPFIgiAtvKi41HA9vTzMQISIbrD2ThisFWC0fHxaYG3/h&#10;L+r2sRSphEOOGmyMTS5lKCw5DCPfECftx7cOY4JtKU2Ll1TuajlR6lk6rDgtWGzo1VLxuz87DR3u&#10;rurbrj+zTbUtJrv16cMkXg8H/cscRKQ+/pvv6XejIcvUFP7epCc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iEi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osMQA&#10;AADdAAAADwAAAGRycy9kb3ducmV2LnhtbESPwU7DMBBE70j9B2uReqMOOVQ01K2qSq04lsCB4xJv&#10;45R4N7JNE/h6jITEcTQzbzTr7eR7daUQO2ED94sCFHEjtuPWwOvL4e4BVEzIFnthMvBFEbab2c0a&#10;KysjP9O1Tq3KEI4VGnApDZXWsXHkMS5kIM7eWYLHlGVotQ04ZrjvdVkUS+2x47zgcKC9o+aj/vQG&#10;xmPzfinPb9Z9h0EO9UkuZS/GzG+n3SOoRFP6D/+1n6yB1apY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haL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aLjMcA&#10;AADdAAAADwAAAGRycy9kb3ducmV2LnhtbESPQWvCQBSE70L/w/KE3nSjh6qpa4haoRRFtO39Nfua&#10;pO6+Ddmtpv/eLQgeh5n5hplnnTXiTK2vHSsYDRMQxIXTNZcKPt43gykIH5A1Gsek4I88ZIuH3hxT&#10;7S58oPMxlCJC2KeooAqhSaX0RUUW/dA1xNH7dq3FEGVbSt3iJcKtkeMkeZIWa44LFTa0qqg4HX+t&#10;gs1+bX7Gu0P+KcPqZfJlpm/L9Vapx36XP4MI1IV7+NZ+1Qpms2QC/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Gi4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7SR8IA&#10;AADdAAAADwAAAGRycy9kb3ducmV2LnhtbERPy4rCMBTdD/gP4QpuBk1VRrQaRQRRYQRf4PbaXNti&#10;c1OaWOvfm8XALA/nPVs0phA1VS63rKDfi0AQJ1bnnCq4nNfdMQjnkTUWlknBmxws5q2vGcbavvhI&#10;9cmnIoSwi1FB5n0ZS+mSjAy6ni2JA3e3lUEfYJVKXeErhJtCDqJoJA3mHBoyLGmVUfI4PY2C+vB7&#10;S7e1K3eP8bf7Gd42m72+KtVpN8spCE+N/xf/ubdawWQShbnh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ftJH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MLFccA&#10;AADdAAAADwAAAGRycy9kb3ducmV2LnhtbESPT2sCMRTE74LfITyhN00qbXG3RlFB6KVQ/xzq7bl5&#10;3V3cvKxJqqufvikUehxm5jfMdN7ZRlzIh9qxhseRAkFcOFNzqWG/Ww8nIEJENtg4Jg03CjCf9XtT&#10;zI278oYu21iKBOGQo4YqxjaXMhQVWQwj1xIn78t5izFJX0rj8ZrgtpFjpV6kxZrTQoUtrSoqTttv&#10;q2GZTZbnjyd+v2+OBzp8Hk/PY6+0fhh0i1cQkbr4H/5rvxkNWaYy+H2Tno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TCxXHAAAA3QAAAA8AAAAAAAAAAAAAAAAAmAIAAGRy&#10;cy9kb3ducmV2LnhtbFBLBQYAAAAABAAEAPUAAACMAwAAAAA=&#10;" fillcolor="black" stroked="f"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3W8QA&#10;AADdAAAADwAAAGRycy9kb3ducmV2LnhtbERPz2vCMBS+D/wfwhN2m6nCRKtR1G0wUA9VDx6fzbMN&#10;bV5Kk2nnX78cBh4/vt/zZWdrcaPWG8cKhoMEBHHutOFCwen49TYB4QOyxtoxKfglD8tF72WOqXZ3&#10;zuh2CIWIIexTVFCG0KRS+rwki37gGuLIXV1rMUTYFlK3eI/htpajJBlLi4ZjQ4kNbUrKq8OPVXDe&#10;js0kMzS67B7rT717r9b7j0qp1363moEI1IWn+N/9rRVMp8O4P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Z91v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BsdcUA&#10;AADdAAAADwAAAGRycy9kb3ducmV2LnhtbESPQWsCMRSE74L/ITyht5pdD0VXo4hS7KWHWsXrY/O6&#10;2e7mZZtEXf31TaHgcZiZb5jFqretuJAPtWMF+TgDQVw6XXOl4PD5+jwFESKyxtYxKbhRgNVyOFhg&#10;od2VP+iyj5VIEA4FKjAxdoWUoTRkMYxdR5y8L+ctxiR9JbXHa4LbVk6y7EVarDktGOxoY6hs9mer&#10;wK9P2+bO52OT3d9vYffd/0zRKPU06tdzEJH6+Aj/t9+0gtksz+H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8Gx1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XsMUA&#10;AADdAAAADwAAAGRycy9kb3ducmV2LnhtbESPUWvCQBCE3wv9D8cWfCn1Yh5sEz2lCIWCUtD6A7a5&#10;NQm92wu5VaO/3hMKfRxm5htmvhy8UyfqYxvYwGScgSKugm25NrD//nh5AxUF2aILTAYuFGG5eHyY&#10;Y2nDmbd02kmtEoRjiQYaka7UOlYNeYzj0BEn7xB6j5JkX2vb4znBvdN5lk21x5bTQoMdrRqqfndH&#10;b8DlP65Yv8aNXPZ6k129bJ+/rDGjp+F9BkpokP/wX/vTGiiKSQ73N+k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dlew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b9b8YA&#10;AADdAAAADwAAAGRycy9kb3ducmV2LnhtbESPQWsCMRSE74L/ITyhN81qodTVKLYi7KUHtxavz81z&#10;s5i8LJtUt/31jVDwOMzMN8xy3TsrrtSFxrOC6SQDQVx53XCt4PC5G7+CCBFZo/VMCn4owHo1HCwx&#10;1/7Ge7qWsRYJwiFHBSbGNpcyVIYcholviZN39p3DmGRXS93hLcGdlbMse5EOG04LBlt6N1Rdym+n&#10;YFu2dnYozFs4fn2cTrb43dFxq9TTqN8sQETq4yP83y60gvl8+gz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b9b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qqsQA&#10;AADdAAAADwAAAGRycy9kb3ducmV2LnhtbESPQWsCMRSE7wX/Q3iCt5ooYuvWKCIKgqfa9dDbI3nd&#10;3bp5WTbRXf+9EQo9DjPzDbNc964WN2pD5VnDZKxAEBtvKy405F/713cQISJbrD2ThjsFWK8GL0vM&#10;rO/4k26nWIgE4ZChhjLGJpMymJIchrFviJP341uHMcm2kLbFLsFdLadKzaXDitNCiQ1tSzKX09Vp&#10;+N3LozcKzTk/dwf79r2bU620Hg37zQeISH38D/+1D1bDYjGZwfNNeg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IKq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0tH8UA&#10;AADdAAAADwAAAGRycy9kb3ducmV2LnhtbESPQWsCMRSE74L/IbyCN82qVHRrFBUEsXhQS+nxdfPc&#10;XXbzsiRRt/++EQSPw8x8w8yXranFjZwvLSsYDhIQxJnVJecKvs7b/hSED8gaa8uk4I88LBfdzhxT&#10;be98pNsp5CJC2KeooAihSaX0WUEG/cA2xNG7WGcwROlyqR3eI9zUcpQkE2mw5LhQYEObgrLqdDUK&#10;fq6ffDmM9yu3Dt+2Pftq9DutlOq9tasPEIHa8Ao/2zutYDYbvsP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nS0f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nd88QA&#10;AADdAAAADwAAAGRycy9kb3ducmV2LnhtbERPz2vCMBS+C/sfwhvspulkbrYaZQoDL8J0HvT2bJ5t&#10;sXmpSabVv94cBI8f3+/xtDW1OJPzlWUF770EBHFudcWFgs3fT3cIwgdkjbVlUnAlD9PJS2eMmbYX&#10;XtF5HQoRQ9hnqKAMocmk9HlJBn3PNsSRO1hnMEToCqkdXmK4qWU/ST6lwYpjQ4kNzUvKj+t/o2CW&#10;Dmen3w9e3lb7He22++Og7xKl3l7b7xGIQG14ih/uhVaQpl9xbnwTn4C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Z3fPEAAAA3QAAAA8AAAAAAAAAAAAAAAAAmAIAAGRycy9k&#10;b3ducmV2LnhtbFBLBQYAAAAABAAEAPUAAACJAwAAAAA=&#10;" fillcolor="black" stroked="f"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mCacUA&#10;AADdAAAADwAAAGRycy9kb3ducmV2LnhtbESPQUsDMRSE70L/Q3gFbzargna3TctSEMXTtla8vm5e&#10;N4ublyWJ6frvjSB4HGbmG2a9newgEvnQO1ZwuyhAELdO99wpOL493SxBhIiscXBMCr4pwHYzu1pj&#10;pd2F95QOsRMZwqFCBSbGsZIytIYshoUbibN3dt5izNJ3Unu8ZLgd5F1RPEiLPecFgyPtDLWfhy+r&#10;IJ12TX2fPpLZv/q68655fj81Sl3Pp3oFItIU/8N/7RetoCwf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6YJ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G7IcMA&#10;AADdAAAADwAAAGRycy9kb3ducmV2LnhtbERPz2vCMBS+D/Y/hDfwNlM9iO2MIjJFvbh1Az0+mmdT&#10;1ryUJtbqX28OA48f3+/Zore16Kj1lWMFo2ECgrhwuuJSwe/P+n0KwgdkjbVjUnAjD4v568sMM+2u&#10;/E1dHkoRQ9hnqMCE0GRS+sKQRT90DXHkzq61GCJsS6lbvMZwW8txkkykxYpjg8GGVoaKv/xiFfjR&#10;6vO4t/e0O20MH/KdmXyVRqnBW7/8ABGoD0/xv3urFaTpNO6Pb+IT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G7Ic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00E7" w:rsidRPr="00D815F3" w:rsidRDefault="008A00E7" w:rsidP="008A00E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8A00E7" w:rsidRPr="001869AA" w:rsidRDefault="008A00E7" w:rsidP="008A00E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A00E7" w:rsidRPr="001869AA" w:rsidRDefault="008A00E7" w:rsidP="008A00E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A00E7" w:rsidRPr="001869AA" w:rsidRDefault="008A00E7" w:rsidP="008A00E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A00E7" w:rsidRPr="00D815F3" w:rsidRDefault="008A00E7" w:rsidP="008A00E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8A00E7" w:rsidRPr="001869AA" w:rsidRDefault="008A00E7" w:rsidP="008A00E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8A00E7" w:rsidRPr="001869AA" w:rsidRDefault="008A00E7" w:rsidP="008A00E7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A00E7" w:rsidRPr="001869AA" w:rsidRDefault="008A00E7" w:rsidP="008A00E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8A00E7" w:rsidRPr="001869AA" w:rsidRDefault="008A00E7" w:rsidP="008A00E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A00E7" w:rsidRPr="001869AA" w:rsidRDefault="008A00E7" w:rsidP="008A00E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9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0E7" w:rsidRDefault="008A00E7" w:rsidP="008A00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94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40VeHYAABF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JPbjRV4dgAAEVkE&#10;AA4AAAAAAAAAAAAAAAAALgIAAGRycy9lMm9Eb2MueG1sUEsBAi0AFAAGAAgAAAAhAN/OkDDiAAAA&#10;DQEAAA8AAAAAAAAAAAAAAAAA0ngAAGRycy9kb3ducmV2LnhtbFBLBQYAAAAABAAEAPMAAADheQAA&#10;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00E7" w:rsidRDefault="008A00E7" w:rsidP="008A00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A00E7" w:rsidRDefault="008A00E7" w:rsidP="008A00E7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8A00E7" w:rsidRPr="001869AA" w:rsidRDefault="008A00E7" w:rsidP="008A00E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8A00E7" w:rsidRDefault="008A00E7" w:rsidP="008A00E7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8A00E7" w:rsidRPr="001869AA" w:rsidRDefault="008A00E7" w:rsidP="008A00E7">
      <w:pPr>
        <w:spacing w:after="0" w:line="240" w:lineRule="auto"/>
        <w:jc w:val="center"/>
        <w:rPr>
          <w:rFonts w:ascii="Times New Roman" w:hAnsi="Times New Roman"/>
        </w:rPr>
      </w:pPr>
    </w:p>
    <w:p w:rsidR="008A00E7" w:rsidRPr="00312454" w:rsidRDefault="008A00E7" w:rsidP="008A00E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8A00E7" w:rsidRPr="00A31AA4" w:rsidRDefault="008A00E7" w:rsidP="008A00E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A00E7" w:rsidRPr="00A31AA4" w:rsidRDefault="008A00E7" w:rsidP="008A00E7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8A00E7" w:rsidRPr="00A31AA4" w:rsidRDefault="008A00E7" w:rsidP="008A00E7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8A00E7" w:rsidRPr="00243225" w:rsidRDefault="008A00E7" w:rsidP="008A00E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Троцюк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Л.В.</w:t>
      </w:r>
    </w:p>
    <w:p w:rsidR="008A00E7" w:rsidRPr="00A31AA4" w:rsidRDefault="008A00E7" w:rsidP="008A00E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8A00E7" w:rsidRPr="00A31AA4" w:rsidRDefault="008A00E7" w:rsidP="008A00E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Троцюк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8A00E7" w:rsidRPr="00A31AA4" w:rsidRDefault="008A00E7" w:rsidP="008A00E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8A00E7" w:rsidRPr="00A31AA4" w:rsidRDefault="008A00E7" w:rsidP="008A00E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8A00E7" w:rsidRPr="00A31AA4" w:rsidRDefault="008A00E7" w:rsidP="008A00E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Троцюк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Лідії Василівні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0,9681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8A00E7" w:rsidRDefault="008A00E7" w:rsidP="008A00E7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Троцюк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Лідії Василівні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ка зареєстрована за адресою: </w:t>
      </w:r>
      <w:r w:rsidR="00D9385A">
        <w:rPr>
          <w:rFonts w:ascii="Times New Roman" w:eastAsia="Arial Unicode MS" w:hAnsi="Times New Roman"/>
          <w:sz w:val="24"/>
          <w:szCs w:val="24"/>
          <w:lang w:val="en-US" w:eastAsia="uk-UA"/>
        </w:rPr>
        <w:t>___________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 w:rsidR="00D9385A">
        <w:rPr>
          <w:rFonts w:ascii="Times New Roman" w:eastAsia="Arial Unicode MS" w:hAnsi="Times New Roman"/>
          <w:sz w:val="24"/>
          <w:szCs w:val="24"/>
          <w:lang w:val="en-US" w:eastAsia="uk-UA"/>
        </w:rPr>
        <w:t>____________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0,9681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га,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кадастровий номер: 68239847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5:011:0012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8A00E7" w:rsidRPr="00A31AA4" w:rsidRDefault="008A00E7" w:rsidP="008A00E7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Троцюк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Л.В., якій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A00E7" w:rsidRPr="008A00E7" w:rsidRDefault="008A00E7" w:rsidP="008A00E7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A00E7" w:rsidRPr="00A31AA4" w:rsidRDefault="008A00E7" w:rsidP="008A00E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B468F" w:rsidRPr="008A00E7" w:rsidRDefault="008A00E7" w:rsidP="008A00E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EB468F" w:rsidRPr="008A00E7" w:rsidSect="008A00E7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0E7"/>
    <w:rsid w:val="00171A2E"/>
    <w:rsid w:val="00304C90"/>
    <w:rsid w:val="00505B6D"/>
    <w:rsid w:val="006D3977"/>
    <w:rsid w:val="007D6C18"/>
    <w:rsid w:val="008A00E7"/>
    <w:rsid w:val="00D1641A"/>
    <w:rsid w:val="00D9385A"/>
    <w:rsid w:val="00EB4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E7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0E7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326</Words>
  <Characters>1863</Characters>
  <Application>Microsoft Office Word</Application>
  <DocSecurity>0</DocSecurity>
  <Lines>15</Lines>
  <Paragraphs>4</Paragraphs>
  <ScaleCrop>false</ScaleCrop>
  <Company>Microsoft</Company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2020-11-17T15:22:00Z</dcterms:created>
  <dcterms:modified xsi:type="dcterms:W3CDTF">2020-11-18T06:45:00Z</dcterms:modified>
</cp:coreProperties>
</file>