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B27" w:rsidRPr="00D815F3" w:rsidRDefault="00E15B27" w:rsidP="00E15B2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 w:rsidRPr="001869AA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E15B27" w:rsidRPr="00D815F3" w:rsidRDefault="00E15B27" w:rsidP="00E15B2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E15B27" w:rsidRPr="001869AA" w:rsidRDefault="00E15B27" w:rsidP="00E15B27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9668" name="Группа 9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966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0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0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0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606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8uVMUA&#10;AADdAAAADwAAAGRycy9kb3ducmV2LnhtbESPQWvCQBSE7wX/w/KE3upGhTRG1xCkLR6EkrTeH9ln&#10;Esy+Ddmtpv/eFQSPw8x8w2yy0XTiQoNrLSuYzyIQxJXVLdcKfn8+3xIQziNr7CyTgn9ykG0nLxtM&#10;tb1yQZfS1yJA2KWooPG+T6V0VUMG3cz2xME72cGgD3KopR7wGuCmk4soiqXBlsNCgz3tGqrO5Z9R&#10;YJdf+8OxXhTLD373nH8np+N4UOp1OuZrEJ5G/ww/2nutYBXHK7i/CU9Ab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y5U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rVGsQA&#10;AADdAAAADwAAAGRycy9kb3ducmV2LnhtbERPy2oCMRTdC/2HcAtuRDN1MdbRKEWYvhaCVnB7mVwn&#10;Yyc3Q5Lq1K9vFgWXh/Nernvbigv50DhW8DTJQBBXTjdcKzh8leNnECEia2wdk4JfCrBePQyWWGh3&#10;5R1d9rEWKYRDgQpMjF0hZagMWQwT1xEn7uS8xZigr6X2eE3htpXTLMulxYZTg8GONoaq7/2PVXAu&#10;t+a4md1e/Wi+o9uo/HxrP3Klho/9ywJEpD7exf/ud61gns/S/vQmPQG5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q1Rr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4S/sUA&#10;AADdAAAADwAAAGRycy9kb3ducmV2LnhtbESP3WrCQBCF7wu+wzIFb4putJDW6CaI1FJyI/48wJAd&#10;s6HZ2ZDdmvj2bqHQy8P5+TibYrStuFHvG8cKFvMEBHHldMO1gst5P3sH4QOyxtYxKbiThyKfPG0w&#10;027gI91OoRZxhH2GCkwIXSalrwxZ9HPXEUfv6nqLIcq+lrrHIY7bVi6TJJUWG44Egx3tDFXfpx8b&#10;IYdXPJTX4bz/HHHAj9Lwy/ao1PR53K5BBBrDf/iv/aUVrNK3B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fhL+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dZKcYA&#10;AADdAAAADwAAAGRycy9kb3ducmV2LnhtbESPQUvDQBSE70L/w/IEb3Zj0FRjt6VUhSJ4sAri7ZF9&#10;TYLZt8vus4n/visIHoeZ+YZZric3qCPF1Hs2cDUvQBE33vbcGnh/e7q8BZUE2eLgmQz8UIL1ana2&#10;xNr6kV/puJdWZQinGg10IqHWOjUdOUxzH4izd/DRoWQZW20jjhnuBl0WRaUd9pwXOgy07aj52n87&#10;Ay/jY3heVDeH8BmvS50erHxsxZiL82lzD0pokv/wX3tnDdxVixJ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hdZK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ApEsMA&#10;AADdAAAADwAAAGRycy9kb3ducmV2LnhtbESP3YrCMBCF74V9hzAL3sia7gr+VKOIrCLeFHUfYGjG&#10;pmwzKU209e2NIHh5OD8fZ7HqbCVu1PjSsYLvYQKCOHe65ELB33n7NQXhA7LGyjEpuJOH1fKjt8BU&#10;u5aPdDuFQsQR9ikqMCHUqZQ+N2TRD11NHL2LayyGKJtC6gbbOG4r+ZMkY2mx5EgwWNPGUP5/utoI&#10;yUaYHS7tebvrsMXfg+HB+qhU/7Nbz0EE6sI7/GrvtYLZeDKC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OApE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JkxsYA&#10;AADdAAAADwAAAGRycy9kb3ducmV2LnhtbESPQUsDMRSE70L/Q3gFbzZrqVtdmxapCiL00FYQb4/N&#10;6+7i5iUkz+76740geBxm5htmtRldr84UU+fZwPWsAEVce9txY+Dt+Hx1CyoJssXeMxn4pgSb9eRi&#10;hZX1A+/pfJBGZQinCg20IqHSOtUtOUwzH4izd/LRoWQZG20jDhnuej0vilI77DgvtBho21L9efhy&#10;BnbDU3hdljen8BEXc50erbxvxZjL6fhwD0polP/wX/vFGrgrlw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Jkx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5hI8cA&#10;AADdAAAADwAAAGRycy9kb3ducmV2LnhtbESPQWsCMRSE7wX/Q3hCL0Wztah1NYoWQgsWSq3g9bF5&#10;7i7dvCxJ6m7/vREKPQ4z8w2z2vS2ERfyoXas4HGcgSAunKm5VHD80qNnECEiG2wck4JfCrBZD+5W&#10;mBvX8SddDrEUCcIhRwVVjG0uZSgqshjGriVO3tl5izFJX0rjsUtw28hJls2kxZrTQoUtvVRUfB9+&#10;rILdR1c++Ydi17v9+fU01drod63U/bDfLkFE6uN/+K/9ZhQsZvMp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+YSP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SlEcUA&#10;AADdAAAADwAAAGRycy9kb3ducmV2LnhtbESP3WoCMRSE7wu+QzhC72pWqavdGkUsC0V6488DHDan&#10;m62bkyWJ6/btG0Ho5TAz3zCrzWBb0ZMPjWMF00kGgrhyuuFawflUvixBhIissXVMCn4pwGY9elph&#10;od2ND9QfYy0ShEOBCkyMXSFlqAxZDBPXESfv23mLMUlfS+3xluC2lbMsy6XFhtOCwY52hqrL8WoV&#10;lPvZV3+5al+67fBqaW5+lh9GqefxsH0HEWmI/+FH+1MreMsXOdzfpCc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FKUR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Baz8cA&#10;AADdAAAADwAAAGRycy9kb3ducmV2LnhtbESP3WoCMRSE7wu+QziF3hTN2lJ/tkbRQrBgoVQFbw+b&#10;4+7i5mRJUnf79qZQ6OUwM98wi1VvG3ElH2rHCsajDARx4UzNpYLjQQ9nIEJENtg4JgU/FGC1HNwt&#10;MDeu4y+67mMpEoRDjgqqGNtcylBUZDGMXEucvLPzFmOSvpTGY5fgtpFPWTaRFmtOCxW29FZRcdl/&#10;WwWbz6589o/Fpne78/b0orXRH1qph/t+/QoiUh//w3/td6NgPplO4fdNeg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gWs/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eU+MEA&#10;AADdAAAADwAAAGRycy9kb3ducmV2LnhtbERPy4rCMBTdD/gP4QqzG1Nlxkc1iiiFYZiNjw+4NNem&#10;2tyUJNb692YxMMvDea82vW1ERz7UjhWMRxkI4tLpmisF51PxMQcRIrLGxjEpeFKAzXrwtsJcuwcf&#10;qDvGSqQQDjkqMDG2uZShNGQxjFxLnLiL8xZjgr6S2uMjhdtGTrJsKi3WnBoMtrQzVN6Od6ug+Jn8&#10;dre79oXb9p+Wvsx1vjdKvQ/77RJEpD7+i//c31rBYjpLc9Ob9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DHlPj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4rRcQA&#10;AADdAAAADwAAAGRycy9kb3ducmV2LnhtbESP3WrCQBSE7wu+w3IE7+pGrX+pqxQhpbk0+gCH7GkS&#10;zJ6N2W1+3t4tFHo5zMw3zOE0mFp01LrKsoLFPAJBnFtdcaHgdk1edyCcR9ZYWyYFIzk4HScvB4y1&#10;7flCXeYLESDsYlRQet/EUrq8JINubhvi4H3b1qAPsi2kbrEPcFPLZRRtpMGKw0KJDZ1Lyu/Zj1Hw&#10;Nvafj2x9jxJtaJGumpR9vlZqNh0+3kF4Gvx/+K/9pRXsN9s9/L4JT0Ae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OK0X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r474A&#10;AADdAAAADwAAAGRycy9kb3ducmV2LnhtbERPuwrCMBTdBf8hXMFNUx2KVqOIooiT1sd8aa5tsbkp&#10;TdT692YQHA/nPV+2phIvalxpWcFoGIEgzqwuOVdwOW8HExDOI2usLJOCDzlYLrqdOSbavvlEr9Tn&#10;IoSwS1BB4X2dSOmyggy6oa2JA3e3jUEfYJNL3eA7hJtKjqMolgZLDg0F1rQuKHukT6PgGd/GF74f&#10;9DHdfHbTzXbl5DVXqt9rVzMQnlr/F//ce61gGk/C/v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Wz6+O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wxf8gA&#10;AADdAAAADwAAAGRycy9kb3ducmV2LnhtbESPT2vCQBTE74V+h+UVvDUbq4SYukpbKGgPiv8Ovb1m&#10;X5No9m2aXTV+e7cgeBxm5jfMeNqZWpyodZVlBf0oBkGcW11xoWC7+XxOQTiPrLG2TAou5GA6eXwY&#10;Y6btmVd0WvtCBAi7DBWU3jeZlC4vyaCLbEMcvF/bGvRBtoXULZ4D3NTyJY4TabDisFBiQx8l5Yf1&#10;0SjYLdNktHyfD/dfix8cGP33ratEqd5T9/YKwlPn7+Fbe6YVjJK0D/9vwhOQk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XDF/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Zt+8YA&#10;AADdAAAADwAAAGRycy9kb3ducmV2LnhtbESPQWvCQBSE70L/w/IK3nTTVEKaugnVohVPVoVeH9nX&#10;JDT7NmRXjf313YLgcZiZb5h5MZhWnKl3jWUFT9MIBHFpdcOVguNhNUlBOI+ssbVMCq7koMgfRnPM&#10;tL3wJ533vhIBwi5DBbX3XSalK2sy6Ka2Iw7et+0N+iD7SuoeLwFuWhlHUSINNhwWauxoWVP5sz8Z&#10;Bb/JF+7cR7x4f9aerrN0bbe7tVLjx+HtFYSnwd/Dt/ZGK3hJ0hj+34Qn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/Zt+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Kb2MUA&#10;AADdAAAADwAAAGRycy9kb3ducmV2LnhtbESPUWvCMBSF3wX/Q7iDvdl0zhWtRpHhwLfNbj/g0lzT&#10;YHNTm0w7f/0yGPh4OOd8h7PaDK4VF+qD9azgKctBENdeWzYKvj7fJnMQISJrbD2Tgh8KsFmPRyss&#10;tb/ygS5VNCJBOJSooImxK6UMdUMOQ+Y74uQdfe8wJtkbqXu8Jrhr5TTPC+nQclposKPXhupT9e0U&#10;nP30RQ/VDt9Pu8WHNWZ2vh1mSj0+DNsliEhDvIf/23utYFHMn+HvTXo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YpvY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qJxMUA&#10;AADdAAAADwAAAGRycy9kb3ducmV2LnhtbESPwW7CMBBE70j9B2uRuBGH0qYhxaCChMQV2kOPW3tJ&#10;0sbrNDaQ8vU1EhLH0cy80cyXvW3EiTpfO1YwSVIQxNqZmksFH++bcQ7CB2SDjWNS8EcelouHwRwL&#10;4868o9M+lCJC2BeooAqhLaT0uiKLPnEtcfQOrrMYouxKaTo8R7ht5GOaZtJizXGhwpbWFemf/dEq&#10;2NZf9Jzpw8zmK737vPyG6cu3UWo07N9eQQTqwz18a2+NglmWP8H1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qon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/fq8IA&#10;AADdAAAADwAAAGRycy9kb3ducmV2LnhtbERPXWvCMBR9F/wP4Qq+aaqgaG0qUxhMtglTca+X5q4p&#10;a25KE2v998tgsMfzzcm2va1FR62vHCuYTRMQxIXTFZcKLufnyQqED8gaa8ek4EEetvlwkGGq3Z0/&#10;qDuFUsQS9ikqMCE0qZS+MGTRT11DHLUv11oMEbal1C3eY7mt5TxJltJixXHBYEN7Q8X36WYVdHh8&#10;JJ9m974+VG/F/Li7vurIq/Gof9qACNSHf/Nf+kUrWC9XC/h9E5+Az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79+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b/vMQA&#10;AADdAAAADwAAAGRycy9kb3ducmV2LnhtbESPwU7DMBBE70j9B2srcaNOc4hKqFshpFYcIXDguMTb&#10;OCXejWzTBL4eIyFxHM3MG812P/tBXSjEXtjAelWAIm7F9twZeH053GxAxYRscRAmA18UYb9bXG2x&#10;tjLxM12a1KkM4VijAZfSWGsdW0ce40pG4uydJHhMWYZO24BThvtBl0VRaY895wWHIz04aj+aT29g&#10;Orbv5/L0Zt13GOXQPMm5HMSY6+V8fwcq0Zz+w3/tR2vgttpU8PsmPwG9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G/7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EcgMYA&#10;AADdAAAADwAAAGRycy9kb3ducmV2LnhtbESPT2sCMRTE7wW/Q3iF3mq2HnS7GsVqBRFL8d/9uXnu&#10;rk1elk3U9ds3BaHHYWZ+w4wmrTXiSo2vHCt46yYgiHOnKy4U7HeL1xSED8gajWNScCcPk3HnaYSZ&#10;djfe0HUbChEh7DNUUIZQZ1L6vCSLvutq4uidXGMxRNkUUjd4i3BrZC9J+tJixXGhxJpmJeU/24tV&#10;sPiem3PvazM9yDD7HBxNuvqYr5V6eW6nQxCB2vAffrSXWsF7Px3A35v4BOT4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Ecg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lFS8MA&#10;AADdAAAADwAAAGRycy9kb3ducmV2LnhtbERPTYvCMBC9L/gfwgheZE1VVrrVKCKICiuou+B1bMa2&#10;2ExKE2v99+Yg7PHxvmeL1pSiodoVlhUMBxEI4tTqgjMFf7/rzxiE88gaS8uk4EkOFvPOxwwTbR98&#10;pObkMxFC2CWoIPe+SqR0aU4G3cBWxIG72tqgD7DOpK7xEcJNKUdRNJEGCw4NOVa0yim9ne5GQXP4&#10;uWTbxlW7W9x3X+PLZrPXZ6V63XY5BeGp9f/it3urFXxP4jA3vAlPQM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lFS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ScGccA&#10;AADdAAAADwAAAGRycy9kb3ducmV2LnhtbESPQWvCQBSE74L/YXkFb7qpVElSV9FCwYtQtYd6e2Zf&#10;k2D2bbq7auyv7xYEj8PMfMPMFp1pxIWcry0reB4lIIgLq2suFXzu34cpCB+QNTaWScGNPCzm/d4M&#10;c22vvKXLLpQiQtjnqKAKoc2l9EVFBv3ItsTR+7bOYIjSlVI7vEa4aeQ4SabSYM1xocKW3ioqTruz&#10;UbDK0tXPxwtvfrfHAx2+jqfJ2CVKDZ665SuIQF14hO/ttVaQTdMM/t/EJy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f0nBnHAAAA3QAAAA8AAAAAAAAAAAAAAAAAmAIAAGRy&#10;cy9kb3ducmV2LnhtbFBLBQYAAAAABAAEAPUAAACMAwAAAAA=&#10;" fillcolor="black" stroked="f"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5gV8QA&#10;AADdAAAADwAAAGRycy9kb3ducmV2LnhtbERPz2vCMBS+D/wfwhO8zVTBotUo000YqAd1hx2fzVsb&#10;2ryUJmrnX78cBh4/vt+LVWdrcaPWG8cKRsMEBHHutOFCwdd5+zoF4QOyxtoxKfglD6tl72WBmXZ3&#10;PtLtFAoRQ9hnqKAMocmk9HlJFv3QNcSR+3GtxRBhW0jd4j2G21qOkySVFg3HhhIb2pSUV6erVfC9&#10;S830aGh82T/WH3o/qdaH90qpQb97m4MI1IWn+N/9qRXM0lncH9/EJ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+YFf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f7ecUA&#10;AADdAAAADwAAAGRycy9kb3ducmV2LnhtbESPT2sCMRTE70K/Q3iF3jSrB9GtUUSR9tJD/YPXx+Z1&#10;s+7mZU2irn76plDwOMzMb5jZorONuJIPlWMFw0EGgrhwuuJSwX636U9AhIissXFMCu4UYDF/6c0w&#10;1+7G33TdxlIkCIccFZgY21zKUBiyGAauJU7ej/MWY5K+lNrjLcFtI0dZNpYWK04LBltaGSrq7cUq&#10;8Mvjun7w5VBnj697+Dh15wkapd5eu+U7iEhdfIb/259awXQ8HcLfm/QE5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l/t5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HAvMUA&#10;AADdAAAADwAAAGRycy9kb3ducmV2LnhtbESPUWvCQBCE3wv+h2OFvhS9NA+2iZ4ihUKhImj9AWtu&#10;TYJ3eyG31dhf3ysIfRxm5htmsRq8UxfqYxvYwPM0A0VcBdtybeDw9T55BRUF2aILTAZuFGG1HD0s&#10;sLThyju67KVWCcKxRAONSFdqHauGPMZp6IiTdwq9R0myr7Xt8Zrg3uk8y2baY8tpocGO3hqqzvtv&#10;b8DlR1d8vsSN3A56k/142T1trTGP42E9ByU0yH/43v6wBopZkcPfm/QE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EcC8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FqY8YA&#10;AADdAAAADwAAAGRycy9kb3ducmV2LnhtbESPQWsCMRSE74X+h/CE3mpWC1JXo1hF2EsPbi1en5vn&#10;ZjF5WTZRt/31jVDwOMzMN8x82TsrrtSFxrOC0TADQVx53XCtYP+1fX0HESKyRuuZFPxQgOXi+WmO&#10;ufY33tG1jLVIEA45KjAxtrmUoTLkMAx9S5y8k+8cxiS7WuoObwnurBxn2UQ6bDgtGGxpbag6lxen&#10;YFO2drwvzEc4fH8ej7b43dJho9TLoF/NQETq4yP83y60gulk+gb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FqY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+9psUA&#10;AADdAAAADwAAAGRycy9kb3ducmV2LnhtbESPzWrDMBCE74W8g9hCb43UUpzEtRxCaSCQU/NzyG2R&#10;trYTa2UsNXbfvgoUchxm5humWI6uFVfqQ+NZw8tUgSA23jZcaTjs189zECEiW2w9k4ZfCrAsJw8F&#10;5tYP/EXXXaxEgnDIUUMdY5dLGUxNDsPUd8TJ+/a9w5hkX0nb45DgrpWvSmXSYcNpocaOPmoyl92P&#10;03Bey603Cs3xcBw2dnb6zKhVWj89jqt3EJHGeA//tzdWwyJbvMHtTXoCs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r72m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q6E8YA&#10;AADdAAAADwAAAGRycy9kb3ducmV2LnhtbESPQWvCQBSE70L/w/IKvZmNiqLRVVQQiqWHqkiPr9ln&#10;EpJ9G3Y3mv77bqHQ4zAz3zCrTW8acSfnK8sKRkkKgji3uuJCweV8GM5B+ICssbFMCr7Jw2b9NFhh&#10;pu2DP+h+CoWIEPYZKihDaDMpfV6SQZ/Yljh6N+sMhihdIbXDR4SbRo7TdCYNVhwXSmxpX1Jenzqj&#10;4LN749v75Lh1u3C1/dnX4695rdTLc79dggjUh//wX/tVK1jMFlP4fROf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fq6E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023sMA&#10;AADdAAAADwAAAGRycy9kb3ducmV2LnhtbERPTWsCMRC9C/6HMAVvmlSq6GoULRS8CNX2UG/jZtxd&#10;3Ey2SdS1v94chB4f73u+bG0truRD5VjD60CBIM6dqbjQ8P310Z+ACBHZYO2YNNwpwHLR7cwxM+7G&#10;O7ruYyFSCIcMNZQxNpmUIS/JYhi4hjhxJ+ctxgR9IY3HWwq3tRwqNZYWK04NJTb0XlJ+3l+shvV0&#10;sv79fOPt3+54oMPP8TwaeqV176VdzUBEauO/+OneGA3TsUr705v0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023sMAAADdAAAADwAAAAAAAAAAAAAAAACYAgAAZHJzL2Rv&#10;d25yZXYueG1sUEsFBgAAAAAEAAQA9QAAAIgDAAAAAA==&#10;" fillcolor="black" stroked="f"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1pRMUA&#10;AADdAAAADwAAAGRycy9kb3ducmV2LnhtbESPzWrDMBCE74W+g9hCb42cFkLqRgkmUFp6cn5Krxtr&#10;a5laKyOpivP2USCQ4zAz3zCL1Wh7kciHzrGC6aQAQdw43XGrYL97f5qDCBFZY++YFJwowGp5f7fA&#10;UrsjbyhtYysyhEOJCkyMQyllaAxZDBM3EGfv13mLMUvfSu3xmOG2l89FMZMWO84LBgdaG2r+tv9W&#10;QTqs6+ol/SSz+fJV61398X2olXp8GKs3EJHGeAtf259aweusmMLlTX4Cc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LWlE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XwcYA&#10;AADdAAAADwAAAGRycy9kb3ducmV2LnhtbESPQWvCQBSE70L/w/IKvZmNHoJGVynSluqlmhb0+Mg+&#10;s6HZtyG7jbG/vlsQPA4z8w2zXA+2ET11vnasYJKkIIhLp2uuFHx9vo5nIHxA1tg4JgVX8rBePYyW&#10;mGt34QP1RahEhLDPUYEJoc2l9KUhiz5xLXH0zq6zGKLsKqk7vES4beQ0TTNpsea4YLCljaHyu/ix&#10;Cvxk83Lc2d95f3oz/FFsTbavjFJPj8PzAkSgIdzDt/a7VjDP0in8v4lP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gXw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15B27" w:rsidRPr="00D815F3" w:rsidRDefault="00E15B27" w:rsidP="00E15B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E15B27" w:rsidRPr="001869AA" w:rsidRDefault="00E15B27" w:rsidP="00E15B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15B27" w:rsidRPr="001869AA" w:rsidRDefault="00E15B27" w:rsidP="00E15B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15B27" w:rsidRPr="001869AA" w:rsidRDefault="00E15B27" w:rsidP="00E15B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15B27" w:rsidRPr="00D815F3" w:rsidRDefault="00E15B27" w:rsidP="00E15B2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E15B27" w:rsidRPr="001869AA" w:rsidRDefault="00E15B27" w:rsidP="00E15B2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E15B27" w:rsidRPr="001869AA" w:rsidRDefault="00E15B27" w:rsidP="00E15B27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E15B27" w:rsidRPr="001869AA" w:rsidRDefault="00E15B27" w:rsidP="00E15B2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E15B27" w:rsidRPr="001869AA" w:rsidRDefault="00E15B27" w:rsidP="00E15B2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E15B27" w:rsidRPr="001869AA" w:rsidRDefault="00E15B27" w:rsidP="00E15B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96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15B27" w:rsidRDefault="00E15B27" w:rsidP="00E15B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637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k62eHYAABF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15B27" w:rsidRDefault="00E15B27" w:rsidP="00E15B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15B27" w:rsidRDefault="00E15B27" w:rsidP="00E15B27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E15B27" w:rsidRPr="001869AA" w:rsidRDefault="00E15B27" w:rsidP="00E15B27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15B27" w:rsidRDefault="00E15B27" w:rsidP="00E15B27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E15B27" w:rsidRPr="001869AA" w:rsidRDefault="00E15B27" w:rsidP="00E15B27">
      <w:pPr>
        <w:spacing w:after="0" w:line="240" w:lineRule="auto"/>
        <w:jc w:val="center"/>
        <w:rPr>
          <w:rFonts w:ascii="Times New Roman" w:hAnsi="Times New Roman"/>
        </w:rPr>
      </w:pPr>
    </w:p>
    <w:p w:rsidR="00E15B27" w:rsidRPr="00312454" w:rsidRDefault="00E15B27" w:rsidP="00E15B27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E15B27" w:rsidRPr="00A31AA4" w:rsidRDefault="00E15B27" w:rsidP="00E15B27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15B27" w:rsidRPr="00A31AA4" w:rsidRDefault="00E15B27" w:rsidP="00E15B27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E15B27" w:rsidRPr="00A31AA4" w:rsidRDefault="00E15B27" w:rsidP="00E15B27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E15B27" w:rsidRPr="00A31AA4" w:rsidRDefault="00E15B27" w:rsidP="00E15B27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Яковчука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О.Л.</w:t>
      </w:r>
    </w:p>
    <w:p w:rsidR="00E15B27" w:rsidRPr="00A31AA4" w:rsidRDefault="00E15B27" w:rsidP="00E15B27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15B27" w:rsidRPr="00A31AA4" w:rsidRDefault="00E15B27" w:rsidP="00E15B2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розглянувши заяву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Яковчука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О.Л.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сільська   рада    </w:t>
      </w:r>
    </w:p>
    <w:p w:rsidR="00E15B27" w:rsidRPr="00A31AA4" w:rsidRDefault="00E15B27" w:rsidP="00E15B2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E15B27" w:rsidRPr="00A31AA4" w:rsidRDefault="00E15B27" w:rsidP="00E15B2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15B27" w:rsidRPr="00A31AA4" w:rsidRDefault="00E15B27" w:rsidP="00E15B2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1.Затвердит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Яковчуку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Олександру Леонідовичу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для ведення  особистого селянського господарства,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за рахунок (16.00) землі запасу (земельні ділянки кожної категорії земель, які не надані у власність або користування громадянам чи юридичним особам),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2,0000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га,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за межами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с.Лисиче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E15B27" w:rsidRPr="00A31AA4" w:rsidRDefault="00E15B27" w:rsidP="00E15B27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2.Передат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и</w:t>
      </w:r>
      <w:r w:rsidRPr="0010328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Яковчуку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Олександру Леонідовичу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який зареєстрований за адресою: </w:t>
      </w:r>
      <w:r w:rsidR="007C0E01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____________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0B0D01">
        <w:rPr>
          <w:rFonts w:ascii="Times New Roman" w:eastAsia="Arial Unicode MS" w:hAnsi="Times New Roman"/>
          <w:sz w:val="24"/>
          <w:szCs w:val="24"/>
          <w:lang w:eastAsia="uk-UA"/>
        </w:rPr>
        <w:t xml:space="preserve">ідентифікаційний номер </w:t>
      </w:r>
      <w:r w:rsidR="007C0E01">
        <w:rPr>
          <w:rFonts w:ascii="Times New Roman" w:eastAsia="Arial Unicode MS" w:hAnsi="Times New Roman"/>
          <w:sz w:val="24"/>
          <w:szCs w:val="24"/>
          <w:lang w:val="en-US" w:eastAsia="uk-UA"/>
        </w:rPr>
        <w:t>____________</w:t>
      </w:r>
      <w:bookmarkStart w:id="0" w:name="_GoBack"/>
      <w:bookmarkEnd w:id="0"/>
      <w:r w:rsidRPr="000B0D01">
        <w:rPr>
          <w:rFonts w:ascii="Times New Roman" w:eastAsia="Arial Unicode MS" w:hAnsi="Times New Roman"/>
          <w:sz w:val="24"/>
          <w:szCs w:val="24"/>
          <w:lang w:eastAsia="uk-UA"/>
        </w:rPr>
        <w:t xml:space="preserve">, у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власність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земельну ділянку, площею 2,0000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га,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кадастровий номер: 6823984700:05:012:0036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</w:t>
      </w:r>
      <w:r w:rsidRPr="00A31AA4">
        <w:rPr>
          <w:rFonts w:ascii="Times New Roman" w:eastAsia="Arial Unicode MS" w:hAnsi="Times New Roman"/>
          <w:sz w:val="24"/>
          <w:szCs w:val="24"/>
          <w:lang w:eastAsia="uk-UA"/>
        </w:rPr>
        <w:t>ведення   особистого селянського господарства,</w:t>
      </w:r>
      <w:r w:rsidRPr="00C518F3"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за рахунок (16.00) землі запасу (земельні ділянки кожної категорії земель, які не надані у власність або користування громадянам чи юридичним особам),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яка розташована Хмельницька область, </w:t>
      </w:r>
      <w:proofErr w:type="spellStart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за межами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eastAsia="uk-UA"/>
        </w:rPr>
        <w:t>с.Лисиче</w:t>
      </w:r>
      <w:proofErr w:type="spellEnd"/>
      <w:r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E15B27" w:rsidRPr="00A31AA4" w:rsidRDefault="00E15B27" w:rsidP="00E15B27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Яковчуку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О.Л.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якому передана земельна ділянка у власність, посвідчити право власності  в установленому  законом порядку.</w:t>
      </w:r>
    </w:p>
    <w:p w:rsidR="00E15B27" w:rsidRPr="00A31AA4" w:rsidRDefault="00E15B27" w:rsidP="00E15B27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A31AA4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E15B27" w:rsidRDefault="00E15B27" w:rsidP="00E15B2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15B27" w:rsidRPr="00A31AA4" w:rsidRDefault="00E15B27" w:rsidP="00E15B2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E15B27" w:rsidRDefault="00E15B27" w:rsidP="00E15B27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D853E4" w:rsidRDefault="00D853E4"/>
    <w:sectPr w:rsidR="00D853E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B27"/>
    <w:rsid w:val="00171A2E"/>
    <w:rsid w:val="00304C90"/>
    <w:rsid w:val="00505B6D"/>
    <w:rsid w:val="006D3977"/>
    <w:rsid w:val="007C0E01"/>
    <w:rsid w:val="007D6C18"/>
    <w:rsid w:val="00D1641A"/>
    <w:rsid w:val="00D853E4"/>
    <w:rsid w:val="00E15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27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B27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6</TotalTime>
  <Pages>1</Pages>
  <Words>321</Words>
  <Characters>1835</Characters>
  <Application>Microsoft Office Word</Application>
  <DocSecurity>0</DocSecurity>
  <Lines>15</Lines>
  <Paragraphs>4</Paragraphs>
  <ScaleCrop>false</ScaleCrop>
  <Company>Microsoft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2020-11-17T15:20:00Z</dcterms:created>
  <dcterms:modified xsi:type="dcterms:W3CDTF">2020-11-18T06:46:00Z</dcterms:modified>
</cp:coreProperties>
</file>