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FF" w:rsidRDefault="000468FF" w:rsidP="000468F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8FF" w:rsidRDefault="000468FF" w:rsidP="000468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68FF" w:rsidRDefault="000468FF" w:rsidP="000468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68FF" w:rsidRDefault="000468FF" w:rsidP="000468F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468FF" w:rsidRDefault="000468FF" w:rsidP="000468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68FF" w:rsidRDefault="000468FF" w:rsidP="000468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№65</w:t>
      </w:r>
    </w:p>
    <w:p w:rsidR="000468FF" w:rsidRPr="00CB71B2" w:rsidRDefault="000468FF" w:rsidP="000468F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468FF" w:rsidRPr="00CB71B2" w:rsidRDefault="000468FF" w:rsidP="000468F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468FF" w:rsidRPr="00CB71B2" w:rsidRDefault="000468FF" w:rsidP="000468F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468FF" w:rsidRPr="00CB71B2" w:rsidRDefault="000468FF" w:rsidP="000468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Бірюковій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Л.Д.</w:t>
      </w: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Л.Д.,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Дмитрівні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0,0960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0468FF" w:rsidRPr="00CB71B2" w:rsidRDefault="000468FF" w:rsidP="000468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Дмитрівні,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BA0D92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A0D9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0,0690 га, кадастровий номер: 6823984000:01:018:0026,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0468FF" w:rsidRPr="00CB71B2" w:rsidRDefault="000468FF" w:rsidP="000468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Л.Д.,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0468FF" w:rsidRPr="00CB71B2" w:rsidRDefault="000468FF" w:rsidP="000468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8FF" w:rsidRPr="00CB71B2" w:rsidRDefault="000468FF" w:rsidP="000468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8FF" w:rsidRDefault="000468FF" w:rsidP="000468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20168" w:rsidRDefault="00820168"/>
    <w:sectPr w:rsidR="008201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FF"/>
    <w:rsid w:val="000468FF"/>
    <w:rsid w:val="00171A2E"/>
    <w:rsid w:val="00304C90"/>
    <w:rsid w:val="00505B6D"/>
    <w:rsid w:val="006D3977"/>
    <w:rsid w:val="007D6C18"/>
    <w:rsid w:val="00820168"/>
    <w:rsid w:val="00BA0D9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35C7"/>
  <w15:docId w15:val="{549D6B3C-5A59-4761-9295-62A73C13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F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468F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468F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468F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262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2021-04-28T11:25:00Z</dcterms:created>
  <dcterms:modified xsi:type="dcterms:W3CDTF">2021-04-28T13:16:00Z</dcterms:modified>
</cp:coreProperties>
</file>