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509" w:rsidRPr="000A4F3E" w:rsidRDefault="00943509" w:rsidP="009435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3509" w:rsidRDefault="00943509" w:rsidP="00943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3509" w:rsidRDefault="00943509" w:rsidP="00943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3509" w:rsidRPr="000A4F3E" w:rsidRDefault="00943509" w:rsidP="0094350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43509" w:rsidRPr="000A4F3E" w:rsidRDefault="00943509" w:rsidP="009435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3509" w:rsidRPr="000A4F3E" w:rsidRDefault="00943509" w:rsidP="009435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943509" w:rsidRPr="0059239A" w:rsidRDefault="00943509" w:rsidP="009435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3509" w:rsidRPr="0059239A" w:rsidRDefault="00943509" w:rsidP="0094350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943509" w:rsidRPr="0059239A" w:rsidRDefault="00943509" w:rsidP="0094350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943509" w:rsidRPr="0059239A" w:rsidRDefault="00943509" w:rsidP="0094350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943509" w:rsidRPr="0059239A" w:rsidRDefault="00943509" w:rsidP="0094350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Тишкун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К.В.</w:t>
      </w:r>
    </w:p>
    <w:p w:rsidR="00943509" w:rsidRPr="0059239A" w:rsidRDefault="00943509" w:rsidP="00943509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3509" w:rsidRDefault="00943509" w:rsidP="0094350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Тишкун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943509" w:rsidRPr="0059239A" w:rsidRDefault="00943509" w:rsidP="0094350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43509" w:rsidRPr="0059239A" w:rsidRDefault="00943509" w:rsidP="0094350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Тишкун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Катерині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C0F7B">
        <w:rPr>
          <w:rFonts w:ascii="Times New Roman" w:hAnsi="Times New Roman"/>
          <w:sz w:val="24"/>
          <w:lang w:val="en-US"/>
        </w:rPr>
        <w:t>________________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AC0F7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2,9063га,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6823986800:06:002:0026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4029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943509" w:rsidRPr="0059239A" w:rsidRDefault="00943509" w:rsidP="0094350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Тишкун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943509" w:rsidRPr="0059239A" w:rsidRDefault="00943509" w:rsidP="0094350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43509" w:rsidRPr="0059239A" w:rsidRDefault="00943509" w:rsidP="0094350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43509" w:rsidRDefault="00943509" w:rsidP="0094350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43509" w:rsidRDefault="00943509" w:rsidP="0094350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43509" w:rsidRDefault="00943509" w:rsidP="0094350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43509" w:rsidRDefault="00943509" w:rsidP="0094350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p w:rsidR="00A73BFF" w:rsidRDefault="00A73BFF"/>
    <w:sectPr w:rsidR="00A73B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509"/>
    <w:rsid w:val="00171A2E"/>
    <w:rsid w:val="00304C90"/>
    <w:rsid w:val="00505B6D"/>
    <w:rsid w:val="006D3977"/>
    <w:rsid w:val="007D6C18"/>
    <w:rsid w:val="00943509"/>
    <w:rsid w:val="00A73BFF"/>
    <w:rsid w:val="00AC0F7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2020-08-20T14:10:00Z</dcterms:created>
  <dcterms:modified xsi:type="dcterms:W3CDTF">2020-08-20T15:48:00Z</dcterms:modified>
</cp:coreProperties>
</file>