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D6" w:rsidRPr="004102D1" w:rsidRDefault="00F41AD6" w:rsidP="00F41AD6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AD6" w:rsidRDefault="00F41AD6" w:rsidP="00F41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1AD6" w:rsidRDefault="00F41AD6" w:rsidP="00F41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41AD6" w:rsidRPr="000A4F3E" w:rsidRDefault="00F41AD6" w:rsidP="00F41AD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1AD6" w:rsidRPr="000A4F3E" w:rsidRDefault="00F41AD6" w:rsidP="00F41AD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1AD6" w:rsidRPr="000A4F3E" w:rsidRDefault="00F41AD6" w:rsidP="00F41AD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1AD6" w:rsidRPr="000A4F3E" w:rsidRDefault="00F41AD6" w:rsidP="00F41AD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1AD6" w:rsidRPr="000A4F3E" w:rsidRDefault="00F41AD6" w:rsidP="00F41AD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41AD6" w:rsidRPr="000A4F3E" w:rsidRDefault="00F41AD6" w:rsidP="00F41AD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41AD6" w:rsidRPr="000A4F3E" w:rsidRDefault="00F41AD6" w:rsidP="00F41AD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41AD6" w:rsidRPr="000A4F3E" w:rsidRDefault="00F41AD6" w:rsidP="00F41AD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41AD6" w:rsidRPr="000A4F3E" w:rsidRDefault="00F41AD6" w:rsidP="00F41AD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1AD6" w:rsidRPr="000A4F3E" w:rsidRDefault="00F41AD6" w:rsidP="00F41AD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41AD6" w:rsidRPr="000A4F3E" w:rsidRDefault="00F41AD6" w:rsidP="00F41AD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1AD6" w:rsidRPr="000A4F3E" w:rsidRDefault="00F41AD6" w:rsidP="00F41AD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41AD6" w:rsidRPr="000A4F3E" w:rsidRDefault="00F41AD6" w:rsidP="00F41AD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41AD6" w:rsidRDefault="00F41AD6" w:rsidP="00F41AD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F41AD6" w:rsidRDefault="00F41AD6" w:rsidP="00F41AD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41AD6" w:rsidRPr="00CA5B65" w:rsidRDefault="00F41AD6" w:rsidP="00F41AD6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F41AD6" w:rsidRPr="00CA5B65" w:rsidRDefault="00F41AD6" w:rsidP="00F41AD6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F41AD6" w:rsidRPr="00CA5B65" w:rsidRDefault="00F41AD6" w:rsidP="00F41AD6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F41AD6" w:rsidRDefault="00F41AD6" w:rsidP="00F41AD6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F41AD6" w:rsidRPr="00CA5B65" w:rsidRDefault="00F41AD6" w:rsidP="00F41AD6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Гришину</w:t>
      </w:r>
      <w:proofErr w:type="gramStart"/>
      <w:r>
        <w:rPr>
          <w:rFonts w:ascii="Times New Roman" w:hAnsi="Times New Roman"/>
          <w:b/>
          <w:sz w:val="24"/>
        </w:rPr>
        <w:t xml:space="preserve"> І.</w:t>
      </w:r>
      <w:proofErr w:type="gramEnd"/>
      <w:r>
        <w:rPr>
          <w:rFonts w:ascii="Times New Roman" w:hAnsi="Times New Roman"/>
          <w:b/>
          <w:sz w:val="24"/>
        </w:rPr>
        <w:t>Р.</w:t>
      </w:r>
    </w:p>
    <w:p w:rsidR="00F41AD6" w:rsidRPr="00CA5B65" w:rsidRDefault="00F41AD6" w:rsidP="00F41AD6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</w:p>
    <w:p w:rsidR="00F41AD6" w:rsidRPr="00CA5B65" w:rsidRDefault="00F41AD6" w:rsidP="00F41AD6">
      <w:pPr>
        <w:spacing w:after="0"/>
        <w:rPr>
          <w:rFonts w:ascii="Times New Roman" w:hAnsi="Times New Roman"/>
          <w:b/>
          <w:sz w:val="24"/>
        </w:rPr>
      </w:pPr>
    </w:p>
    <w:p w:rsidR="00F41AD6" w:rsidRPr="00CA5B65" w:rsidRDefault="00F41AD6" w:rsidP="00F41AD6">
      <w:pPr>
        <w:spacing w:after="0"/>
        <w:rPr>
          <w:rFonts w:ascii="Times New Roman" w:hAnsi="Times New Roman"/>
          <w:b/>
          <w:sz w:val="24"/>
        </w:rPr>
      </w:pPr>
    </w:p>
    <w:p w:rsidR="00F41AD6" w:rsidRPr="00CA5B65" w:rsidRDefault="00F41AD6" w:rsidP="00F41AD6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до</w:t>
      </w:r>
      <w:proofErr w:type="gramEnd"/>
      <w:r w:rsidRPr="00CA5B65">
        <w:rPr>
          <w:rFonts w:ascii="Times New Roman" w:hAnsi="Times New Roman"/>
          <w:sz w:val="24"/>
        </w:rPr>
        <w:t xml:space="preserve">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м</w:t>
      </w:r>
      <w:proofErr w:type="gramEnd"/>
      <w:r w:rsidRPr="00CA5B65">
        <w:rPr>
          <w:rFonts w:ascii="Times New Roman" w:hAnsi="Times New Roman"/>
          <w:sz w:val="24"/>
        </w:rPr>
        <w:t>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Гришину І.Р.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F41AD6" w:rsidRPr="00CA5B65" w:rsidRDefault="00F41AD6" w:rsidP="00F41AD6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F41AD6" w:rsidRPr="00CA5B65" w:rsidRDefault="00F41AD6" w:rsidP="00F41AD6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Гришину </w:t>
      </w:r>
      <w:proofErr w:type="spellStart"/>
      <w:r>
        <w:rPr>
          <w:rFonts w:ascii="Times New Roman" w:hAnsi="Times New Roman"/>
          <w:sz w:val="24"/>
        </w:rPr>
        <w:t>Івану</w:t>
      </w:r>
      <w:proofErr w:type="spellEnd"/>
      <w:r>
        <w:rPr>
          <w:rFonts w:ascii="Times New Roman" w:hAnsi="Times New Roman"/>
          <w:sz w:val="24"/>
        </w:rPr>
        <w:t xml:space="preserve"> Романовичу,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73E6D">
        <w:rPr>
          <w:rFonts w:ascii="Times New Roman" w:hAnsi="Times New Roman"/>
          <w:sz w:val="24"/>
          <w:lang w:val="en-US"/>
        </w:rPr>
        <w:t>__________________</w:t>
      </w:r>
      <w:bookmarkStart w:id="0" w:name="_GoBack"/>
      <w:bookmarkEnd w:id="0"/>
      <w:r w:rsidRPr="00CA5B65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>
        <w:rPr>
          <w:rFonts w:ascii="Times New Roman" w:hAnsi="Times New Roman"/>
          <w:sz w:val="24"/>
        </w:rPr>
        <w:t>кадастровий</w:t>
      </w:r>
      <w:proofErr w:type="spellEnd"/>
      <w:r>
        <w:rPr>
          <w:rFonts w:ascii="Times New Roman" w:hAnsi="Times New Roman"/>
          <w:sz w:val="24"/>
        </w:rPr>
        <w:t xml:space="preserve"> номер 6823984000:02:009:0002,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.С</w:t>
      </w:r>
      <w:proofErr w:type="gramEnd"/>
      <w:r>
        <w:rPr>
          <w:rFonts w:ascii="Times New Roman" w:hAnsi="Times New Roman"/>
          <w:sz w:val="24"/>
        </w:rPr>
        <w:t>тригани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вулиці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Г.Охман</w:t>
      </w:r>
      <w:proofErr w:type="spellEnd"/>
      <w:r>
        <w:rPr>
          <w:rFonts w:ascii="Times New Roman" w:hAnsi="Times New Roman"/>
          <w:sz w:val="24"/>
        </w:rPr>
        <w:t>, 29.</w:t>
      </w:r>
    </w:p>
    <w:p w:rsidR="00F41AD6" w:rsidRPr="00CA5B65" w:rsidRDefault="00F41AD6" w:rsidP="00F41AD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2.Гришину І.Р.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F41AD6" w:rsidRPr="00F41AD6" w:rsidRDefault="00F41AD6" w:rsidP="00F41AD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благоустрою (Денисюк Т.В.).</w:t>
      </w:r>
    </w:p>
    <w:p w:rsidR="00F41AD6" w:rsidRDefault="00F41AD6" w:rsidP="00F41AD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494F" w:rsidRPr="00F41AD6" w:rsidRDefault="00F41AD6" w:rsidP="00F41AD6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62494F" w:rsidRPr="00F41A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AD6"/>
    <w:rsid w:val="00073E6D"/>
    <w:rsid w:val="00171A2E"/>
    <w:rsid w:val="00304C90"/>
    <w:rsid w:val="00505B6D"/>
    <w:rsid w:val="0062494F"/>
    <w:rsid w:val="006D3977"/>
    <w:rsid w:val="007D6C18"/>
    <w:rsid w:val="00D1641A"/>
    <w:rsid w:val="00F4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41AD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41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41AD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41AD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41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41AD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2020-08-20T14:46:00Z</dcterms:created>
  <dcterms:modified xsi:type="dcterms:W3CDTF">2020-08-21T12:28:00Z</dcterms:modified>
</cp:coreProperties>
</file>