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82" w:rsidRDefault="00400782" w:rsidP="004007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0782" w:rsidRDefault="00400782" w:rsidP="00400782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00782" w:rsidRDefault="00400782" w:rsidP="004007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Default="00400782" w:rsidP="004007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00782" w:rsidRDefault="00400782" w:rsidP="004007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Default="00400782" w:rsidP="004007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0782" w:rsidRDefault="00400782" w:rsidP="004007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0782" w:rsidRPr="002D7F0E" w:rsidRDefault="00400782" w:rsidP="004007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№85</w:t>
      </w:r>
    </w:p>
    <w:p w:rsidR="00400782" w:rsidRPr="003C3AC0" w:rsidRDefault="00400782" w:rsidP="004007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0782" w:rsidRPr="003C3AC0" w:rsidRDefault="00400782" w:rsidP="0040078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0782" w:rsidRPr="003C3AC0" w:rsidRDefault="00400782" w:rsidP="004007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400782" w:rsidRPr="003C3AC0" w:rsidRDefault="00400782" w:rsidP="004007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400782" w:rsidRPr="003C3AC0" w:rsidRDefault="00400782" w:rsidP="004007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400782" w:rsidRDefault="00400782" w:rsidP="004007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Крупецької сільської об’єднаної </w:t>
      </w:r>
    </w:p>
    <w:p w:rsidR="00400782" w:rsidRPr="003C3AC0" w:rsidRDefault="00400782" w:rsidP="004007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територіальної громади</w:t>
      </w:r>
    </w:p>
    <w:p w:rsidR="00400782" w:rsidRPr="005E43A8" w:rsidRDefault="00400782" w:rsidP="004007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400782" w:rsidRPr="003C3AC0" w:rsidRDefault="00400782" w:rsidP="004007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0782" w:rsidRPr="003C3AC0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кадастр», сільська рада </w:t>
      </w:r>
    </w:p>
    <w:p w:rsidR="00400782" w:rsidRPr="003C3AC0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00782" w:rsidRPr="003C3AC0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2,000 га, код 16. землі запасу (земельні ділянки кожної категорії земель, які не надані у власність або користування громадянам чи юридичним особам), земельна  ділянка розташована в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, на території Крупецької сільської ради (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Лисиченська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рада)</w:t>
      </w:r>
    </w:p>
    <w:p w:rsidR="00400782" w:rsidRPr="003C3AC0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400782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400782" w:rsidRPr="00400782" w:rsidRDefault="00400782" w:rsidP="0040078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5063EE" w:rsidRPr="00400782" w:rsidRDefault="00400782" w:rsidP="004007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5063EE" w:rsidRPr="00400782" w:rsidSect="00400782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00782"/>
    <w:rsid w:val="00171A2E"/>
    <w:rsid w:val="00304C90"/>
    <w:rsid w:val="00361458"/>
    <w:rsid w:val="00400782"/>
    <w:rsid w:val="00505B6D"/>
    <w:rsid w:val="005063EE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78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2019-12-17T14:24:00Z</dcterms:created>
  <dcterms:modified xsi:type="dcterms:W3CDTF">2019-12-17T14:25:00Z</dcterms:modified>
</cp:coreProperties>
</file>