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059" w:rsidRPr="00B623A8" w:rsidRDefault="00EB2059" w:rsidP="00EB205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2059" w:rsidRDefault="00EB2059" w:rsidP="00EB20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2059" w:rsidRDefault="00EB2059" w:rsidP="00EB20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2059" w:rsidRDefault="00EB2059" w:rsidP="00EB20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B2059" w:rsidRDefault="00EB2059" w:rsidP="00EB20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№40</w:t>
      </w:r>
    </w:p>
    <w:p w:rsidR="00EB2059" w:rsidRDefault="00EB2059" w:rsidP="00EB205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EB2059" w:rsidRDefault="00EB2059" w:rsidP="00EB205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EB2059" w:rsidRDefault="00EB2059" w:rsidP="00EB205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EB2059" w:rsidRPr="00E979E8" w:rsidRDefault="00EB2059" w:rsidP="00EB205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Бацан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М.О.</w:t>
      </w:r>
    </w:p>
    <w:p w:rsidR="00EB2059" w:rsidRDefault="00EB2059" w:rsidP="00EB205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Бацан  М.О.,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Бацан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Олексіївні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B3758">
        <w:rPr>
          <w:rFonts w:ascii="Times New Roman" w:hAnsi="Times New Roman"/>
          <w:sz w:val="24"/>
          <w:lang w:val="uk-UA"/>
        </w:rPr>
        <w:t>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BB3758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6823986800:02:005:0053,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Зелена, 31.</w:t>
      </w:r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Бацан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М.О.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3.Контроль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B2059" w:rsidRDefault="00EB2059" w:rsidP="00EB205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B2059" w:rsidRDefault="00EB2059" w:rsidP="00EB205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EB2059" w:rsidRDefault="00EB2059" w:rsidP="00EB205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EB2059" w:rsidRDefault="00EB2059" w:rsidP="00EB205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30931" w:rsidRPr="00EB2059" w:rsidRDefault="00EB2059" w:rsidP="00EB205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530931" w:rsidRPr="00EB20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059"/>
    <w:rsid w:val="00171A2E"/>
    <w:rsid w:val="00304C90"/>
    <w:rsid w:val="00505B6D"/>
    <w:rsid w:val="00530931"/>
    <w:rsid w:val="006D3977"/>
    <w:rsid w:val="007D6C18"/>
    <w:rsid w:val="00BB3758"/>
    <w:rsid w:val="00D1641A"/>
    <w:rsid w:val="00EB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B205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B2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B205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B205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B205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B205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2020-10-16T17:21:00Z</dcterms:created>
  <dcterms:modified xsi:type="dcterms:W3CDTF">2020-10-16T18:07:00Z</dcterms:modified>
</cp:coreProperties>
</file>