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5470" w:rsidRDefault="00FA5470" w:rsidP="00FA547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A5470" w:rsidRDefault="00FA5470" w:rsidP="00FA547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A5470" w:rsidRDefault="00FA5470" w:rsidP="00FA547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A5470" w:rsidRDefault="00FA5470" w:rsidP="00FA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5470" w:rsidRDefault="00FA5470" w:rsidP="00FA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5470" w:rsidRDefault="00FA5470" w:rsidP="00FA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5470" w:rsidRDefault="00FA5470" w:rsidP="00FA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5470" w:rsidRDefault="00FA5470" w:rsidP="00FA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A5470" w:rsidRDefault="00FA5470" w:rsidP="00FA547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A5470" w:rsidRDefault="00FA5470" w:rsidP="00FA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A5470" w:rsidRDefault="00FA5470" w:rsidP="00FA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A5470" w:rsidRDefault="00FA5470" w:rsidP="00FA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5470" w:rsidRDefault="00FA5470" w:rsidP="00FA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A5470" w:rsidRDefault="00FA5470" w:rsidP="00FA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A5470" w:rsidRDefault="00FA5470" w:rsidP="00FA54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A5470" w:rsidRDefault="00FA5470" w:rsidP="00FA54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A5470" w:rsidRDefault="00FA5470" w:rsidP="00FA547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14</w:t>
      </w:r>
    </w:p>
    <w:p w:rsidR="00FA5470" w:rsidRDefault="00FA5470" w:rsidP="00FA5470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FA5470" w:rsidRPr="003F7E17" w:rsidRDefault="00FA5470" w:rsidP="00FA5470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bookmarkStart w:id="0" w:name="_GoBack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розгляд заяви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Артинюка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В.П.</w:t>
      </w:r>
    </w:p>
    <w:bookmarkEnd w:id="0"/>
    <w:p w:rsidR="00FA5470" w:rsidRDefault="00FA5470" w:rsidP="00FA5470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A5470" w:rsidRDefault="00FA5470" w:rsidP="00FA547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141,142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Артинюка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В.П,  сільська  рада </w:t>
      </w:r>
    </w:p>
    <w:p w:rsidR="00FA5470" w:rsidRPr="00060CDE" w:rsidRDefault="00FA5470" w:rsidP="00FA5470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FA5470" w:rsidRPr="00A00975" w:rsidRDefault="00FA5470" w:rsidP="00FA547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Артинюка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Василя Прокоповича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,  який заре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043CBF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припинити право користування на земельну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 орієнтовною площею  0,55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Хмельницька обл.. Шепетівський район за межами  с. Дідова Гора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землі запасу </w:t>
      </w:r>
      <w:proofErr w:type="spellStart"/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FA5470" w:rsidRPr="00A00975" w:rsidRDefault="00FA5470" w:rsidP="00FA547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FA5470" w:rsidRPr="00A00975" w:rsidRDefault="00FA5470" w:rsidP="00FA547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A5470" w:rsidRPr="00A00975" w:rsidRDefault="00FA5470" w:rsidP="00FA547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A5470" w:rsidRPr="00687BAE" w:rsidRDefault="00FA5470" w:rsidP="00FA5470">
      <w:pPr>
        <w:rPr>
          <w:rFonts w:ascii="Times New Roman" w:hAnsi="Times New Roman" w:cs="Times New Roman"/>
        </w:rPr>
      </w:pPr>
    </w:p>
    <w:p w:rsidR="00FA5470" w:rsidRDefault="00FA5470" w:rsidP="00FA5470">
      <w:pPr>
        <w:rPr>
          <w:rFonts w:ascii="Times New Roman" w:hAnsi="Times New Roman" w:cs="Times New Roman"/>
        </w:rPr>
      </w:pPr>
    </w:p>
    <w:p w:rsidR="00FA5470" w:rsidRDefault="00FA5470" w:rsidP="00FA5470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Сільський голова             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CE2D35" w:rsidRDefault="00CE2D35"/>
    <w:sectPr w:rsidR="00CE2D3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5470"/>
    <w:rsid w:val="00043CBF"/>
    <w:rsid w:val="00CE2D35"/>
    <w:rsid w:val="00FA5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7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A547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A547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A5470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47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A547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A547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A5470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205</Words>
  <Characters>1173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2021-07-26T12:19:00Z</dcterms:created>
  <dcterms:modified xsi:type="dcterms:W3CDTF">2021-07-26T13:20:00Z</dcterms:modified>
</cp:coreProperties>
</file>