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7C4" w:rsidRDefault="001467C4" w:rsidP="001467C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66040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7C4" w:rsidRDefault="001467C4" w:rsidP="00146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2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CS9zA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467C4" w:rsidRDefault="001467C4" w:rsidP="00146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467C4" w:rsidRDefault="001467C4" w:rsidP="001467C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1467C4" w:rsidRDefault="001467C4" w:rsidP="001467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67C4" w:rsidRDefault="001467C4" w:rsidP="001467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67C4" w:rsidRDefault="001467C4" w:rsidP="001467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67C4" w:rsidRDefault="001467C4" w:rsidP="001467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467C4" w:rsidRDefault="001467C4" w:rsidP="001467C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467C4" w:rsidRDefault="001467C4" w:rsidP="001467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467C4" w:rsidRDefault="001467C4" w:rsidP="001467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467C4" w:rsidRDefault="001467C4" w:rsidP="001467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67C4" w:rsidRDefault="001467C4" w:rsidP="001467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467C4" w:rsidRDefault="001467C4" w:rsidP="001467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67C4" w:rsidRDefault="001467C4" w:rsidP="001467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467C4" w:rsidRDefault="001467C4" w:rsidP="001467C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467C4" w:rsidRPr="000C05A5" w:rsidRDefault="001467C4" w:rsidP="001467C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103</w:t>
      </w:r>
    </w:p>
    <w:p w:rsidR="001467C4" w:rsidRPr="00054EE7" w:rsidRDefault="001467C4" w:rsidP="001467C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1467C4" w:rsidRPr="00054EE7" w:rsidRDefault="001467C4" w:rsidP="001467C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1467C4" w:rsidRPr="00054EE7" w:rsidRDefault="001467C4" w:rsidP="001467C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1467C4" w:rsidRPr="00054EE7" w:rsidRDefault="001467C4" w:rsidP="001467C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1467C4" w:rsidRPr="00054EE7" w:rsidRDefault="001467C4" w:rsidP="001467C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1467C4" w:rsidRPr="00054EE7" w:rsidRDefault="001467C4" w:rsidP="001467C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Мачулянській</w:t>
      </w:r>
      <w:proofErr w:type="spellEnd"/>
      <w:r w:rsidRPr="00054EE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М.М.</w:t>
      </w:r>
    </w:p>
    <w:p w:rsidR="001467C4" w:rsidRPr="00054EE7" w:rsidRDefault="001467C4" w:rsidP="001467C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467C4" w:rsidRPr="00054EE7" w:rsidRDefault="001467C4" w:rsidP="001467C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116, 118, 121, 122 та 186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Мачулянської</w:t>
      </w:r>
      <w:proofErr w:type="spellEnd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  сільська  рада </w:t>
      </w:r>
    </w:p>
    <w:p w:rsidR="001467C4" w:rsidRPr="00054EE7" w:rsidRDefault="001467C4" w:rsidP="001467C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1467C4" w:rsidRPr="00054EE7" w:rsidRDefault="001467C4" w:rsidP="001467C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proofErr w:type="spellStart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Мачулянській</w:t>
      </w:r>
      <w:proofErr w:type="spellEnd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Миколаївні, </w:t>
      </w:r>
      <w:r w:rsidRPr="00054EE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яка  зареєстрована за </w:t>
      </w:r>
      <w:proofErr w:type="spellStart"/>
      <w:r w:rsidRPr="00054EE7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054EE7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F309C8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</w:t>
      </w:r>
      <w:r w:rsidRPr="00054EE7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 </w:t>
      </w:r>
      <w:r w:rsidR="00F309C8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 3,0013 га, кадастровий номер: 6823982100:03:013:0016, д</w:t>
      </w:r>
      <w:r w:rsidRPr="00054EE7">
        <w:rPr>
          <w:rFonts w:ascii="Times New Roman" w:eastAsia="Times New Roman" w:hAnsi="Times New Roman" w:cs="Times New Roman"/>
          <w:sz w:val="24"/>
          <w:szCs w:val="24"/>
          <w:lang w:eastAsia="en-US"/>
        </w:rPr>
        <w:t>ля ведення товарного сільськогосподарського виробництва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 </w:t>
      </w:r>
      <w:proofErr w:type="spellStart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Головлівська</w:t>
      </w:r>
      <w:proofErr w:type="spellEnd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(</w:t>
      </w:r>
      <w:proofErr w:type="spellStart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)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 рада</w:t>
      </w:r>
    </w:p>
    <w:p w:rsidR="001467C4" w:rsidRPr="00054EE7" w:rsidRDefault="001467C4" w:rsidP="001467C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Мачулянській</w:t>
      </w:r>
      <w:proofErr w:type="spellEnd"/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1467C4" w:rsidRPr="00054EE7" w:rsidRDefault="001467C4" w:rsidP="001467C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467C4" w:rsidRPr="00054EE7" w:rsidRDefault="001467C4" w:rsidP="001467C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467C4" w:rsidRPr="00054EE7" w:rsidRDefault="001467C4" w:rsidP="001467C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D1257" w:rsidRPr="001467C4" w:rsidRDefault="001467C4" w:rsidP="001467C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D1257" w:rsidRPr="001467C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7C4"/>
    <w:rsid w:val="001467C4"/>
    <w:rsid w:val="00BD1257"/>
    <w:rsid w:val="00F30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C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467C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467C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467C4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C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467C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467C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467C4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265</Words>
  <Characters>1515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2021-07-28T12:43:00Z</dcterms:created>
  <dcterms:modified xsi:type="dcterms:W3CDTF">2021-07-28T12:51:00Z</dcterms:modified>
</cp:coreProperties>
</file>