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6949" w:rsidRPr="00B623A8" w:rsidRDefault="00886949" w:rsidP="00886949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6949" w:rsidRDefault="00886949" w:rsidP="0088694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86949" w:rsidRDefault="00886949" w:rsidP="0088694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86949" w:rsidRDefault="00886949" w:rsidP="0088694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6949" w:rsidRDefault="00886949" w:rsidP="0088694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86949" w:rsidRDefault="00886949" w:rsidP="0088694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6949" w:rsidRDefault="00886949" w:rsidP="0088694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№36</w:t>
      </w:r>
    </w:p>
    <w:p w:rsidR="00886949" w:rsidRPr="00A31AA4" w:rsidRDefault="00886949" w:rsidP="00886949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86949" w:rsidRPr="00A31AA4" w:rsidRDefault="00886949" w:rsidP="00886949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886949" w:rsidRPr="00A31AA4" w:rsidRDefault="00886949" w:rsidP="00886949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886949" w:rsidRPr="00A31AA4" w:rsidRDefault="00886949" w:rsidP="00886949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О.В.</w:t>
      </w:r>
    </w:p>
    <w:p w:rsidR="00886949" w:rsidRPr="00A31AA4" w:rsidRDefault="00886949" w:rsidP="00886949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6949" w:rsidRPr="00A31AA4" w:rsidRDefault="00886949" w:rsidP="0088694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886949" w:rsidRPr="00A31AA4" w:rsidRDefault="00886949" w:rsidP="0088694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86949" w:rsidRPr="00A31AA4" w:rsidRDefault="00886949" w:rsidP="0088694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1,4368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886949" w:rsidRPr="00A31AA4" w:rsidRDefault="00886949" w:rsidP="0088694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831A85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_______________</w:t>
      </w:r>
      <w:r w:rsidRPr="00A31AA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 </w:t>
      </w:r>
      <w:r w:rsidR="00831A85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</w:t>
      </w:r>
      <w:bookmarkStart w:id="0" w:name="_GoBack"/>
      <w:bookmarkEnd w:id="0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1,4368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6823984000:01:013:0037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31AA4">
        <w:rPr>
          <w:rFonts w:ascii="Times New Roman" w:eastAsia="Arial Unicode MS" w:hAnsi="Times New Roman"/>
          <w:sz w:val="24"/>
          <w:szCs w:val="24"/>
        </w:rPr>
        <w:t>,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.</w:t>
      </w:r>
    </w:p>
    <w:p w:rsidR="00886949" w:rsidRPr="00A31AA4" w:rsidRDefault="00886949" w:rsidP="0088694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Левунець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О.В.</w:t>
      </w: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886949" w:rsidRPr="00A31AA4" w:rsidRDefault="00886949" w:rsidP="00886949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886949" w:rsidRPr="00A31AA4" w:rsidRDefault="00886949" w:rsidP="0088694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80DA8" w:rsidRPr="00886949" w:rsidRDefault="00886949" w:rsidP="0088694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280DA8" w:rsidRPr="0088694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949"/>
    <w:rsid w:val="00171A2E"/>
    <w:rsid w:val="00280DA8"/>
    <w:rsid w:val="00304C90"/>
    <w:rsid w:val="00505B6D"/>
    <w:rsid w:val="006D3977"/>
    <w:rsid w:val="007D6C18"/>
    <w:rsid w:val="00831A85"/>
    <w:rsid w:val="0088694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8694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869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86949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8694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8694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86949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277</Words>
  <Characters>1582</Characters>
  <Application>Microsoft Office Word</Application>
  <DocSecurity>0</DocSecurity>
  <Lines>13</Lines>
  <Paragraphs>3</Paragraphs>
  <ScaleCrop>false</ScaleCrop>
  <Company>Microsoft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2020-10-16T17:17:00Z</dcterms:created>
  <dcterms:modified xsi:type="dcterms:W3CDTF">2020-10-16T18:08:00Z</dcterms:modified>
</cp:coreProperties>
</file>