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C13" w:rsidRDefault="00141C13" w:rsidP="00141C1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1C13" w:rsidRDefault="00141C13" w:rsidP="00141C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1C13" w:rsidRDefault="00141C13" w:rsidP="00141C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1C13" w:rsidRDefault="00141C13" w:rsidP="00141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C13" w:rsidRDefault="00141C13" w:rsidP="00141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C13" w:rsidRDefault="00141C13" w:rsidP="00141C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C13" w:rsidRDefault="00141C13" w:rsidP="00141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1C13" w:rsidRDefault="00141C13" w:rsidP="00141C1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1C13" w:rsidRDefault="00141C13" w:rsidP="00141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41C13" w:rsidRDefault="00141C13" w:rsidP="00141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1C13" w:rsidRDefault="00141C13" w:rsidP="00141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C13" w:rsidRDefault="00141C13" w:rsidP="00141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41C13" w:rsidRDefault="00141C13" w:rsidP="00141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1C13" w:rsidRDefault="00141C13" w:rsidP="00141C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41C13" w:rsidRDefault="00141C13" w:rsidP="00141C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1C13" w:rsidRDefault="00141C13" w:rsidP="00141C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№26</w:t>
      </w:r>
    </w:p>
    <w:p w:rsidR="00141C13" w:rsidRPr="00DE6ED3" w:rsidRDefault="00141C13" w:rsidP="00141C1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41C13" w:rsidRPr="00DE6ED3" w:rsidRDefault="00141C13" w:rsidP="00141C1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41C13" w:rsidRPr="00DE6ED3" w:rsidRDefault="00141C13" w:rsidP="00141C1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41C13" w:rsidRPr="00DE6ED3" w:rsidRDefault="00141C13" w:rsidP="00141C1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Вуєк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М.Р.</w:t>
      </w:r>
    </w:p>
    <w:p w:rsidR="00141C13" w:rsidRPr="00DE6ED3" w:rsidRDefault="00141C13" w:rsidP="00141C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1C13" w:rsidRPr="00DE6ED3" w:rsidRDefault="00141C13" w:rsidP="00141C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Вуєк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Р.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141C13" w:rsidRPr="00DE6ED3" w:rsidRDefault="00141C13" w:rsidP="00141C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41C13" w:rsidRPr="00DE6ED3" w:rsidRDefault="00141C13" w:rsidP="00141C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Вуєк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Миколі Романовичу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0,5000 </w:t>
      </w:r>
      <w:r w:rsidRPr="00DE6ED3">
        <w:rPr>
          <w:rFonts w:ascii="Times New Roman" w:eastAsia="Calibri" w:hAnsi="Times New Roman" w:cs="Times New Roman"/>
          <w:sz w:val="24"/>
          <w:szCs w:val="24"/>
        </w:rPr>
        <w:t>га, яка розташована Хмельницька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 с. Лисиче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1C13" w:rsidRPr="00AE3E84" w:rsidRDefault="00141C13" w:rsidP="00141C1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Вуєк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Романовичу, </w:t>
      </w:r>
      <w:r>
        <w:rPr>
          <w:rFonts w:ascii="Times New Roman" w:eastAsia="Calibri" w:hAnsi="Times New Roman" w:cs="Times New Roman"/>
          <w:sz w:val="24"/>
        </w:rPr>
        <w:t xml:space="preserve">який  зареєстрований за адресою: </w:t>
      </w:r>
      <w:r w:rsidR="00C21409" w:rsidRPr="00C21409">
        <w:rPr>
          <w:rFonts w:ascii="Times New Roman" w:eastAsia="Calibri" w:hAnsi="Times New Roman" w:cs="Times New Roman"/>
          <w:sz w:val="24"/>
          <w:lang w:val="ru-RU"/>
        </w:rPr>
        <w:t>_______________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C21409" w:rsidRPr="00C2140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 площею 0,5000 га, кадастровий номер: 6823984700:01:004:0019</w:t>
      </w: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с. Лисиче</w:t>
      </w:r>
      <w:r w:rsidRPr="00AE3E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1C13" w:rsidRPr="00AE3E84" w:rsidRDefault="00141C13" w:rsidP="00141C1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Вуєк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М.Р.</w:t>
      </w:r>
      <w:r w:rsidRPr="00AE3E8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41C13" w:rsidRPr="00AE3E84" w:rsidRDefault="00141C13" w:rsidP="00141C1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41C13" w:rsidRDefault="00141C13" w:rsidP="00141C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41C13" w:rsidRDefault="00141C13" w:rsidP="00141C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41C13" w:rsidRPr="00031790" w:rsidRDefault="00141C13" w:rsidP="00141C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41C13" w:rsidRPr="00DE6ED3" w:rsidRDefault="00141C13" w:rsidP="00141C1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06336" w:rsidRPr="00141C13" w:rsidRDefault="00141C13" w:rsidP="00141C1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06336" w:rsidRPr="00141C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13"/>
    <w:rsid w:val="00141C13"/>
    <w:rsid w:val="00171A2E"/>
    <w:rsid w:val="00304C90"/>
    <w:rsid w:val="00505B6D"/>
    <w:rsid w:val="006D3977"/>
    <w:rsid w:val="007D6C18"/>
    <w:rsid w:val="00806336"/>
    <w:rsid w:val="00C2140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141C1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141C1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41C1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141C1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141C1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41C1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1094</Words>
  <Characters>624</Characters>
  <Application>Microsoft Office Word</Application>
  <DocSecurity>0</DocSecurity>
  <Lines>5</Lines>
  <Paragraphs>3</Paragraphs>
  <ScaleCrop>false</ScaleCrop>
  <Company>Microsoft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2021-03-30T13:00:00Z</dcterms:created>
  <dcterms:modified xsi:type="dcterms:W3CDTF">2021-03-31T06:04:00Z</dcterms:modified>
</cp:coreProperties>
</file>