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E3" w:rsidRDefault="008209E3" w:rsidP="008209E3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8209E3" w:rsidRPr="00A70248" w:rsidRDefault="008209E3" w:rsidP="008209E3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8209E3" w:rsidRPr="00A70248" w:rsidRDefault="0010086E" w:rsidP="008209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0086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eastAsia="ru-RU"/>
        </w:rPr>
        <w:pict>
          <v:group id="Группа 1121" o:sp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209E3" w:rsidRDefault="008209E3" w:rsidP="008209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8209E3" w:rsidRPr="00A70248" w:rsidRDefault="008209E3" w:rsidP="008209E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РІШЕННЯ</w:t>
      </w: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Х______  сесії сільської ради 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8209E3" w:rsidRPr="00A70248" w:rsidRDefault="008209E3" w:rsidP="008209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___.01.2020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року                                            Крупець                                                       №___</w:t>
      </w:r>
    </w:p>
    <w:p w:rsidR="008209E3" w:rsidRPr="00A70248" w:rsidRDefault="008209E3" w:rsidP="008209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проекту землеустрою</w:t>
      </w:r>
    </w:p>
    <w:p w:rsidR="008209E3" w:rsidRPr="00A70248" w:rsidRDefault="008209E3" w:rsidP="008209E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щодо відведення земельної ділянки  та</w:t>
      </w:r>
    </w:p>
    <w:p w:rsidR="008209E3" w:rsidRPr="00A70248" w:rsidRDefault="008209E3" w:rsidP="008209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Заяць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М.І.</w:t>
      </w:r>
    </w:p>
    <w:p w:rsidR="008209E3" w:rsidRPr="00A70248" w:rsidRDefault="008209E3" w:rsidP="008209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М.І.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сільська   рада    </w:t>
      </w:r>
    </w:p>
    <w:p w:rsidR="008209E3" w:rsidRDefault="008209E3" w:rsidP="008209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ВИРІШИЛА:</w:t>
      </w:r>
    </w:p>
    <w:p w:rsidR="008209E3" w:rsidRPr="00A70248" w:rsidRDefault="008209E3" w:rsidP="008209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209E3" w:rsidRPr="00A70248" w:rsidRDefault="008209E3" w:rsidP="008209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Марині Іванівні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ділянки, 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для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площею 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.2491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га, яка розташована Хмельницька область, </w:t>
      </w:r>
      <w:proofErr w:type="spellStart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Лисиче</w:t>
      </w:r>
      <w:proofErr w:type="spellEnd"/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8209E3" w:rsidRPr="00A70248" w:rsidRDefault="008209E3" w:rsidP="008209E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Марині  Іванівні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яка зареєстрована за адресою: </w:t>
      </w:r>
      <w:r w:rsidR="00E364D5" w:rsidRPr="00E364D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E364D5" w:rsidRPr="00E364D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у власність земельну ділянку, площею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2491 га, кадастровий номер: 68239847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00:01:0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01:0016, для ведення особистого селянського господарства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яка розташована Хмельницька область, </w:t>
      </w:r>
      <w:proofErr w:type="spellStart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с.Лисиче</w:t>
      </w:r>
      <w:proofErr w:type="spellEnd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209E3" w:rsidRPr="00A70248" w:rsidRDefault="008209E3" w:rsidP="008209E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М.І.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якій передана земельна ділянка у власність, посвідчити право власності  в установленому  законом порядку.</w:t>
      </w:r>
    </w:p>
    <w:p w:rsidR="008209E3" w:rsidRPr="00A70248" w:rsidRDefault="008209E3" w:rsidP="008209E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209E3" w:rsidRPr="008209E3" w:rsidRDefault="008209E3" w:rsidP="008209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</w:p>
    <w:p w:rsidR="00A73205" w:rsidRPr="008209E3" w:rsidRDefault="008209E3" w:rsidP="008209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голова                                                                                                   В.А.</w:t>
      </w:r>
      <w:proofErr w:type="spellStart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sectPr w:rsidR="00A73205" w:rsidRPr="008209E3" w:rsidSect="008209E3">
      <w:pgSz w:w="12240" w:h="15840"/>
      <w:pgMar w:top="1440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209E3"/>
    <w:rsid w:val="000D6D41"/>
    <w:rsid w:val="0010086E"/>
    <w:rsid w:val="00171A2E"/>
    <w:rsid w:val="00304C90"/>
    <w:rsid w:val="00505B6D"/>
    <w:rsid w:val="00523520"/>
    <w:rsid w:val="006D3977"/>
    <w:rsid w:val="007D6C18"/>
    <w:rsid w:val="008209E3"/>
    <w:rsid w:val="00A73205"/>
    <w:rsid w:val="00D1641A"/>
    <w:rsid w:val="00E3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E3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279</Words>
  <Characters>1593</Characters>
  <Application>Microsoft Office Word</Application>
  <DocSecurity>0</DocSecurity>
  <Lines>13</Lines>
  <Paragraphs>3</Paragraphs>
  <ScaleCrop>false</ScaleCrop>
  <Company>Microsoft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2020-01-13T07:11:00Z</dcterms:created>
  <dcterms:modified xsi:type="dcterms:W3CDTF">2020-01-13T07:25:00Z</dcterms:modified>
</cp:coreProperties>
</file>