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F6E" w:rsidRPr="00AF2E62" w:rsidRDefault="005F0F6E" w:rsidP="005F0F6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F0F6E" w:rsidRPr="00AF2E62" w:rsidRDefault="005F0F6E" w:rsidP="005F0F6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4A233D" wp14:editId="0D36AEB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589" name="Группа 14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5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F6E" w:rsidRDefault="005F0F6E" w:rsidP="005F0F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E4A233D" id="Группа 1458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" fillcolor="black" stroked="f"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" fillcolor="black" stroked="f"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0F6E" w:rsidRDefault="005F0F6E" w:rsidP="005F0F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F0F6E" w:rsidRPr="00AF2E62" w:rsidRDefault="005F0F6E" w:rsidP="005F0F6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F0F6E" w:rsidRPr="00AF2E62" w:rsidRDefault="005F0F6E" w:rsidP="005F0F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F0F6E" w:rsidRPr="00AF2E62" w:rsidRDefault="005F0F6E" w:rsidP="005F0F6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5F0F6E" w:rsidRPr="00AF2E62" w:rsidRDefault="005F0F6E" w:rsidP="005F0F6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F0F6E" w:rsidRPr="00AF2E62" w:rsidRDefault="005F0F6E" w:rsidP="005F0F6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О.О.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F0F6E" w:rsidRPr="00AF2E62" w:rsidRDefault="005F0F6E" w:rsidP="005F0F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Олексіївні,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252BA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0,12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F0F6E" w:rsidRPr="00AF2E62" w:rsidRDefault="005F0F6E" w:rsidP="005F0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F0F6E" w:rsidRPr="00AF2E62" w:rsidRDefault="005F0F6E" w:rsidP="005F0F6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0F6E" w:rsidRPr="00AF2E62" w:rsidRDefault="005F0F6E" w:rsidP="005F0F6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0F6E" w:rsidRDefault="005F0F6E" w:rsidP="005F0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0F6E" w:rsidRDefault="005F0F6E" w:rsidP="005F0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F0F6E" w:rsidRDefault="005F0F6E" w:rsidP="005F0F6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6009" w:rsidRPr="005F0F6E" w:rsidRDefault="005F0F6E" w:rsidP="005F0F6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B6009" w:rsidRPr="005F0F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F6E"/>
    <w:rsid w:val="004252BA"/>
    <w:rsid w:val="005F0F6E"/>
    <w:rsid w:val="009B6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6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57</TotalTime>
  <Pages>1</Pages>
  <Words>233</Words>
  <Characters>1331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2021-06-22T07:58:00Z</dcterms:created>
  <dcterms:modified xsi:type="dcterms:W3CDTF">2021-06-22T13:48:00Z</dcterms:modified>
</cp:coreProperties>
</file>