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2AE" w:rsidRDefault="005D22AE" w:rsidP="005D22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D22AE" w:rsidRDefault="005D22AE" w:rsidP="005D22AE"/>
    <w:p w:rsidR="005D22AE" w:rsidRDefault="005D22AE" w:rsidP="005D22AE"/>
    <w:p w:rsidR="005D22AE" w:rsidRDefault="005D22AE" w:rsidP="005D22A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D22AE" w:rsidRDefault="005D22AE" w:rsidP="005D22A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D22AE" w:rsidRDefault="005D22AE" w:rsidP="005D22A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D22AE" w:rsidRDefault="005D22AE" w:rsidP="005D22A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D22AE" w:rsidRDefault="005D22AE" w:rsidP="005D22A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22AE" w:rsidRDefault="005D22AE" w:rsidP="005D22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D22AE" w:rsidRDefault="005D22AE" w:rsidP="005D22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22AE" w:rsidRDefault="005D22AE" w:rsidP="005D22A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D22AE" w:rsidRPr="0063686B" w:rsidRDefault="005D22AE" w:rsidP="005D22A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№86</w:t>
      </w:r>
    </w:p>
    <w:p w:rsidR="005D22AE" w:rsidRPr="00E52C0C" w:rsidRDefault="005D22AE" w:rsidP="005D22AE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5D22AE" w:rsidRPr="00E52C0C" w:rsidRDefault="005D22AE" w:rsidP="005D22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5D22AE" w:rsidRPr="00E52C0C" w:rsidRDefault="005D22AE" w:rsidP="005D22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5D22AE" w:rsidRPr="00E52C0C" w:rsidRDefault="005D22AE" w:rsidP="005D22A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Ні</w:t>
      </w:r>
      <w:proofErr w:type="gramStart"/>
      <w:r w:rsidRPr="00E52C0C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E52C0C">
        <w:rPr>
          <w:rFonts w:ascii="Times New Roman" w:hAnsi="Times New Roman" w:cs="Times New Roman"/>
          <w:b/>
          <w:sz w:val="24"/>
          <w:szCs w:val="24"/>
        </w:rPr>
        <w:t>ітюка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5D22AE" w:rsidRPr="00E52C0C" w:rsidRDefault="005D22AE" w:rsidP="005D22A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D22AE" w:rsidRPr="00E52C0C" w:rsidRDefault="005D22AE" w:rsidP="005D22A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End"/>
      <w:r w:rsidRPr="00E52C0C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ітюка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5D22AE" w:rsidRPr="00E52C0C" w:rsidRDefault="005D22AE" w:rsidP="005D22A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5D22AE" w:rsidRPr="00E52C0C" w:rsidRDefault="005D22AE" w:rsidP="005D22A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Вадиму Валентиновичу проект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0,3008 га, яка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>.</w:t>
      </w:r>
    </w:p>
    <w:p w:rsidR="005D22AE" w:rsidRPr="00E52C0C" w:rsidRDefault="005D22AE" w:rsidP="005D2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Вадиму Валентиновичу,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: </w:t>
      </w:r>
      <w:r w:rsidR="00437DE4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437DE4">
        <w:rPr>
          <w:rFonts w:ascii="Times New Roman" w:hAnsi="Times New Roman" w:cs="Times New Roman"/>
          <w:sz w:val="24"/>
          <w:szCs w:val="24"/>
          <w:lang w:val="en-US"/>
        </w:rPr>
        <w:t>_______</w:t>
      </w:r>
      <w:bookmarkStart w:id="0" w:name="_GoBack"/>
      <w:bookmarkEnd w:id="0"/>
      <w:r w:rsidRPr="00E52C0C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0,3008 га,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номер: 6823982100:01:002:0016, для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>.</w:t>
      </w:r>
    </w:p>
    <w:p w:rsidR="005D22AE" w:rsidRPr="00E52C0C" w:rsidRDefault="005D22AE" w:rsidP="005D2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5D22AE" w:rsidRPr="00E52C0C" w:rsidRDefault="005D22AE" w:rsidP="005D2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5D22AE" w:rsidRPr="005D22AE" w:rsidRDefault="005D22AE" w:rsidP="005D22A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1EAC" w:rsidRPr="005D22AE" w:rsidRDefault="005D22AE" w:rsidP="005D22A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F1EAC" w:rsidRPr="005D22A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2AE"/>
    <w:rsid w:val="00171A2E"/>
    <w:rsid w:val="00304C90"/>
    <w:rsid w:val="00437DE4"/>
    <w:rsid w:val="00505B6D"/>
    <w:rsid w:val="005D22AE"/>
    <w:rsid w:val="006D3977"/>
    <w:rsid w:val="007D6C18"/>
    <w:rsid w:val="007F1EA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280</Words>
  <Characters>1597</Characters>
  <Application>Microsoft Office Word</Application>
  <DocSecurity>0</DocSecurity>
  <Lines>13</Lines>
  <Paragraphs>3</Paragraphs>
  <ScaleCrop>false</ScaleCrop>
  <Company>Microsoft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2020-05-27T16:40:00Z</dcterms:created>
  <dcterms:modified xsi:type="dcterms:W3CDTF">2020-05-27T17:32:00Z</dcterms:modified>
</cp:coreProperties>
</file>