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F6E" w:rsidRDefault="00453D24" w:rsidP="00557F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53D24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57F6E" w:rsidRDefault="00557F6E" w:rsidP="00557F6E"/>
    <w:p w:rsidR="00557F6E" w:rsidRDefault="00557F6E" w:rsidP="00557F6E"/>
    <w:p w:rsidR="00557F6E" w:rsidRDefault="00557F6E" w:rsidP="00557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57F6E" w:rsidRDefault="00557F6E" w:rsidP="00557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57F6E" w:rsidRDefault="00557F6E" w:rsidP="00557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57F6E" w:rsidRDefault="00557F6E" w:rsidP="00557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57F6E" w:rsidRDefault="00557F6E" w:rsidP="00557F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7F6E" w:rsidRDefault="00557F6E" w:rsidP="00557F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57F6E" w:rsidRDefault="00557F6E" w:rsidP="00557F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7F6E" w:rsidRDefault="00557F6E" w:rsidP="00557F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57F6E" w:rsidRDefault="00557F6E" w:rsidP="00557F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557F6E" w:rsidRDefault="00557F6E" w:rsidP="00557F6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Бережному В.В.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Бережного В.В.,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Бережному Володимиру Васильовичу, який зареєстрований за адресою: </w:t>
      </w:r>
      <w:r w:rsidR="00E52C1B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0,07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Крупецької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Бережному В.В.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557F6E" w:rsidRDefault="00557F6E" w:rsidP="00557F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57F6E" w:rsidRDefault="00557F6E" w:rsidP="00557F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57F6E" w:rsidRDefault="00557F6E" w:rsidP="00557F6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4B4B" w:rsidRPr="00557F6E" w:rsidRDefault="00557F6E" w:rsidP="00557F6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9A4B4B" w:rsidRPr="00557F6E" w:rsidSect="009A4B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57F6E"/>
    <w:rsid w:val="00171A2E"/>
    <w:rsid w:val="00304C90"/>
    <w:rsid w:val="00453D24"/>
    <w:rsid w:val="00505B6D"/>
    <w:rsid w:val="00557F6E"/>
    <w:rsid w:val="006D3977"/>
    <w:rsid w:val="007D6C18"/>
    <w:rsid w:val="009A4B4B"/>
    <w:rsid w:val="00D1641A"/>
    <w:rsid w:val="00E52C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F6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2020-03-04T08:38:00Z</dcterms:created>
  <dcterms:modified xsi:type="dcterms:W3CDTF">2020-03-04T08:53:00Z</dcterms:modified>
</cp:coreProperties>
</file>