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0A" w:rsidRDefault="00E2410A" w:rsidP="00E2410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10A" w:rsidRDefault="00E2410A" w:rsidP="00E24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410A" w:rsidRDefault="00E2410A" w:rsidP="00E24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410A" w:rsidRDefault="00E2410A" w:rsidP="00E2410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410A" w:rsidRDefault="00E2410A" w:rsidP="00E2410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410A" w:rsidRDefault="00E2410A" w:rsidP="00E2410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6A2633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№66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2410A" w:rsidRDefault="00E2410A" w:rsidP="00E241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Про внесення змін до рішення ХІІ  сесії сільської 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ради </w:t>
      </w:r>
      <w:r w:rsidRPr="00D627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 скликання №83 від 30.06.2021 року 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«Про надання дозволу на розробку </w:t>
      </w:r>
      <w:proofErr w:type="spellStart"/>
      <w:r w:rsidRPr="00D6277A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  із 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землеустрою  щодо  відведення земельної  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ділянки КП </w:t>
      </w:r>
      <w:proofErr w:type="spellStart"/>
      <w:r w:rsidRPr="00D6277A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 сільської ради 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«Спеціалізоване </w:t>
      </w:r>
      <w:proofErr w:type="spellStart"/>
      <w:r w:rsidRPr="00D6277A">
        <w:rPr>
          <w:rFonts w:ascii="Times New Roman" w:eastAsia="Calibri" w:hAnsi="Times New Roman" w:cs="Times New Roman"/>
          <w:b/>
          <w:sz w:val="24"/>
          <w:szCs w:val="24"/>
        </w:rPr>
        <w:t>лісокомунальне</w:t>
      </w:r>
      <w:proofErr w:type="spellEnd"/>
      <w:r w:rsidRPr="00D6277A">
        <w:rPr>
          <w:rFonts w:ascii="Times New Roman" w:eastAsia="Calibri" w:hAnsi="Times New Roman" w:cs="Times New Roman"/>
          <w:b/>
          <w:sz w:val="24"/>
          <w:szCs w:val="24"/>
        </w:rPr>
        <w:t xml:space="preserve"> підприємство»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0A" w:rsidRPr="00D6277A" w:rsidRDefault="00E2410A" w:rsidP="00E241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6277A">
        <w:rPr>
          <w:rFonts w:ascii="Times New Roman" w:eastAsia="Calibri" w:hAnsi="Times New Roman" w:cs="Times New Roman"/>
          <w:sz w:val="24"/>
          <w:szCs w:val="24"/>
        </w:rPr>
        <w:t>Відповідно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277A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277A">
        <w:rPr>
          <w:rFonts w:ascii="Times New Roman" w:eastAsia="Calibri" w:hAnsi="Times New Roman" w:cs="Times New Roman"/>
          <w:sz w:val="24"/>
          <w:szCs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277A">
        <w:rPr>
          <w:rFonts w:ascii="Times New Roman" w:eastAsia="Calibri" w:hAnsi="Times New Roman" w:cs="Times New Roman"/>
          <w:sz w:val="24"/>
          <w:szCs w:val="24"/>
        </w:rPr>
        <w:t>самоврядування в Україні», статей 12,</w:t>
      </w:r>
      <w:r>
        <w:rPr>
          <w:rFonts w:ascii="Times New Roman" w:eastAsia="Calibri" w:hAnsi="Times New Roman" w:cs="Times New Roman"/>
          <w:sz w:val="24"/>
          <w:szCs w:val="24"/>
        </w:rPr>
        <w:t>116,118, 121 та 122</w:t>
      </w:r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«Про землеустрій», розглянувши клопотання КП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«Спеціалізоване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підприємство»  </w:t>
      </w:r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 сільська рада </w:t>
      </w:r>
    </w:p>
    <w:p w:rsidR="00E2410A" w:rsidRPr="00D6277A" w:rsidRDefault="00E2410A" w:rsidP="00E241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77A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        1.Внести  зміни до рішення ХІІ  сесії сільської ради </w:t>
      </w:r>
      <w:r w:rsidRPr="00D6277A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скликання №83 від 30.06.2021 року «Про надання дозволу на розробку </w:t>
      </w:r>
      <w:proofErr w:type="spellStart"/>
      <w:r w:rsidRPr="00D6277A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 із землеустрою  щодо  відведення земельної  ділянки КП </w:t>
      </w:r>
      <w:proofErr w:type="spellStart"/>
      <w:r w:rsidRPr="00D6277A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сільської ради «Спеціалізоване </w:t>
      </w:r>
      <w:proofErr w:type="spellStart"/>
      <w:r w:rsidRPr="00D6277A">
        <w:rPr>
          <w:rFonts w:ascii="Times New Roman" w:eastAsia="Calibri" w:hAnsi="Times New Roman" w:cs="Times New Roman"/>
          <w:sz w:val="24"/>
          <w:szCs w:val="24"/>
        </w:rPr>
        <w:t>лісокомунальне</w:t>
      </w:r>
      <w:proofErr w:type="spellEnd"/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підприємство» слова та цифри «орієнтовною площею 2,8000 га,» замінити на слова та цифри «орієнтовною площею 5,0000 га,»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77A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E2410A" w:rsidRPr="00D6277A" w:rsidRDefault="00E2410A" w:rsidP="00E2410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6277A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D6277A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E2410A" w:rsidRPr="00D6277A" w:rsidRDefault="00E2410A" w:rsidP="00E2410A">
      <w:pPr>
        <w:pStyle w:val="af3"/>
        <w:tabs>
          <w:tab w:val="left" w:pos="442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E2410A" w:rsidRPr="00D6277A" w:rsidRDefault="00E2410A" w:rsidP="00E241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10A" w:rsidRPr="00E2410A" w:rsidRDefault="00E2410A" w:rsidP="00E2410A">
      <w:pPr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2900FE" w:rsidRPr="00E2410A" w:rsidRDefault="00E2410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277A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Валерій   МИХАЛЮК</w:t>
      </w:r>
    </w:p>
    <w:sectPr w:rsidR="002900FE" w:rsidRPr="00E241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0A"/>
    <w:rsid w:val="002900FE"/>
    <w:rsid w:val="00E2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10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410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410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410A"/>
    <w:rPr>
      <w:rFonts w:ascii="Consolas" w:hAnsi="Consolas"/>
      <w:sz w:val="20"/>
      <w:szCs w:val="20"/>
      <w:lang w:val="uk-UA" w:eastAsia="uk-UA"/>
    </w:rPr>
  </w:style>
  <w:style w:type="paragraph" w:styleId="af3">
    <w:name w:val="List Paragraph"/>
    <w:basedOn w:val="a"/>
    <w:link w:val="af4"/>
    <w:uiPriority w:val="99"/>
    <w:qFormat/>
    <w:rsid w:val="00E2410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f4">
    <w:name w:val="Абзац списка Знак"/>
    <w:link w:val="af3"/>
    <w:uiPriority w:val="99"/>
    <w:locked/>
    <w:rsid w:val="00E2410A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10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410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410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410A"/>
    <w:rPr>
      <w:rFonts w:ascii="Consolas" w:hAnsi="Consolas"/>
      <w:sz w:val="20"/>
      <w:szCs w:val="20"/>
      <w:lang w:val="uk-UA" w:eastAsia="uk-UA"/>
    </w:rPr>
  </w:style>
  <w:style w:type="paragraph" w:styleId="af3">
    <w:name w:val="List Paragraph"/>
    <w:basedOn w:val="a"/>
    <w:link w:val="af4"/>
    <w:uiPriority w:val="99"/>
    <w:qFormat/>
    <w:rsid w:val="00E2410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f4">
    <w:name w:val="Абзац списка Знак"/>
    <w:link w:val="af3"/>
    <w:uiPriority w:val="99"/>
    <w:locked/>
    <w:rsid w:val="00E2410A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2021-07-26T12:43:00Z</dcterms:created>
  <dcterms:modified xsi:type="dcterms:W3CDTF">2021-07-26T12:44:00Z</dcterms:modified>
</cp:coreProperties>
</file>