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674" w:rsidRDefault="00AC0674" w:rsidP="00AC067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674" w:rsidRDefault="00AC0674" w:rsidP="00AC06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0674" w:rsidRDefault="00AC0674" w:rsidP="00AC06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C0674" w:rsidRDefault="00AC0674" w:rsidP="00AC067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674" w:rsidRDefault="00AC0674" w:rsidP="00AC0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C0674" w:rsidRDefault="00AC0674" w:rsidP="00AC06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674" w:rsidRDefault="00AC0674" w:rsidP="00AC06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C0674" w:rsidRPr="00694EED" w:rsidRDefault="00AC0674" w:rsidP="00AC067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C0674" w:rsidRPr="00694EED" w:rsidRDefault="00AC0674" w:rsidP="00AC067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AC0674" w:rsidRPr="00694EED" w:rsidRDefault="00AC0674" w:rsidP="00AC067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AC0674" w:rsidRPr="00694EED" w:rsidRDefault="00AC0674" w:rsidP="00AC067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AC0674" w:rsidRPr="00694EED" w:rsidRDefault="00AC0674" w:rsidP="00AC06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Грабарчук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Л.І</w:t>
      </w:r>
    </w:p>
    <w:p w:rsidR="00AC0674" w:rsidRPr="00694EED" w:rsidRDefault="00AC0674" w:rsidP="00AC06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0674" w:rsidRPr="00694EED" w:rsidRDefault="00AC0674" w:rsidP="00AC06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Грабарчук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Л.І.,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AC0674" w:rsidRPr="00694EED" w:rsidRDefault="00AC0674" w:rsidP="00AC06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AC0674" w:rsidRPr="00694EED" w:rsidRDefault="00AC0674" w:rsidP="00AC06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Грабарчук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Людмилі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Іванівні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індивідуального садівництва  площею  0.1200 га, яка розташована Хмельницька область,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за межами населеного пункту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C0674" w:rsidRPr="00694EED" w:rsidRDefault="00AC0674" w:rsidP="00AC06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Грабарчук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Іванівні,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63627">
        <w:rPr>
          <w:rFonts w:ascii="Times New Roman" w:eastAsia="Calibri" w:hAnsi="Times New Roman" w:cs="Times New Roman"/>
          <w:sz w:val="24"/>
          <w:lang w:val="ru-RU" w:eastAsia="en-US"/>
        </w:rPr>
        <w:t>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663627">
        <w:rPr>
          <w:rFonts w:ascii="Times New Roman" w:eastAsia="Calibri" w:hAnsi="Times New Roman" w:cs="Times New Roman"/>
          <w:sz w:val="24"/>
          <w:lang w:val="ru-RU" w:eastAsia="en-US"/>
        </w:rPr>
        <w:t>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6823984000:03:013:0071,  для індивідуального садівництва 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за межами населеного пункту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AC0674" w:rsidRPr="00694EED" w:rsidRDefault="00AC0674" w:rsidP="00AC067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Грабарчук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Л.І.,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AC0674" w:rsidRPr="00694EED" w:rsidRDefault="00AC0674" w:rsidP="00AC067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C0674" w:rsidRPr="00AC0674" w:rsidRDefault="00AC0674" w:rsidP="00AC06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4E4757" w:rsidRPr="00AC0674" w:rsidRDefault="00AC0674" w:rsidP="00AC067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E4757" w:rsidRPr="00AC067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674"/>
    <w:rsid w:val="004E4757"/>
    <w:rsid w:val="00663627"/>
    <w:rsid w:val="00AC0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7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C067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067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C067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067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C067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067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C067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268</Words>
  <Characters>1534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2021-07-07T07:05:00Z</dcterms:created>
  <dcterms:modified xsi:type="dcterms:W3CDTF">2021-07-07T08:52:00Z</dcterms:modified>
</cp:coreProperties>
</file>