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462" w:rsidRPr="00B623A8" w:rsidRDefault="00763462" w:rsidP="0076346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3CCEF8" wp14:editId="36DCB9A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41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4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462" w:rsidRDefault="00763462" w:rsidP="007634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Az4ZRKsHcAAF9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IWcMA&#10;AADeAAAADwAAAGRycy9kb3ducmV2LnhtbERPS4vCMBC+C/6HMMLe1lTrrlKNIrIrHoTFR+9DM31g&#10;MylNVuu/N4LgbT6+5yxWnanFlVpXWVYwGkYgiDOrKy4UnE+/nzMQziNrrC2Tgjs5WC37vQUm2t74&#10;QNejL0QIYZeggtL7JpHSZSUZdEPbEAcut61BH2BbSN3iLYSbWo6j6FsarDg0lNjQpqTscvw3Cmy8&#10;3e3TYnyIf3jqef03y9Nur9THoFvPQXjq/Fv8cu90mB9PRl/wfCf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KIW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SkjccA&#10;AADeAAAADwAAAGRycy9kb3ducmV2LnhtbERPS0sDMRC+F/wPYQQvpc1WZa1r0yKFVetB6AO8Dptx&#10;s7qZLElst/31piD0Nh/fc2aL3rZiTz40jhVMxhkI4srphmsFu205moIIEVlj65gUHCnAYn41mGGh&#10;3YHXtN/EWqQQDgUqMDF2hZShMmQxjF1HnLgv5y3GBH0ttcdDCretvM2yXFpsODUY7GhpqPrZ/FoF&#10;3+WH+Vw+nF788HFNp2H5/tqucqVurvvnJxCR+ngR/7vfdJp/dz/J4fxOukH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EpI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ulF8cA&#10;AADeAAAADwAAAGRycy9kb3ducmV2LnhtbESPwWrDMBBE74H+g9hCL6GRU4c2OJFNKE0ovpgk/YDF&#10;2lim1spYauz+fRUo5LbLzM6b3RaT7cSVBt86VrBcJCCIa6dbbhR8nffPaxA+IGvsHJOCX/JQ5A+z&#10;LWbajXyk6yk0Ioawz1CBCaHPpPS1IYt+4XriqF3cYDHEdWikHnCM4baTL0nyKi22HAkGe3o3VH+f&#10;fmyEVClW5WU87w8TjvhRGp7vjko9PU67DYhAU7ib/68/dayfrpZv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bpR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AkX8cA&#10;AADeAAAADwAAAGRycy9kb3ducmV2LnhtbESPQUsDQQyF74L/YYjgzc621iprp0WqgggerIJ4Czvp&#10;7uJOZpiJ3fXfm4PgLeG9vPdlvZ3CYI6USx/ZwXxWgSFuou+5dfD+9nhxA6YIsschMjn4oQLbzenJ&#10;GmsfR36l415aoyFcanTQiaTa2tJ0FLDMYiJW7RBzQNE1t9ZnHDU8DHZRVSsbsGdt6DDRrqPma/8d&#10;HLyMD+n5enV1SJ95ubDl3svHTpw7P5vubsEITfJv/rt+8op/uZwr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AJF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U/scA&#10;AADeAAAADwAAAGRycy9kb3ducmV2LnhtbESPwWrDMBBE74H+g9hCL6GRU4fSOJFNKE0ovpgk/YDF&#10;2lim1spYauz+fRUo5LbLzM6b3RaT7cSVBt86VrBcJCCIa6dbbhR8nffPbyB8QNbYOSYFv+ShyB9m&#10;W8y0G/lI11NoRAxhn6ECE0KfSelrQxb9wvXEUbu4wWKI69BIPeAYw20nX5LkVVpsORIM9vRuqP4+&#10;/dgIqVKsyst43h8mHPGjNDzfHZV6epx2GxCBpnA3/19/6lg/XS3X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rIlP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ri5McA&#10;AADeAAAADwAAAGRycy9kb3ducmV2LnhtbESPQUsDMRCF70L/Q5iCN5t1rbVsmxapCiL0YBVKb2Ez&#10;3V3cTEIydtd/7xwEbzPMm/fet96OvlcXTLkLZOB2VoBCqoPrqDHw+fFyswSV2ZKzfSA08IMZtpvJ&#10;1dpWLgz0jpcDN0pMKFfWQMscK61z3aK3eRYiktzOIXnLsqZGu2QHMfe9Lotiob3tSBJaG3HXYv11&#10;+PYG9sNzfHtY3J/jKc1LnZ8cH3dszPV0fFyBYhz5X/z3/eqk/t28FADBkR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a4uT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NalsUA&#10;AADeAAAADwAAAGRycy9kb3ducmV2LnhtbERP32vCMBB+H/g/hBv4IjNV5xjVKCqECRNkbuDr0Zxt&#10;WXMpSWa7/34RhL3dx/fzluveNuJKPtSOFUzGGQjiwpmaSwVfn/rpFUSIyAYbx6TglwKsV4OHJebG&#10;dfxB11MsRQrhkKOCKsY2lzIUFVkMY9cSJ+7ivMWYoC+l8dilcNvIaZa9SIs1p4YKW9pVVHyffqyC&#10;7bErZ35UbHv3fnk7z7U2+qCVGj72mwWISH38F9/de5Pmz56nE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U1q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GOHsMA&#10;AADeAAAADwAAAGRycy9kb3ducmV2LnhtbERP3WrCMBS+H/gO4Qi7m+k6J9KZimwUZOxm6gMcmrOm&#10;a3NSkljr2y+CsLvz8f2ezXayvRjJh9axgudFBoK4drrlRsHpWD2tQYSIrLF3TAquFGBbzh42WGh3&#10;4W8aD7ERKYRDgQpMjEMhZagNWQwLNxAn7sd5izFB30jt8ZLCbS/zLFtJiy2nBoMDvRuqu8PZKqg+&#10;86+xO2tfud20tPRqftcfRqnH+bR7AxFpiv/iu3uv0/yXZZ7D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GOH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1hesUA&#10;AADeAAAADwAAAGRycy9kb3ducmV2LnhtbERP32vCMBB+H+x/CDfwRWY6O8fojDKFoDBBdIO9Hs3Z&#10;ljWXkkTb/feLIOztPr6fN18OthUX8qFxrOBpkoEgLp1puFLw9akfX0GEiGywdUwKfinAcnF/N8fC&#10;uJ4PdDnGSqQQDgUqqGPsCilDWZPFMHEdceJOzluMCfpKGo99CretnGbZi7TYcGqosaN1TeXP8WwV&#10;rPZ9lftxuRrcx2nzPdPa6J1WavQwvL+BiDTEf/HNvTVpfv48zeH6Tr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zWF6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Sz8cMA&#10;AADeAAAADwAAAGRycy9kb3ducmV2LnhtbERP3WrCMBS+H+wdwhl4N1NrN6QzimwUZHgz3QMcmrOm&#10;2pyUJNb69osgeHc+vt+zXI+2EwP50DpWMJtmIIhrp1tuFPweqtcFiBCRNXaOScGVAqxXz09LLLW7&#10;8A8N+9iIFMKhRAUmxr6UMtSGLIap64kT9+e8xZigb6T2eEnhtpN5lr1Liy2nBoM9fRqqT/uzVVB9&#10;57vhdNa+cpuxsPRmjosvo9TkZdx8gIg0xof47t7qNH9e5AX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Sz8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aIgsAA&#10;AADeAAAADwAAAGRycy9kb3ducmV2LnhtbERPy6rCMBDdC/5DGMGdTX1UpBpFBOW6vNUPGJqxLTaT&#10;2kRb//5GEO5uDuc5m11vavGi1lWWFUyjGARxbnXFhYLr5ThZgXAeWWNtmRS8ycFuOxxsMNW24196&#10;Zb4QIYRdigpK75tUSpeXZNBFtiEO3M22Bn2AbSF1i10IN7WcxfFSGqw4NJTY0KGk/J49jYLFuzs9&#10;suQeH7Wh6XnenNnniVLjUb9fg/DU+3/x1/2jw/z5YpbA551wg9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5aIg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YAWsMA&#10;AADeAAAADwAAAGRycy9kb3ducmV2LnhtbERPS4vCMBC+C/sfwix403S7S9FqFFlRFk9aH+ehGduy&#10;zaQ0Ueu/N4LgbT6+50znnanFlVpXWVbwNYxAEOdWV1woOOxXgxEI55E11pZJwZ0czGcfvSmm2t54&#10;R9fMFyKEsEtRQel9k0rp8pIMuqFtiAN3tq1BH2BbSN3iLYSbWsZRlEiDFYeGEhv6LSn/zy5GwSU5&#10;xQc+b/Q2W97X4+Vq4eSxUKr/2S0mIDx1/i1+uf90mP/9EyfwfCf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YAW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UV3MYA&#10;AADeAAAADwAAAGRycy9kb3ducmV2LnhtbERPTWvCQBC9C/6HZQRvuqlKaqOrtAWh7UEx1oO3MTtN&#10;0mZnY3ar6b93C4K3ebzPmS9bU4kzNa60rOBhGIEgzqwuOVfwuVsNpiCcR9ZYWSYFf+Rgueh25pho&#10;e+EtnVOfixDCLkEFhfd1IqXLCjLohrYmDtyXbQz6AJtc6gYvIdxUchRFsTRYcmgosKbXgrKf9Nco&#10;2G+m8dPm5X3y/bE+4tjo00GXsVL9Xvs8A+Gp9Xfxzf2mw/zxZPQI/++EG+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UV3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MWOsYA&#10;AADeAAAADwAAAGRycy9kb3ducmV2LnhtbESPQWvCQBCF7wX/wzKCt7oxikh0FbVoS09WBa9DdkyC&#10;2dmQ3Wrsr+8cCr3N8N68981i1bla3akNlWcDo2ECijj3tuLCwPm0e52BChHZYu2ZDDwpwGrZe1lg&#10;Zv2Dv+h+jIWSEA4ZGihjbDKtQ16SwzD0DbFoV986jLK2hbYtPiTc1TpNkql2WLE0lNjQtqT8dvx2&#10;Bn6mFzyE93TzNraRnpPZ3n8e9sYM+t16DipSF//Nf9cfVvDHk1R45R2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MWO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aD8MA&#10;AADeAAAADwAAAGRycy9kb3ducmV2LnhtbERPzWrCQBC+F3yHZQRvdWNMRaOrSFHorTX6AEN23ASz&#10;szG71din7xYK3ubj+53VpreNuFHna8cKJuMEBHHpdM1Gwem4f52D8AFZY+OYFDzIw2Y9eFlhrt2d&#10;D3QrghExhH2OCqoQ2lxKX1Zk0Y9dSxy5s+sshgg7I3WH9xhuG5kmyUxarDk2VNjSe0Xlpfi2Cq4u&#10;fdN9scPPy27xVRuTXX8OmVKjYb9dggjUh6f43/2h4/xpli7g7514g1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baD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mDpMcA&#10;AADeAAAADwAAAGRycy9kb3ducmV2LnhtbESPT2/CMAzF75P4DpGRdhvp1o1BR0AbEhJX/hx2NIlp&#10;uzVO12TQ8enxYRI3W35+7/1mi9436kRdrAMbeBxloIhtcDWXBva71cMEVEzIDpvAZOCPIizmg7sZ&#10;Fi6ceUOnbSqVmHAs0ECVUltoHW1FHuMotMRyO4bOY5K1K7Xr8CzmvtFPWTbWHmuWhApbWlZkv7e/&#10;3sC6PtDL2B6nfvJhN5+Xn5S/fjlj7of9+xuoRH26if+/107q58+5AAiOzK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pg6T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Tf6MYA&#10;AADeAAAADwAAAGRycy9kb3ducmV2LnhtbERP0WrCQBB8L/gPxwq+1UtUShs9Qy0IlVahVvR1ya25&#10;YG4v5K4x/n2vUPBtdmdnZmeR97YWHbW+cqwgHScgiAunKy4VHL7Xj88gfEDWWDsmBTfykC8HDwvM&#10;tLvyF3X7UIpowj5DBSaEJpPSF4Ys+rFriCN3dq3FEMe2lLrFazS3tZwkyZO0WHFMMNjQm6Hisv+x&#10;Cjrc3ZKTWW1fNtVnMdmtjh867tVo2L/OQQTqw/34X/2u4/vT2TSFvzoRg1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Tf6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ueBcMA&#10;AADeAAAADwAAAGRycy9kb3ducmV2LnhtbERPTUvDQBC9C/0PyxS82U1TEYndllKoeNToweOYnWZT&#10;szNhd9tEf70rCN7m8T5nvZ18ry4UYidsYLkoQBE3YjtuDby9Hm7uQcWEbLEXJgNfFGG7mV2tsbIy&#10;8gtd6tSqHMKxQgMupaHSOjaOPMaFDMSZO0rwmDIMrbYBxxzue10WxZ322HFucDjQ3lHzWZ+9gfGx&#10;+TiVx3frvsMgh/pZTmUvxlzPp90DqERT+hf/uZ9snr+6XZX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ueB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8ricUA&#10;AADeAAAADwAAAGRycy9kb3ducmV2LnhtbERP22oCMRB9L/QfwhR8q1ldqbI1ilco0lK0+j7djLvb&#10;JpNlE3X790Yo+DaHc53xtLVGnKnxlWMFvW4Cgjh3uuJCwf5r/TwC4QOyRuOYFPyRh+nk8WGMmXYX&#10;3tJ5FwoRQ9hnqKAMoc6k9HlJFn3X1cSRO7rGYoiwKaRu8BLDrZH9JHmRFiuODSXWtCgp/92drIL1&#10;59L89D+2s4MMi9Xw24w28+W7Up2ndvYKIlAb7uJ/95uO89NBmsLtnXiDn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yu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BuacUA&#10;AADeAAAADwAAAGRycy9kb3ducmV2LnhtbERP22rCQBB9F/yHZYS+iG5srEjqKlIoWlCoF/B1zE6T&#10;YHY2ZNcY/74rCL7N4VxntmhNKRqqXWFZwWgYgSBOrS44U3A8fA+mIJxH1lhaJgV3crCYdzszTLS9&#10;8Y6avc9ECGGXoILc+yqR0qU5GXRDWxEH7s/WBn2AdSZ1jbcQbkr5HkUTabDg0JBjRV85pZf91Sho&#10;fjfnbN246ucy7buP+LxabfVJqbdeu/wE4an1L/HTvdZhfjyOx/B4J9wg5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G5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C178UA&#10;AADeAAAADwAAAGRycy9kb3ducmV2LnhtbERPS2sCMRC+C/0PYQRvmvWJrkaphUIvhfo46G3cjLuL&#10;m8k2ibrtr2+Egrf5+J6zWDWmEjdyvrSsoN9LQBBnVpecK9jv3rtTED4ga6wsk4If8rBavrQWmGp7&#10;5w3dtiEXMYR9igqKEOpUSp8VZND3bE0cubN1BkOELpfa4T2Gm0oOkmQiDZYcGwqs6a2g7LK9GgXr&#10;2XT9/TXiz9/N6UjHw+kyHrhEqU67eZ2DCNSEp/jf/aHj/OFoOIbHO/EG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LXvxQAAAN4AAAAPAAAAAAAAAAAAAAAAAJgCAABkcnMv&#10;ZG93bnJldi54bWxQSwUGAAAAAAQABAD1AAAAigMAAAAA&#10;" fillcolor="black" stroked="f"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ElmMYA&#10;AADeAAAADwAAAGRycy9kb3ducmV2LnhtbERPTWvCQBC9C/6HZYTedFO1QVJXUVuhUHvQ9tDjNDtN&#10;lmRnQ3arqb/eFQRv83ifM192thZHar1xrOBxlIAgzp02XCj4+twOZyB8QNZYOyYF/+Rhuej35php&#10;d+I9HQ+hEDGEfYYKyhCaTEqfl2TRj1xDHLlf11oMEbaF1C2eYrit5ThJUmnRcGwosaFNSXl1+LMK&#10;vt9TM9sbGv/szutXvXuq1h8vlVIPg271DCJQF+7im/tNx/mT6SSF6zvxBrm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Elm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/tMcQA&#10;AADeAAAADwAAAGRycy9kb3ducmV2LnhtbERPTWsCMRC9F/wPYYTealYtraxGEUtpLx5qFa/DZrrZ&#10;7mayJlFXf70pCL3N433ObNHZRpzIh8qxguEgA0FcOF1xqWD7/f40AREissbGMSm4UIDFvPcww1y7&#10;M3/RaRNLkUI45KjAxNjmUobCkMUwcC1x4n6ctxgT9KXUHs8p3DZylGUv0mLFqcFgSytDRb05WgV+&#10;uX+rr3zc1dl1fQkfv91hgkapx363nIKI1MV/8d39qdP88fP4Ff7eST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f7T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HPCMcA&#10;AADeAAAADwAAAGRycy9kb3ducmV2LnhtbESP0UoDQQxF3wX/YUjBF2lnbUXr2mkRQRBahNZ+QNyJ&#10;u0tnMstObLd+vXko+JZwb+49WayGGMyR+twmdnA3KcAQV8m3XDvYf76N52CyIHsMicnBmTKsltdX&#10;Cyx9OvGWjjupjYZwLtFBI9KV1uaqoYh5kjpi1b5TH1F07WvrezxpeAx2WhQPNmLL2tBgR68NVYfd&#10;T3QQpl/haf2YN3Le203xG2V7++GduxkNL89ghAb5N1+u373iz+5nyqvv6Ax2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xzwj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0rycUA&#10;AADeAAAADwAAAGRycy9kb3ducmV2LnhtbERPTWsCMRC9C/0PYQq9abZaSrsapVWEvXhwa/E6bsbN&#10;0mSybKJu++uNUPA2j/c5s0XvrDhTFxrPCp5HGQjiyuuGawW7r/XwDUSIyBqtZ1LwSwEW84fBDHPt&#10;L7ylcxlrkUI45KjAxNjmUobKkMMw8i1x4o6+cxgT7GqpO7ykcGflOMtepcOGU4PBlpaGqp/y5BSs&#10;ytaOd4X5DPvvzeFgi7817VdKPT32H1MQkfp4F/+7C53mT14m73B7J90g5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bSvJ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RDH8YA&#10;AADeAAAADwAAAGRycy9kb3ducmV2LnhtbESPQWsCMRCF74X+hzAFbzVpFVtWo5SiIHjS6qG3IRl3&#10;t91Mlk10t/++cxC8zTBv3nvfYjWERl2pS3VkCy9jA4rYRV9zaeH4tXl+B5UysscmMln4owSr5ePD&#10;Agsfe97T9ZBLJSacCrRQ5dwWWidXUcA0ji2x3M6xC5hl7UrtO+zFPDT61ZiZDlizJFTY0mdF7vdw&#10;CRZ+NnoXnUF3Op76rX/7Xs+oMdaOnoaPOahMQ76Lb99bL/Un06kACI7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VRDH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AV48QA&#10;AADeAAAADwAAAGRycy9kb3ducmV2LnhtbERPS4vCMBC+C/sfwizsTVMfiFSjuAuCrHjwwbLHsRnb&#10;0mZSkqj13xtB8DYf33Nmi9bU4krOl5YV9HsJCOLM6pJzBcfDqjsB4QOyxtoyKbiTh8X8ozPDVNsb&#10;7+i6D7mIIexTVFCE0KRS+qwgg75nG+LIna0zGCJ0udQObzHc1HKQJGNpsOTYUGBDPwVl1f5iFPxf&#10;NnzeDn+X7jv82fbgq8FpUin19dkupyACteEtfrnXOs4fjkZ9eL4Tb5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wFe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9e5sYA&#10;AADeAAAADwAAAGRycy9kb3ducmV2LnhtbERPS2vCQBC+F/oflhF6qxvTVDR1lVoQvBTq46C3MTtN&#10;gtnZdHfV2F/fFQre5uN7zmTWmUacyfnasoJBPwFBXFhdc6lgu1k8j0D4gKyxsUwKruRhNn18mGCu&#10;7YVXdF6HUsQQ9jkqqEJocyl9UZFB37ctceS+rTMYInSl1A4vMdw0Mk2SoTRYc2yosKWPiorj+mQU&#10;zMej+c9Xxp+/q8Oe9rvD8TV1iVJPve79DUSgLtzF/+6ljvNfsiyF2zvxBj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P9e5sYAAADeAAAADwAAAAAAAAAAAAAAAACYAgAAZHJz&#10;L2Rvd25yZXYueG1sUEsFBgAAAAAEAAQA9QAAAIsDAAAAAA==&#10;" fillcolor="black" stroked="f"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Xw18MA&#10;AADeAAAADwAAAGRycy9kb3ducmV2LnhtbERP30vDMBB+H+x/CCf4tqXaIVKXjTIYik/dVHy9Nbem&#10;rLmUJGb1vzeC4Nt9fD9vvZ3sIBL50DtWcLcsQBC3TvfcKXh/2y8eQYSIrHFwTAq+KcB2M5+tsdLu&#10;ygdKx9iJHMKhQgUmxrGSMrSGLIalG4kzd3beYszQd1J7vOZwO8j7oniQFnvODQZH2hlqL8cvqyCd&#10;dk1dps9kDq++7rxrnj9OjVK3N1P9BCLSFP/Ff+4XneeXq1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Xw1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AsqsUA&#10;AADeAAAADwAAAGRycy9kb3ducmV2LnhtbERPTWvCQBC9F/wPywje6kYN0kZXKaKl7cU2Cu1xyI7Z&#10;0OxsyK4x9de7hUJv83ifs1z3thYdtb5yrGAyTkAQF05XXCo4Hnb3DyB8QNZYOyYFP+RhvRrcLTHT&#10;7sIf1OWhFDGEfYYKTAhNJqUvDFn0Y9cQR+7kWoshwraUusVLDLe1nCbJXFqsODYYbGhjqPjOz1aB&#10;n2y2n2/2+th9PRve569m/l4apUbD/mkBIlAf/sV/7hcd58/SNIXfd+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QCyq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3462" w:rsidRDefault="00763462" w:rsidP="007634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63462" w:rsidRDefault="00763462" w:rsidP="0076346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462" w:rsidRDefault="00763462" w:rsidP="007634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63462" w:rsidRPr="004A7D10" w:rsidRDefault="00763462" w:rsidP="007634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3462" w:rsidRDefault="00763462" w:rsidP="007634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3462" w:rsidRDefault="00763462" w:rsidP="0076346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№20</w:t>
      </w:r>
    </w:p>
    <w:p w:rsidR="00763462" w:rsidRPr="0060655C" w:rsidRDefault="00763462" w:rsidP="00763462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</w:t>
      </w:r>
    </w:p>
    <w:p w:rsidR="00763462" w:rsidRPr="0060655C" w:rsidRDefault="00763462" w:rsidP="0076346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</w:p>
    <w:p w:rsidR="00763462" w:rsidRPr="0060655C" w:rsidRDefault="00763462" w:rsidP="0076346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та</w:t>
      </w:r>
    </w:p>
    <w:p w:rsidR="00763462" w:rsidRPr="0060655C" w:rsidRDefault="00763462" w:rsidP="0076346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її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власність</w:t>
      </w:r>
      <w:proofErr w:type="spellEnd"/>
      <w:proofErr w:type="gram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</w:t>
      </w:r>
      <w:proofErr w:type="gram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овалінській</w:t>
      </w:r>
      <w:proofErr w:type="spellEnd"/>
      <w:r w:rsidRPr="0060655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С.П.</w:t>
      </w:r>
    </w:p>
    <w:p w:rsidR="00763462" w:rsidRPr="0060655C" w:rsidRDefault="00763462" w:rsidP="0076346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63462" w:rsidRPr="0060655C" w:rsidRDefault="00763462" w:rsidP="0076346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 34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1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овалінської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С.П.,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</w:t>
      </w:r>
    </w:p>
    <w:p w:rsidR="00763462" w:rsidRPr="0060655C" w:rsidRDefault="00763462" w:rsidP="0076346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63462" w:rsidRPr="0060655C" w:rsidRDefault="00763462" w:rsidP="0076346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Св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ітлані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Павлівні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відведення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 га, 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763462" w:rsidRPr="0060655C" w:rsidRDefault="00763462" w:rsidP="0076346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Св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ітлані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Павлівні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2160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______________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2160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_____________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6823984000:01:015:0031, для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район,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>с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763462" w:rsidRPr="0060655C" w:rsidRDefault="00763462" w:rsidP="0076346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С.П.,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якій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порядку.</w:t>
      </w:r>
    </w:p>
    <w:p w:rsidR="00763462" w:rsidRPr="0060655C" w:rsidRDefault="00763462" w:rsidP="0076346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</w:t>
      </w:r>
    </w:p>
    <w:p w:rsidR="00763462" w:rsidRPr="00021603" w:rsidRDefault="00763462" w:rsidP="0076346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26494A" w:rsidRPr="00021603" w:rsidRDefault="00763462" w:rsidP="0002160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6494A" w:rsidRPr="00021603" w:rsidSect="00021603">
      <w:pgSz w:w="12240" w:h="15840"/>
      <w:pgMar w:top="1440" w:right="1440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7E70" w:rsidRDefault="00107E70">
      <w:pPr>
        <w:spacing w:after="0" w:line="240" w:lineRule="auto"/>
      </w:pPr>
      <w:r>
        <w:separator/>
      </w:r>
    </w:p>
  </w:endnote>
  <w:endnote w:type="continuationSeparator" w:id="0">
    <w:p w:rsidR="00107E70" w:rsidRDefault="0010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7E70" w:rsidRDefault="00107E70">
      <w:pPr>
        <w:spacing w:after="0" w:line="240" w:lineRule="auto"/>
      </w:pPr>
      <w:r>
        <w:separator/>
      </w:r>
    </w:p>
  </w:footnote>
  <w:footnote w:type="continuationSeparator" w:id="0">
    <w:p w:rsidR="00107E70" w:rsidRDefault="00107E7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462"/>
    <w:rsid w:val="00021603"/>
    <w:rsid w:val="00107E70"/>
    <w:rsid w:val="0026494A"/>
    <w:rsid w:val="00763462"/>
    <w:rsid w:val="00FE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6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6346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6346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63462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462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6346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6346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63462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7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2020-12-24T17:09:00Z</dcterms:created>
  <dcterms:modified xsi:type="dcterms:W3CDTF">2020-12-24T18:49:00Z</dcterms:modified>
</cp:coreProperties>
</file>