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0C7" w:rsidRDefault="000750C7" w:rsidP="000750C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0C7" w:rsidRDefault="000750C7" w:rsidP="000750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750C7" w:rsidRDefault="000750C7" w:rsidP="000750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750C7" w:rsidRDefault="000750C7" w:rsidP="000750C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750C7" w:rsidRDefault="000750C7" w:rsidP="000750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№37</w:t>
      </w:r>
    </w:p>
    <w:p w:rsidR="000750C7" w:rsidRDefault="000750C7" w:rsidP="000750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Pr="00E06512" w:rsidRDefault="000750C7" w:rsidP="000750C7">
      <w:pPr>
        <w:tabs>
          <w:tab w:val="left" w:pos="708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>звернення</w:t>
      </w:r>
      <w:proofErr w:type="spellEnd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>жителів</w:t>
      </w:r>
      <w:proofErr w:type="spellEnd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Крупецької</w:t>
      </w:r>
      <w:proofErr w:type="spellEnd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>громади</w:t>
      </w:r>
      <w:proofErr w:type="spellEnd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0750C7" w:rsidRDefault="000750C7" w:rsidP="000750C7">
      <w:pPr>
        <w:tabs>
          <w:tab w:val="left" w:pos="708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>включення</w:t>
      </w:r>
      <w:proofErr w:type="spellEnd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до </w:t>
      </w:r>
      <w:proofErr w:type="spellStart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>Програми</w:t>
      </w:r>
      <w:proofErr w:type="spellEnd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«Ремонт </w:t>
      </w:r>
      <w:proofErr w:type="spellStart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>доріг</w:t>
      </w:r>
      <w:proofErr w:type="spellEnd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Хмельниччини</w:t>
      </w:r>
      <w:proofErr w:type="spellEnd"/>
      <w:r w:rsidRPr="00E06512">
        <w:rPr>
          <w:rFonts w:ascii="Times New Roman" w:eastAsia="Arial Unicode MS" w:hAnsi="Times New Roman"/>
          <w:b/>
          <w:color w:val="000000"/>
          <w:sz w:val="24"/>
          <w:szCs w:val="24"/>
        </w:rPr>
        <w:t>»</w:t>
      </w:r>
    </w:p>
    <w:p w:rsidR="000750C7" w:rsidRDefault="000750C7" w:rsidP="000750C7">
      <w:pPr>
        <w:tabs>
          <w:tab w:val="left" w:pos="708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0C7" w:rsidRPr="00651B50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до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10 ,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25 Закону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»</w:t>
      </w:r>
      <w:proofErr w:type="gram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</w:t>
      </w:r>
      <w:proofErr w:type="gram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статей 5 , 140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Конституції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та з метою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розгляду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листа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жителів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сіл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Дідова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Гора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Потереба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Нижні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</w:t>
      </w:r>
    </w:p>
    <w:p w:rsidR="000750C7" w:rsidRPr="00651B50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      1.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ідтримати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звернення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жителів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сіл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Дідова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Гора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Потереба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Нижні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про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виділення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коштів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на ремонт дороги районного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значення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сполученням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Криви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н </w:t>
      </w: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–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додаток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.</w:t>
      </w:r>
      <w:proofErr w:type="gramEnd"/>
    </w:p>
    <w:p w:rsidR="000750C7" w:rsidRPr="00651B50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Звернутися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до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голови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Хмельницької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обласної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державної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адм</w:t>
      </w:r>
      <w:proofErr w:type="gram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іністрації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Д.Габінета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голови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Хмельницької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обла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М.Загородн</w:t>
      </w: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ого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депутатів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Хмельницької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обласної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А.Фрідмана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І.Гладуняка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про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виділення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коштів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на ремонт дороги районного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значення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сполученням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Криви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н </w:t>
      </w: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–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0750C7" w:rsidRPr="00651B50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3.</w:t>
      </w: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Сільському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голові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Валерію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забезпечити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направлення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звернення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адресатам.</w:t>
      </w:r>
    </w:p>
    <w:p w:rsidR="000750C7" w:rsidRPr="00651B50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4.</w:t>
      </w: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Контроль за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з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комунальної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житлово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–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комунального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енергозбереження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та транспорту та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інфраструктури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( </w:t>
      </w:r>
      <w:proofErr w:type="spellStart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В.М.Немец</w:t>
      </w:r>
      <w:proofErr w:type="spellEnd"/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>).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651B50">
        <w:rPr>
          <w:rFonts w:ascii="Times New Roman" w:eastAsia="Arial Unicode MS" w:hAnsi="Times New Roman"/>
          <w:color w:val="000000"/>
          <w:sz w:val="24"/>
          <w:szCs w:val="24"/>
        </w:rPr>
        <w:t xml:space="preserve">    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Додаток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 до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ХХХХІ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</w:p>
    <w:p w:rsidR="000750C7" w:rsidRPr="00651B50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VІІ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                                     23.09.2020 року №37 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Звернення</w:t>
      </w:r>
      <w:proofErr w:type="spellEnd"/>
    </w:p>
    <w:p w:rsidR="000750C7" w:rsidRDefault="000750C7" w:rsidP="000750C7">
      <w:pPr>
        <w:tabs>
          <w:tab w:val="left" w:pos="708"/>
        </w:tabs>
        <w:spacing w:after="0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обласної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адм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іністрації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Д.Габінету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</w:p>
    <w:p w:rsidR="000750C7" w:rsidRDefault="000750C7" w:rsidP="000750C7">
      <w:pPr>
        <w:tabs>
          <w:tab w:val="left" w:pos="708"/>
        </w:tabs>
        <w:spacing w:after="0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обласної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М.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Загородному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</w:p>
    <w:p w:rsidR="000750C7" w:rsidRDefault="000750C7" w:rsidP="000750C7">
      <w:pPr>
        <w:tabs>
          <w:tab w:val="left" w:pos="708"/>
        </w:tabs>
        <w:spacing w:after="0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депутатам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обласної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А.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Фр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ідману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І.Гладуняку</w:t>
      </w:r>
      <w:proofErr w:type="spellEnd"/>
    </w:p>
    <w:p w:rsidR="000750C7" w:rsidRDefault="000750C7" w:rsidP="000750C7">
      <w:pPr>
        <w:tabs>
          <w:tab w:val="left" w:pos="708"/>
        </w:tabs>
        <w:spacing w:after="0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Ми,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жителі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об’єднаної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територіальної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громади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області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віддалених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Дідова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Гора 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Потереба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Нижні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звертаємось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до Вас 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проханням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виділити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кошти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ремонт дороги районного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значення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сполученням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Кривин -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протяжністю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7  км, яка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даний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час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знаходиться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край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незадовільному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Наші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села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знаходяться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30 –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ілометровій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зоні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АЕС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дане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сполучення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 одним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евакуаційних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шляхів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випадок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радіаційної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аварії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ХАЕС.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Кр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того через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пункти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проходить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автобусне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сполучення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маршрутом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Нетішин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Ганнопіль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 через  села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).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Транспорт служб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екстреного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виклику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–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незадовільного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стану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дорожнього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покриття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вкладається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нормативний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час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доїзду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Список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ідписів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громадян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звернення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про ремонт дороги Кривин –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додається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Надіємося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позитивне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вирішення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нашого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звернення</w:t>
      </w:r>
      <w:proofErr w:type="spellEnd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,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вдячні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увагу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0750C7" w:rsidRDefault="000750C7" w:rsidP="000750C7">
      <w:pPr>
        <w:tabs>
          <w:tab w:val="left" w:pos="708"/>
        </w:tabs>
        <w:spacing w:after="0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7491" w:rsidRPr="000750C7" w:rsidRDefault="000750C7" w:rsidP="000750C7">
      <w:pPr>
        <w:tabs>
          <w:tab w:val="left" w:pos="708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_____________________________________________________________________</w:t>
      </w:r>
    </w:p>
    <w:sectPr w:rsidR="00BC7491" w:rsidRPr="000750C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0C7"/>
    <w:rsid w:val="000750C7"/>
    <w:rsid w:val="00171A2E"/>
    <w:rsid w:val="00304C90"/>
    <w:rsid w:val="00505B6D"/>
    <w:rsid w:val="006D3977"/>
    <w:rsid w:val="007D6C18"/>
    <w:rsid w:val="00B24654"/>
    <w:rsid w:val="00BC749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750C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750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750C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750C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750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750C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482</Words>
  <Characters>2748</Characters>
  <Application>Microsoft Office Word</Application>
  <DocSecurity>0</DocSecurity>
  <Lines>22</Lines>
  <Paragraphs>6</Paragraphs>
  <ScaleCrop>false</ScaleCrop>
  <Company>Microsoft</Company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2020-09-29T17:07:00Z</dcterms:created>
  <dcterms:modified xsi:type="dcterms:W3CDTF">2020-09-30T04:21:00Z</dcterms:modified>
</cp:coreProperties>
</file>