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0B1" w:rsidRPr="000A4F3E" w:rsidRDefault="009270B1" w:rsidP="009270B1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70B1" w:rsidRDefault="009270B1" w:rsidP="009270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70B1" w:rsidRDefault="009270B1" w:rsidP="009270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70B1" w:rsidRDefault="009270B1" w:rsidP="009270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70B1" w:rsidRDefault="009270B1" w:rsidP="009270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70B1" w:rsidRDefault="009270B1" w:rsidP="009270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70B1" w:rsidRDefault="009270B1" w:rsidP="009270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70B1" w:rsidRDefault="009270B1" w:rsidP="009270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70B1" w:rsidRDefault="009270B1" w:rsidP="009270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70B1" w:rsidRDefault="009270B1" w:rsidP="009270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70B1" w:rsidRDefault="009270B1" w:rsidP="009270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70B1" w:rsidRDefault="009270B1" w:rsidP="009270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70B1" w:rsidRDefault="009270B1" w:rsidP="009270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70B1" w:rsidRDefault="009270B1" w:rsidP="009270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70B1" w:rsidRDefault="009270B1" w:rsidP="009270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70B1" w:rsidRDefault="009270B1" w:rsidP="009270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70B1" w:rsidRDefault="009270B1" w:rsidP="009270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70B1" w:rsidRDefault="009270B1" w:rsidP="009270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70B1" w:rsidRDefault="009270B1" w:rsidP="009270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70B1" w:rsidRDefault="009270B1" w:rsidP="009270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70B1" w:rsidRDefault="009270B1" w:rsidP="009270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70B1" w:rsidRDefault="009270B1" w:rsidP="009270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70B1" w:rsidRDefault="009270B1" w:rsidP="009270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70B1" w:rsidRDefault="009270B1" w:rsidP="009270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70B1" w:rsidRDefault="009270B1" w:rsidP="009270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70B1" w:rsidRDefault="009270B1" w:rsidP="009270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70B1" w:rsidRDefault="009270B1" w:rsidP="009270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70B1" w:rsidRDefault="009270B1" w:rsidP="009270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70B1" w:rsidRDefault="009270B1" w:rsidP="009270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70B1" w:rsidRDefault="009270B1" w:rsidP="009270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70B1" w:rsidRDefault="009270B1" w:rsidP="009270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270B1" w:rsidRDefault="009270B1" w:rsidP="009270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270B1" w:rsidRDefault="009270B1" w:rsidP="009270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270B1" w:rsidRDefault="009270B1" w:rsidP="009270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270B1" w:rsidRDefault="009270B1" w:rsidP="009270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270B1" w:rsidRDefault="009270B1" w:rsidP="009270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270B1" w:rsidRDefault="009270B1" w:rsidP="009270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270B1" w:rsidRDefault="009270B1" w:rsidP="009270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270B1" w:rsidRDefault="009270B1" w:rsidP="009270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270B1" w:rsidRDefault="009270B1" w:rsidP="009270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270B1" w:rsidRDefault="009270B1" w:rsidP="009270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270B1" w:rsidRDefault="009270B1" w:rsidP="009270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270B1" w:rsidRDefault="009270B1" w:rsidP="009270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270B1" w:rsidRDefault="009270B1" w:rsidP="009270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270B1" w:rsidRDefault="009270B1" w:rsidP="009270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270B1" w:rsidRDefault="009270B1" w:rsidP="009270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270B1" w:rsidRDefault="009270B1" w:rsidP="009270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270B1" w:rsidRDefault="009270B1" w:rsidP="009270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270B1" w:rsidRDefault="009270B1" w:rsidP="009270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270B1" w:rsidRDefault="009270B1" w:rsidP="009270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270B1" w:rsidRDefault="009270B1" w:rsidP="009270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9270B1" w:rsidRDefault="009270B1" w:rsidP="009270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270B1" w:rsidRDefault="009270B1" w:rsidP="009270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270B1" w:rsidRDefault="009270B1" w:rsidP="009270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270B1" w:rsidRDefault="009270B1" w:rsidP="009270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270B1" w:rsidRDefault="009270B1" w:rsidP="009270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270B1" w:rsidRDefault="009270B1" w:rsidP="009270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270B1" w:rsidRDefault="009270B1" w:rsidP="009270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9270B1" w:rsidRDefault="009270B1" w:rsidP="009270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270B1" w:rsidRDefault="009270B1" w:rsidP="009270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270B1" w:rsidRDefault="009270B1" w:rsidP="009270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270B1" w:rsidRPr="000A4F3E" w:rsidRDefault="009270B1" w:rsidP="009270B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270B1" w:rsidRPr="000A4F3E" w:rsidRDefault="009270B1" w:rsidP="009270B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270B1" w:rsidRPr="000A4F3E" w:rsidRDefault="009270B1" w:rsidP="009270B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270B1" w:rsidRPr="000A4F3E" w:rsidRDefault="009270B1" w:rsidP="009270B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270B1" w:rsidRPr="000A4F3E" w:rsidRDefault="009270B1" w:rsidP="009270B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270B1" w:rsidRPr="000A4F3E" w:rsidRDefault="009270B1" w:rsidP="009270B1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270B1" w:rsidRPr="000A4F3E" w:rsidRDefault="009270B1" w:rsidP="009270B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9270B1" w:rsidRPr="000A4F3E" w:rsidRDefault="009270B1" w:rsidP="009270B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270B1" w:rsidRPr="000A4F3E" w:rsidRDefault="009270B1" w:rsidP="009270B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270B1" w:rsidRPr="000A4F3E" w:rsidRDefault="009270B1" w:rsidP="009270B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9270B1" w:rsidRPr="000A4F3E" w:rsidRDefault="009270B1" w:rsidP="009270B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270B1" w:rsidRPr="000A4F3E" w:rsidRDefault="009270B1" w:rsidP="009270B1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сесії сільської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ІІ скликання</w:t>
      </w:r>
    </w:p>
    <w:p w:rsidR="009270B1" w:rsidRPr="000A4F3E" w:rsidRDefault="009270B1" w:rsidP="009270B1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270B1" w:rsidRPr="000A4F3E" w:rsidRDefault="009270B1" w:rsidP="009270B1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.2020 року                                            Крупець                                                       №___</w:t>
      </w:r>
    </w:p>
    <w:p w:rsidR="009270B1" w:rsidRDefault="009270B1" w:rsidP="009270B1">
      <w:pPr>
        <w:tabs>
          <w:tab w:val="left" w:pos="2160"/>
        </w:tabs>
        <w:spacing w:after="0" w:line="240" w:lineRule="auto"/>
        <w:outlineLvl w:val="0"/>
        <w:rPr>
          <w:rFonts w:ascii="Times New Roman" w:eastAsia="Times New Roman" w:hAnsi="Times New Roman"/>
          <w:b/>
          <w:sz w:val="24"/>
        </w:rPr>
      </w:pPr>
    </w:p>
    <w:p w:rsidR="009270B1" w:rsidRPr="00576793" w:rsidRDefault="009270B1" w:rsidP="009270B1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/>
          <w:b/>
          <w:sz w:val="24"/>
        </w:rPr>
      </w:pPr>
      <w:r w:rsidRPr="00576793">
        <w:rPr>
          <w:rFonts w:ascii="Times New Roman" w:eastAsia="Times New Roman" w:hAnsi="Times New Roman"/>
          <w:b/>
          <w:sz w:val="24"/>
        </w:rPr>
        <w:t xml:space="preserve">Про надання дозволу на розробку </w:t>
      </w:r>
    </w:p>
    <w:p w:rsidR="009270B1" w:rsidRPr="00576793" w:rsidRDefault="009270B1" w:rsidP="009270B1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r w:rsidRPr="00576793">
        <w:rPr>
          <w:rFonts w:ascii="Times New Roman" w:eastAsia="Times New Roman" w:hAnsi="Times New Roman"/>
          <w:b/>
          <w:sz w:val="24"/>
        </w:rPr>
        <w:t xml:space="preserve">проекту  із землеустрою  щодо </w:t>
      </w:r>
    </w:p>
    <w:p w:rsidR="009270B1" w:rsidRPr="00576793" w:rsidRDefault="009270B1" w:rsidP="009270B1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r w:rsidRPr="00576793">
        <w:rPr>
          <w:rFonts w:ascii="Times New Roman" w:eastAsia="Times New Roman" w:hAnsi="Times New Roman"/>
          <w:b/>
          <w:sz w:val="24"/>
        </w:rPr>
        <w:t>відведення земельної  ділянки</w:t>
      </w:r>
    </w:p>
    <w:p w:rsidR="009270B1" w:rsidRPr="00576793" w:rsidRDefault="009270B1" w:rsidP="009270B1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АТ «Хмельницькобленерго»</w:t>
      </w:r>
    </w:p>
    <w:p w:rsidR="009270B1" w:rsidRPr="00576793" w:rsidRDefault="009270B1" w:rsidP="009270B1">
      <w:pPr>
        <w:tabs>
          <w:tab w:val="left" w:pos="2160"/>
        </w:tabs>
        <w:spacing w:after="0"/>
        <w:rPr>
          <w:rFonts w:ascii="Times New Roman" w:eastAsia="Times New Roman" w:hAnsi="Times New Roman"/>
          <w:sz w:val="24"/>
        </w:rPr>
      </w:pPr>
    </w:p>
    <w:p w:rsidR="009270B1" w:rsidRPr="00576793" w:rsidRDefault="009270B1" w:rsidP="009270B1">
      <w:pPr>
        <w:tabs>
          <w:tab w:val="left" w:pos="2160"/>
        </w:tabs>
        <w:spacing w:after="0"/>
        <w:jc w:val="both"/>
        <w:rPr>
          <w:rFonts w:ascii="Times New Roman" w:eastAsia="Times New Roman" w:hAnsi="Times New Roman"/>
          <w:sz w:val="24"/>
        </w:rPr>
      </w:pPr>
      <w:r w:rsidRPr="00576793">
        <w:rPr>
          <w:rFonts w:ascii="Times New Roman" w:eastAsia="Times New Roman" w:hAnsi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  врахувавши пропозицію  </w:t>
      </w:r>
      <w:r w:rsidRPr="00576793">
        <w:rPr>
          <w:rFonts w:ascii="Times New Roman" w:eastAsia="Arial Unicode MS" w:hAnsi="Times New Roman"/>
          <w:color w:val="000000"/>
          <w:sz w:val="24"/>
          <w:szCs w:val="24"/>
        </w:rPr>
        <w:t>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</w:t>
      </w:r>
      <w:r w:rsidRPr="00576793">
        <w:rPr>
          <w:rFonts w:ascii="Times New Roman" w:eastAsia="Times New Roman" w:hAnsi="Times New Roman"/>
          <w:sz w:val="24"/>
        </w:rPr>
        <w:t xml:space="preserve">    розглянувши </w:t>
      </w:r>
      <w:r>
        <w:rPr>
          <w:rFonts w:ascii="Times New Roman" w:eastAsia="Times New Roman" w:hAnsi="Times New Roman"/>
          <w:sz w:val="24"/>
        </w:rPr>
        <w:t xml:space="preserve">клопотання  АТ «Хмельницькобленерго», </w:t>
      </w:r>
      <w:r w:rsidRPr="00576793">
        <w:rPr>
          <w:rFonts w:ascii="Times New Roman" w:eastAsia="Times New Roman" w:hAnsi="Times New Roman"/>
          <w:sz w:val="24"/>
        </w:rPr>
        <w:t xml:space="preserve"> сільська рада </w:t>
      </w:r>
    </w:p>
    <w:p w:rsidR="009270B1" w:rsidRPr="00576793" w:rsidRDefault="009270B1" w:rsidP="009270B1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/>
          <w:sz w:val="24"/>
        </w:rPr>
      </w:pPr>
      <w:r w:rsidRPr="00576793">
        <w:rPr>
          <w:rFonts w:ascii="Times New Roman" w:eastAsia="Times New Roman" w:hAnsi="Times New Roman"/>
          <w:sz w:val="24"/>
        </w:rPr>
        <w:t>ВИРІШИЛА:</w:t>
      </w:r>
    </w:p>
    <w:p w:rsidR="009270B1" w:rsidRPr="00576793" w:rsidRDefault="009270B1" w:rsidP="009270B1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576793">
        <w:rPr>
          <w:rFonts w:ascii="Times New Roman" w:hAnsi="Times New Roman"/>
          <w:sz w:val="24"/>
        </w:rPr>
        <w:t xml:space="preserve">        1. Надати  </w:t>
      </w:r>
      <w:r>
        <w:rPr>
          <w:rFonts w:ascii="Times New Roman" w:eastAsia="Times New Roman" w:hAnsi="Times New Roman"/>
          <w:sz w:val="24"/>
        </w:rPr>
        <w:t>АТ «Хмельницькобленерго</w:t>
      </w:r>
      <w:r w:rsidRPr="00576793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ЄРДПОУ 22764809</w:t>
      </w:r>
      <w:r w:rsidRPr="00576793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</w:t>
      </w:r>
      <w:r w:rsidRPr="00576793">
        <w:rPr>
          <w:rFonts w:ascii="Times New Roman" w:hAnsi="Times New Roman"/>
          <w:sz w:val="24"/>
        </w:rPr>
        <w:t xml:space="preserve"> дозвіл на розробку проекту із землеустрою щодо відведення земельної ділянки для передачі </w:t>
      </w:r>
      <w:r>
        <w:rPr>
          <w:rFonts w:ascii="Times New Roman" w:hAnsi="Times New Roman"/>
          <w:sz w:val="24"/>
        </w:rPr>
        <w:t>в</w:t>
      </w:r>
      <w:r w:rsidRPr="00576793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оренду</w:t>
      </w:r>
      <w:r w:rsidRPr="00576793">
        <w:rPr>
          <w:rFonts w:ascii="Times New Roman" w:hAnsi="Times New Roman"/>
          <w:sz w:val="24"/>
        </w:rPr>
        <w:t>, орієнтовною площею 0,0004</w:t>
      </w:r>
      <w:r>
        <w:rPr>
          <w:rFonts w:ascii="Times New Roman" w:hAnsi="Times New Roman"/>
          <w:sz w:val="24"/>
        </w:rPr>
        <w:t xml:space="preserve"> </w:t>
      </w:r>
      <w:r w:rsidRPr="00576793">
        <w:rPr>
          <w:rFonts w:ascii="Times New Roman" w:hAnsi="Times New Roman"/>
          <w:sz w:val="24"/>
        </w:rPr>
        <w:t>га, для</w:t>
      </w:r>
      <w:r w:rsidRPr="00576793">
        <w:rPr>
          <w:rFonts w:ascii="Times New Roman" w:eastAsia="Arial Unicode MS" w:hAnsi="Times New Roman"/>
          <w:sz w:val="24"/>
          <w:szCs w:val="24"/>
        </w:rPr>
        <w:t xml:space="preserve"> </w:t>
      </w:r>
      <w:r>
        <w:rPr>
          <w:rFonts w:ascii="Times New Roman" w:eastAsia="Arial Unicode MS" w:hAnsi="Times New Roman"/>
          <w:sz w:val="24"/>
          <w:szCs w:val="24"/>
        </w:rPr>
        <w:t>розміщення, будівництва, експлуатації та обслуговування будівель і споруд об’єктів передачі електричної  та  теплової енергії (для обслуговування КТП-1н)</w:t>
      </w:r>
      <w:r w:rsidRPr="000A4F3E">
        <w:rPr>
          <w:rFonts w:ascii="Times New Roman" w:eastAsia="Arial Unicode MS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</w:rPr>
        <w:t xml:space="preserve">  яка розташована  в селі  Колом’є</w:t>
      </w:r>
    </w:p>
    <w:p w:rsidR="009270B1" w:rsidRPr="00576793" w:rsidRDefault="009270B1" w:rsidP="009270B1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576793">
        <w:rPr>
          <w:rFonts w:ascii="Times New Roman" w:hAnsi="Times New Roman"/>
          <w:sz w:val="24"/>
        </w:rPr>
        <w:t xml:space="preserve">       2. </w:t>
      </w:r>
      <w:r>
        <w:rPr>
          <w:rFonts w:ascii="Times New Roman" w:eastAsia="Times New Roman" w:hAnsi="Times New Roman"/>
          <w:sz w:val="24"/>
        </w:rPr>
        <w:t>АТ «Хмельницькобленерго»,</w:t>
      </w:r>
      <w:r>
        <w:rPr>
          <w:rFonts w:ascii="Times New Roman" w:hAnsi="Times New Roman"/>
          <w:sz w:val="24"/>
        </w:rPr>
        <w:t xml:space="preserve"> </w:t>
      </w:r>
      <w:r w:rsidRPr="00576793">
        <w:rPr>
          <w:rFonts w:ascii="Times New Roman" w:hAnsi="Times New Roman"/>
          <w:sz w:val="24"/>
        </w:rPr>
        <w:t>розробити проект землеустрою щодо відведення земельної діл</w:t>
      </w:r>
      <w:r>
        <w:rPr>
          <w:rFonts w:ascii="Times New Roman" w:hAnsi="Times New Roman"/>
          <w:sz w:val="24"/>
        </w:rPr>
        <w:t>янки для передачі її в оренду</w:t>
      </w:r>
      <w:r w:rsidRPr="00576793">
        <w:rPr>
          <w:rFonts w:ascii="Times New Roman" w:hAnsi="Times New Roman"/>
          <w:sz w:val="24"/>
        </w:rPr>
        <w:t xml:space="preserve"> та подати на розгляд сесії сільської ради.</w:t>
      </w:r>
    </w:p>
    <w:p w:rsidR="009270B1" w:rsidRPr="00576793" w:rsidRDefault="009270B1" w:rsidP="009270B1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576793">
        <w:rPr>
          <w:rFonts w:ascii="Times New Roman" w:eastAsia="Arial Unicode MS" w:hAnsi="Times New Roman"/>
          <w:color w:val="000000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9270B1" w:rsidRPr="00576793" w:rsidRDefault="009270B1" w:rsidP="009270B1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9270B1" w:rsidRPr="00576793" w:rsidRDefault="009270B1" w:rsidP="009270B1">
      <w:pPr>
        <w:tabs>
          <w:tab w:val="left" w:pos="2160"/>
        </w:tabs>
        <w:spacing w:after="0"/>
        <w:jc w:val="both"/>
        <w:rPr>
          <w:rFonts w:ascii="Times New Roman" w:eastAsia="Times New Roman" w:hAnsi="Times New Roman"/>
          <w:sz w:val="24"/>
        </w:rPr>
      </w:pPr>
    </w:p>
    <w:p w:rsidR="009270B1" w:rsidRPr="00576793" w:rsidRDefault="009270B1" w:rsidP="009270B1">
      <w:pPr>
        <w:tabs>
          <w:tab w:val="left" w:pos="2160"/>
        </w:tabs>
        <w:spacing w:after="0"/>
        <w:jc w:val="both"/>
        <w:rPr>
          <w:rFonts w:ascii="Times New Roman" w:eastAsia="Times New Roman" w:hAnsi="Times New Roman"/>
          <w:sz w:val="24"/>
        </w:rPr>
      </w:pPr>
    </w:p>
    <w:p w:rsidR="00326F16" w:rsidRPr="009270B1" w:rsidRDefault="009270B1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  Сільський голова                                                                             Валерій МИХАЛЮК</w:t>
      </w:r>
      <w:bookmarkStart w:id="0" w:name="_GoBack"/>
      <w:bookmarkEnd w:id="0"/>
    </w:p>
    <w:sectPr w:rsidR="00326F16" w:rsidRPr="009270B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0B1"/>
    <w:rsid w:val="00171A2E"/>
    <w:rsid w:val="00304C90"/>
    <w:rsid w:val="00326F16"/>
    <w:rsid w:val="00505B6D"/>
    <w:rsid w:val="006D3977"/>
    <w:rsid w:val="007D6C18"/>
    <w:rsid w:val="009270B1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269</Words>
  <Characters>1539</Characters>
  <Application>Microsoft Office Word</Application>
  <DocSecurity>0</DocSecurity>
  <Lines>12</Lines>
  <Paragraphs>3</Paragraphs>
  <ScaleCrop>false</ScaleCrop>
  <Company>Microsoft</Company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2020-08-20T14:12:00Z</dcterms:created>
  <dcterms:modified xsi:type="dcterms:W3CDTF">2020-08-20T14:13:00Z</dcterms:modified>
</cp:coreProperties>
</file>