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988" w:rsidRDefault="00C52988" w:rsidP="00C529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52988" w:rsidRDefault="00C52988" w:rsidP="00C52988"/>
    <w:p w:rsidR="00C52988" w:rsidRDefault="00C52988" w:rsidP="00C52988"/>
    <w:p w:rsidR="00C52988" w:rsidRDefault="00C52988" w:rsidP="00C529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52988" w:rsidRDefault="00C52988" w:rsidP="00C529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52988" w:rsidRDefault="00C52988" w:rsidP="00C529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52988" w:rsidRDefault="00C52988" w:rsidP="00C529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52988" w:rsidRDefault="00C52988" w:rsidP="00C529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2988" w:rsidRDefault="00C52988" w:rsidP="00C52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52988" w:rsidRDefault="00C52988" w:rsidP="00C529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2988" w:rsidRDefault="00C52988" w:rsidP="00C529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52988" w:rsidRDefault="00C52988" w:rsidP="00C5298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C52988" w:rsidRDefault="00C52988" w:rsidP="00C5298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2988" w:rsidRDefault="00C52988" w:rsidP="00C529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C52988" w:rsidRDefault="00C52988" w:rsidP="00C529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C52988" w:rsidRDefault="00C52988" w:rsidP="00C52988">
      <w:pPr>
        <w:autoSpaceDE w:val="0"/>
        <w:autoSpaceDN w:val="0"/>
        <w:adjustRightInd w:val="0"/>
        <w:jc w:val="both"/>
      </w:pPr>
      <w:r>
        <w:t xml:space="preserve">  </w:t>
      </w:r>
    </w:p>
    <w:p w:rsidR="00C52988" w:rsidRDefault="00C52988" w:rsidP="00C52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№3  від 24.12.2019 року « Про сільський  бюджет Крупецької сільської ради  на 2020 рік » ,   сільська рада </w:t>
      </w:r>
    </w:p>
    <w:p w:rsidR="00C52988" w:rsidRDefault="00C52988" w:rsidP="00C52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C52988" w:rsidRDefault="00C52988" w:rsidP="00C52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Надати матеріальну допомогу Савчук Тетяні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</w:t>
      </w:r>
      <w:r>
        <w:rPr>
          <w:rFonts w:ascii="Times New Roman" w:hAnsi="Times New Roman" w:cs="Times New Roman"/>
          <w:sz w:val="24"/>
          <w:szCs w:val="24"/>
          <w:lang w:val="ru-RU"/>
        </w:rPr>
        <w:t>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на  поховання  брата   Савчука Віктора Володимировича    , який   помер 23 лютого  2020   року , в  розмірі  3000.00  ( три тисячі ) грн.</w:t>
      </w:r>
    </w:p>
    <w:p w:rsidR="00C52988" w:rsidRDefault="00C52988" w:rsidP="00C52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 Відділу бухгалтерського обліку сільської ради ( М.М.Нечипорук) здійснити виплату матеріальної допомоги.</w:t>
      </w:r>
    </w:p>
    <w:p w:rsidR="00C52988" w:rsidRDefault="00C52988" w:rsidP="00C52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52988" w:rsidRDefault="00C52988" w:rsidP="00C52988"/>
    <w:p w:rsidR="00C52988" w:rsidRDefault="00C52988" w:rsidP="00C52988"/>
    <w:p w:rsidR="00F32C74" w:rsidRPr="00C52988" w:rsidRDefault="00C5298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F32C74" w:rsidRPr="00C52988" w:rsidSect="00F32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52988"/>
    <w:rsid w:val="00171A2E"/>
    <w:rsid w:val="00304C90"/>
    <w:rsid w:val="00505B6D"/>
    <w:rsid w:val="006D3977"/>
    <w:rsid w:val="007D6C18"/>
    <w:rsid w:val="00C52988"/>
    <w:rsid w:val="00D1641A"/>
    <w:rsid w:val="00F3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8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2020-03-04T08:29:00Z</dcterms:created>
  <dcterms:modified xsi:type="dcterms:W3CDTF">2020-03-04T08:29:00Z</dcterms:modified>
</cp:coreProperties>
</file>