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08" w:rsidRDefault="00847508" w:rsidP="0084750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63E20A" wp14:editId="12E340C0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67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6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508" w:rsidRDefault="00847508" w:rsidP="0084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FE0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HaT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qkr8AA&#10;AADdAAAADwAAAGRycy9kb3ducmV2LnhtbESPzQrCMBCE74LvEFbwpqkKVapRRFQ8COLffWnWtths&#10;ShO1vr0RBI/DzHzDzBaNKcWTaldYVjDoRyCIU6sLzhRczpveBITzyBpLy6TgTQ4W83Zrhom2Lz7S&#10;8+QzESDsElSQe18lUro0J4Oubyvi4N1sbdAHWWdS1/gKcFPKYRTF0mDBYSHHilY5pffTwyiwo+1u&#10;f82Gx9Gax56Xh8nt2uyV6naa5RSEp8b/w7/2TiuI43E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qkr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DFOsgA&#10;AADdAAAADwAAAGRycy9kb3ducmV2LnhtbESPQUsDMRSE74L/ITzBS7FZPey2a9MihdXqodBW8PrY&#10;PDerm5clie22v74RCj0OM/MNM1sMthN78qF1rOBxnIEgrp1uuVHwuaseJiBCRNbYOSYFRwqwmN/e&#10;zLDU7sAb2m9jIxKEQ4kKTIx9KWWoDVkMY9cTJ+/beYsxSd9I7fGQ4LaTT1mWS4stpwWDPS0N1b/b&#10;P6vgp1qbr2VxevWj6YZOo+rjrXvPlbq/G16eQUQa4jV8aa+0gjwvCvh/k56AnJ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wMU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czN8EA&#10;AADdAAAADwAAAGRycy9kb3ducmV2LnhtbERPzWrCQBC+C32HZYRepG6sEEvqKlJqES+i9gGG7JgN&#10;ZmdDdjXp23cOgseP73+5Hnyj7tTFOrCB2TQDRVwGW3Nl4Pe8ffsAFROyxSYwGfijCOvVy2iJhQ09&#10;H+l+SpWSEI4FGnAptYXWsXTkMU5DSyzcJXQek8Cu0rbDXsJ9o9+zLNcea5YGhy19OSqvp5uXksMc&#10;D/tLf97+DNjj997xZHM05nU8bD5BJRrSU/xw76yBPF/I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Mz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DDMYA&#10;AADdAAAADwAAAGRycy9kb3ducmV2LnhtbESPQUsDMRSE74L/ITzBm81adKvbpkWqQhE8WAvF22Pz&#10;urt08xKSZ3f9940geBxm5htmsRpdr04UU+fZwO2kAEVce9txY2D3+XrzACoJssXeMxn4oQSr5eXF&#10;AivrB/6g01YalSGcKjTQioRK61S35DBNfCDO3sFHh5JlbLSNOGS46/W0KErtsOO80GKgdUv1cfvt&#10;DLwPL+FtVt4fwle8m+r0bGW/FmOur8anOSihUf7Df+2NNVCWs0f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BDD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PFsIA&#10;AADdAAAADwAAAGRycy9kb3ducmV2LnhtbERPzWrCQBC+F/oOywi9lLqxhSBpNiJFS/EiRh9gyI7Z&#10;YHY2ZLcmffvOodDjx/dfbmbfqzuNsQtsYLXMQBE3wXbcGric9y9rUDEhW+wDk4EfirCpHh9KLGyY&#10;+ET3OrVKQjgWaMClNBRax8aRx7gMA7Fw1zB6TALHVtsRJwn3vX7Nslx77FgaHA704ai51d9eSo5v&#10;eDxcp/P+c8YJdwfHz9uTMU+LefsOKtGc/sV/7i9rIM/Xsl/eyBPQ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JE8W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M/LcYA&#10;AADdAAAADwAAAGRycy9kb3ducmV2LnhtbESPQUsDMRSE70L/Q3gFbzbbomtZm5bSKojgwSqU3h6b&#10;193FzUtInt313xtB8DjMzDfMajO6Xl0ops6zgfmsAEVce9txY+Dj/elmCSoJssXeMxn4pgSb9eRq&#10;hZX1A7/R5SCNyhBOFRpoRUKldapbcphmPhBn7+yjQ8kyNtpGHDLc9XpRFKV22HFeaDHQrqX68/Dl&#10;DLwOj+Hlvrw7h1O8Xei0t3LciTHX03H7AEpolP/wX/vZGijL5Rx+3+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M/L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BJMYA&#10;AADdAAAADwAAAGRycy9kb3ducmV2LnhtbESPUWvCMBSF3wf+h3AFX4amKivSGUWF4GCDMR3s9dJc&#10;27LmpiTRdv/eDAZ7PJxzvsNZbwfbihv50DhWMJ9lIIhLZxquFHye9XQFIkRkg61jUvBDAbab0cMa&#10;C+N6/qDbKVYiQTgUqKCOsSukDGVNFsPMdcTJuzhvMSbpK2k89gluW7nIslxabDgt1NjRoaby+3S1&#10;CvbvfbX0j+V+cK+X49eT1ka/aaUm42H3DCLSEP/Df+0XoyDPVwv4fZOe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EBJ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X++sQA&#10;AADdAAAADwAAAGRycy9kb3ducmV2LnhtbESPUWvCMBSF3wf7D+EO9jbT6VZKNYpMCjJ8me4HXJq7&#10;ptrclCTW7t8bQfDxcM75DmexGm0nBvKhdazgfZKBIK6dbrlR8Huo3goQISJr7ByTgn8KsFo+Py2w&#10;1O7CPzTsYyMShEOJCkyMfSllqA1ZDBPXEyfvz3mLMUnfSO3xkuC2k9Msy6XFltOCwZ6+DNWn/dkq&#10;qL6nu+F01r5y6/HD0qc5Fhuj1OvLuJ6DiDTGR/je3moFeV7M4P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1/v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8y8cA&#10;AADdAAAADwAAAGRycy9kb3ducmV2LnhtbESPX2vCMBTF3wd+h3CFvQxN3Z8inVF0ECZsMKaCr5fm&#10;2pY1NyXJbP32Rhjs8XDO+R3OYjXYVpzJh8axgtk0A0FcOtNwpeCw15M5iBCRDbaOScGFAqyWo7sF&#10;Fsb1/E3nXaxEgnAoUEEdY1dIGcqaLIap64iTd3LeYkzSV9J47BPctvIxy3JpseG0UGNHbzWVP7tf&#10;q2Dz1VdP/qHcDO7j9H580droT63U/XhYv4KINMT/8F97axTk+fwZbm/SE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kPM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DDFcQA&#10;AADdAAAADwAAAGRycy9kb3ducmV2LnhtbESPUWvCMBSF3wf7D+EOfJvpREvpjCKTggxfpvsBl+ba&#10;VJubksRa/70ZCHs8nHO+w1muR9uJgXxoHSv4mGYgiGunW24U/B6r9wJEiMgaO8ek4E4B1qvXlyWW&#10;2t34h4ZDbESCcChRgYmxL6UMtSGLYep64uSdnLcYk/SN1B5vCW47OcuyXFpsOS0Y7OnLUH05XK2C&#10;6nu2Hy5X7Su3GeeWFuZcbI1Sk7dx8wki0hj/w8/2TivI82IBf2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Qwx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HRMMA&#10;AADdAAAADwAAAGRycy9kb3ducmV2LnhtbESP0WqDQBRE3wP9h+UW+hbXJI2IdRNKwZA8xvQDLu6t&#10;Sty71t2o+ftuoJDHYWbOMPl+Np0YaXCtZQWrKAZBXFndcq3g+1IsUxDOI2vsLJOCOznY714WOWba&#10;TnymsfS1CBB2GSpovO8zKV3VkEEX2Z44eD92MOiDHGqpB5wC3HRyHceJNNhyWGiwp6+Gqmt5Mwre&#10;79Pht9xe40IbWp02/Yl9tVXq7XX+/ADhafbP8H/7qBUkSZrA4014An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dHR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n7w8UA&#10;AADdAAAADwAAAGRycy9kb3ducmV2LnhtbESPzWrDMBCE74W+g9hCbo0cH5zUtRJMQ0roqXXSnhdr&#10;/UOslbGU2H77KlDocZiZb5hsN5lO3GhwrWUFq2UEgri0uuVawfl0eN6AcB5ZY2eZFMzkYLd9fMgw&#10;1XbkL7oVvhYBwi5FBY33fSqlKxsy6Ja2Jw5eZQeDPsihlnrAMcBNJ+MoSqTBlsNCgz29NVReiqtR&#10;cE1+4jNXH/qz2M/vL/tD7uR3rdTiacpfQXia/H/4r33UCpJks4b7m/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mfvD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QtsQA&#10;AADdAAAADwAAAGRycy9kb3ducmV2LnhtbERPu27CMBTdkfgH6yJ1A4e2skLAoLYSUtuhiNfAdokv&#10;SSC+DrEL6d/XQ6WOR+c9W3S2FjdqfeVYw3iUgCDOnam40LDbLocpCB+QDdaOScMPeVjM+70ZZsbd&#10;eU23TShEDGGfoYYyhCaT0uclWfQj1xBH7uRaiyHCtpCmxXsMt7V8TBIlLVYcG0ps6K2k/LL5thr2&#10;q1RNVq8fz+fPryM+WXM9mEpp/TDoXqYgAnXhX/znfjcalErj3PgmP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lEL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F33sUA&#10;AADdAAAADwAAAGRycy9kb3ducmV2LnhtbESPW2vCQBSE34X+h+UIfdONF0KMrlIVbemTN/D1kD0m&#10;wezZkN1q7K93hUIfh5n5hpktWlOJGzWutKxg0I9AEGdWl5wrOB03vQSE88gaK8uk4EEOFvO3zgxT&#10;be+8p9vB5yJA2KWooPC+TqV0WUEGXd/WxMG72MagD7LJpW7wHuCmksMoiqXBksNCgTWtCsquhx+j&#10;4Dc+4859Dpfrkfb0GCdb+73bKvXebT+mIDy1/j/81/7SCuI4mcDrTX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kX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bJsIA&#10;AADdAAAADwAAAGRycy9kb3ducmV2LnhtbERP3WrCMBS+F/YO4Qx2p+lEi+2MZQwH3m3WPcChOUuL&#10;zUnbZG3n0y8Xwi4/vv99MdtWjDT4xrGC51UCgrhyumGj4OvyvtyB8AFZY+uYFPySh+LwsNhjrt3E&#10;ZxrLYEQMYZ+jgjqELpfSVzVZ9CvXEUfu2w0WQ4SDkXrAKYbbVq6TJJUWG44NNXb0VlN1LX+sgt6t&#10;t3ouj/hxPWafjTGb/nbeKPX0OL++gAg0h3/x3X3SCtI0i/vjm/g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qhs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01cUA&#10;AADdAAAADwAAAGRycy9kb3ducmV2LnhtbESPS2/CMBCE70j9D9ZW4lYcQE0hjUEFCYkrj0OPW3vz&#10;gHidxgZCf31dqRLH0cx8o8mXvW3ElTpfO1YwHiUgiLUzNZcKjofNywyED8gGG8ek4E4elounQY6Z&#10;cTfe0XUfShEh7DNUUIXQZlJ6XZFFP3ItcfQK11kMUXalNB3eItw2cpIkqbRYc1yosKV1Rfq8v1gF&#10;2/qLXlNdzO1spXefP99h+nYySg2f+493EIH68Aj/t7dGQZrOx/D3Jj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xzT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xZVsIA&#10;AADdAAAADwAAAGRycy9kb3ducmV2LnhtbERPXWvCMBR9F/wP4Qp709Q+lNkZixUExzZhKtvrpblr&#10;is1NabJa//0yGOzxfHPWxWhbMVDvG8cKlosEBHHldMO1gst5P38E4QOyxtYxKbiTh2Iznawx1+7G&#10;7zScQi1iCfscFZgQulxKXxmy6BeuI47al+sthgj7Wuoeb7HctjJNkkxabDguGOxoZ6i6nr6tggGP&#10;9+TTlG+r5+a1So/lx4uOvHqYjdsnEIHG8G/+Sx+0gixbpfD7Jj4B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HFl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tCrcQA&#10;AADdAAAADwAAAGRycy9kb3ducmV2LnhtbESPQUvDQBSE74L/YXmCN7sxQtDYbZFCxWONHjw+s6/Z&#10;1Ox7YXfbpP56VxA8DjPzDbNcz35QJwqxFzZwuyhAEbdie+4MvL9tb+5BxYRscRAmA2eKsF5dXiyx&#10;tjLxK52a1KkM4VijAZfSWGsdW0ce40JG4uztJXhMWYZO24BThvtBl0VRaY895wWHI20ctV/N0RuY&#10;ntvPQ7n/sO47jLJtdnIoBzHm+mp+egSVaE7/4b/2izVQVQ93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rQq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cfscA&#10;AADdAAAADwAAAGRycy9kb3ducmV2LnhtbESPW2sCMRSE3wX/QziCb5pVZGu3RvEKpbQUL30/3Zzu&#10;riYnyybV7b83hUIfh5n5hpktWmvElRpfOVYwGiYgiHOnKy4UnI67wRSED8gajWNS8EMeFvNuZ4aZ&#10;djfe0/UQChEh7DNUUIZQZ1L6vCSLfuhq4uh9ucZiiLIppG7wFuHWyHGSpNJixXGhxJrWJeWXw7dV&#10;sHvfmPP4bb/8kGG9ffg005fV5lWpfq9dPoEI1Ib/8F/7WStI08cJ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pnH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L0XMYA&#10;AADdAAAADwAAAGRycy9kb3ducmV2LnhtbESP3WrCQBSE7wXfYTlCb0Q3thg0dRURRAsK/oG3x+xp&#10;EsyeDdltTN++WxC8HGbmG2a2aE0pGqpdYVnBaBiBIE6tLjhTcDmvBxMQziNrLC2Tgl9ysJh3OzNM&#10;tH3wkZqTz0SAsEtQQe59lUjp0pwMuqGtiIP3bWuDPsg6k7rGR4CbUr5HUSwNFhwWcqxolVN6P/0Y&#10;Bc1hd8u2jau+7pO+G3/cNpu9vir11muXnyA8tf4Vfra3WkEcT8fw/yY8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L0X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W4scA&#10;AADdAAAADwAAAGRycy9kb3ducmV2LnhtbESPT2sCMRTE70K/Q3iF3jRbaRddjVILBS+C/w56e26e&#10;u4ubl22S6tZPbwTB4zAzv2HG09bU4kzOV5YVvPcSEMS51RUXCrabn+4AhA/IGmvLpOCfPEwnL50x&#10;ZtpeeEXndShEhLDPUEEZQpNJ6fOSDPqebYijd7TOYIjSFVI7vES4qWU/SVJpsOK4UGJD3yXlp/Wf&#10;UTAbDma/yw9eXFeHPe13h9Nn3yVKvb22XyMQgdrwDD/ac60gTYcp3N/EJ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xFuLHAAAA3QAAAA8AAAAAAAAAAAAAAAAAmAIAAGRy&#10;cy9kb3ducmV2LnhtbFBLBQYAAAAABAAEAPUAAACMAwAAAAA=&#10;" fillcolor="black" stroked="f"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wd8cA&#10;AADdAAAADwAAAGRycy9kb3ducmV2LnhtbESPQWvCQBSE7wX/w/IK3uqmgtFGV9G2glB70Pbg8TX7&#10;mizJvg3ZrUZ/fVcQPA4z8w0zW3S2FkdqvXGs4HmQgCDOnTZcKPj+Wj9NQPiArLF2TArO5GEx7z3M&#10;MNPuxDs67kMhIoR9hgrKEJpMSp+XZNEPXEMcvV/XWgxRtoXULZ4i3NZymCSptGg4LpTY0GtJebX/&#10;swoOH6mZ7AwNf7aX1bvejqrV51ulVP+xW05BBOrCPXxrb7SCNH0Zw/V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UcH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asMMA&#10;AADdAAAADwAAAGRycy9kb3ducmV2LnhtbERPPW/CMBDdK/EfrENiK047RDTFiVBR1S4M0FZdT/ER&#10;h8TnYBsI/Ho8VOr49L6X1Wh7cSYfWscKnuYZCOLa6ZYbBd9f748LECEia+wdk4IrBajKycMSC+0u&#10;vKXzLjYihXAoUIGJcSikDLUhi2HuBuLE7Z23GBP0jdQeLync9vI5y3JpseXUYHCgN0N1tztZBX71&#10;u+5ufPrpstvmGj4O43GBRqnZdFy9gog0xn/xn/tTK8jzlzQ3vUlPQJ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7as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amcUA&#10;AADdAAAADwAAAGRycy9kb3ducmV2LnhtbESPUWvCQBCE3wv+h2OFvhS91Ie0iZ4ihUKhImj9AWtu&#10;TYJ3eyG31dhf3ysIfRxm5htmsRq8UxfqYxvYwPM0A0VcBdtybeDw9T55BRUF2aILTAZuFGG1HD0s&#10;sLThyju67KVWCcKxRAONSFdqHauGPMZp6IiTdwq9R0myr7Xt8Zrg3ulZluXaY8tpocGO3hqqzvtv&#10;b8DNjq74fIkbuR30JvvxsnvaWmMex8N6DkpokP/wvf1hDeR5UcDfm/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tqZ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mWsIA&#10;AADdAAAADwAAAGRycy9kb3ducmV2LnhtbERPu27CMBTdK/EP1kViKw4MtAoYxENIWRiaglgv8SWO&#10;sK+j2EDo19dDpY5H571Y9c6KB3Wh8axgMs5AEFdeN1wrOH7v3z9BhIis0XomBS8KsFoO3haYa//k&#10;L3qUsRYphEOOCkyMbS5lqAw5DGPfEifu6juHMcGulrrDZwp3Vk6zbCYdNpwaDLa0NVTdyrtTsCtb&#10;Oz0WZhPOp8PlYoufPZ13So2G/XoOIlIf/8V/7kIrmH1k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+Za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McMMA&#10;AADdAAAADwAAAGRycy9kb3ducmV2LnhtbESPT4vCMBTE78J+h/AWvGmihyrVKLKsIHjy38HbI3m2&#10;1ealNNF2v/1GWNjjMDO/YZbr3tXiRW2oPGuYjBUIYuNtxYWG82k7moMIEdli7Zk0/FCA9epjsMTc&#10;+o4P9DrGQiQIhxw1lDE2uZTBlOQwjH1DnLybbx3GJNtC2ha7BHe1nCqVSYcVp4USG/oqyTyOT6fh&#10;vpV7bxSay/nS7ezs+p1RrbQefvabBYhIffwP/7V3VkM2UxN4v0lP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AMc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wKcYA&#10;AADdAAAADwAAAGRycy9kb3ducmV2LnhtbESPQWvCQBSE74X+h+UJ3urGFKxEN8EWCkXpoSqlx2f2&#10;mYRk34bdVeO/7wqCx2FmvmGWxWA6cSbnG8sKppMEBHFpdcOVgv3u82UOwgdkjZ1lUnAlD0X+/LTE&#10;TNsL/9B5GyoRIewzVFCH0GdS+rImg35ie+LoHa0zGKJ0ldQOLxFuOpkmyUwabDgu1NjTR01luz0Z&#10;BX+nDR+/X9cr9x5+7bDzbXqYt0qNR8NqASLQEB7he/tLK5i9JSnc3sQn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swK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0vYMgA&#10;AADdAAAADwAAAGRycy9kb3ducmV2LnhtbESPT2sCMRTE74V+h/AKvdWk1qrdGqUKBS+F+uegt+fm&#10;dXdx87JNoq5++qYgeBxm5jfMaNLaWhzJh8qxhueOAkGcO1NxoWG9+nwagggR2WDtmDScKcBkfH83&#10;wsy4Ey/ouIyFSBAOGWooY2wyKUNeksXQcQ1x8n6ctxiT9IU0Hk8JbmvZVaovLVacFkpsaFZSvl8e&#10;rIbp23D6+93jr8tit6XtZrd/7Xql9eND+/EOIlIbb+Fre2409AfqBf7fpCcgx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7S9gyAAAAN0AAAAPAAAAAAAAAAAAAAAAAJgCAABk&#10;cnMvZG93bnJldi54bWxQSwUGAAAAAAQABAD1AAAAjQMAAAAA&#10;" fillcolor="black" stroked="f"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hNFcUA&#10;AADdAAAADwAAAGRycy9kb3ducmV2LnhtbESPQUsDMRSE70L/Q3iCN5u1lVq2TctSkIqnbbX0+rp5&#10;bhY3L0sS0/XfG0HwOMzMN8x6O9peJPKhc6zgYVqAIG6c7rhV8P72fL8EESKyxt4xKfimANvN5GaN&#10;pXZXPlA6xlZkCIcSFZgYh1LK0BiyGKZuIM7eh/MWY5a+ldrjNcNtL2dFsZAWO84LBgfaGWo+j19W&#10;Qbrs6mqezskcXn3VelfvT5daqbvbsVqBiDTG//Bf+0UrWDwVj/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E0V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MIfMYA&#10;AADdAAAADwAAAGRycy9kb3ducmV2LnhtbESPQWvCQBSE70L/w/IK3nRjwdimrlJEi3ppmxba4yP7&#10;mg3Nvg3ZbYz+elcQPA4z8w0zX/a2Fh21vnKsYDJOQBAXTldcKvj63IweQfiArLF2TAqO5GG5uBvM&#10;MdPuwB/U5aEUEcI+QwUmhCaT0heGLPqxa4ij9+taiyHKtpS6xUOE21o+JEkqLVYcFww2tDJU/OX/&#10;VoGfrNbfe3t66n5eDb/lO5O+l0ap4X3/8gwiUB9u4Wt7qxWks2QK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MIf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7508" w:rsidRDefault="00847508" w:rsidP="0084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7508" w:rsidRDefault="00847508" w:rsidP="008475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7508" w:rsidRDefault="00847508" w:rsidP="008475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7508" w:rsidRDefault="00847508" w:rsidP="0084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47508" w:rsidRDefault="00847508" w:rsidP="008475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7508" w:rsidRDefault="00847508" w:rsidP="008475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847508" w:rsidRPr="003937A2" w:rsidRDefault="00847508" w:rsidP="0084750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47508" w:rsidRPr="003937A2" w:rsidRDefault="00847508" w:rsidP="0084750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Паращуку Б.І.</w:t>
      </w:r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Паращука Б.І.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847508" w:rsidRPr="00401D45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47508" w:rsidRPr="003937A2" w:rsidRDefault="00847508" w:rsidP="0084750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Паращуку Богдану </w:t>
      </w:r>
      <w:proofErr w:type="spellStart"/>
      <w:r>
        <w:rPr>
          <w:rFonts w:ascii="Times New Roman" w:eastAsia="Calibri" w:hAnsi="Times New Roman" w:cs="Times New Roman"/>
          <w:sz w:val="24"/>
        </w:rPr>
        <w:t>Ігоровичу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74E22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0,5000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Токар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Л.І.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847508" w:rsidRPr="003937A2" w:rsidRDefault="00847508" w:rsidP="008475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47508" w:rsidRDefault="00847508" w:rsidP="008475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47508" w:rsidRPr="003937A2" w:rsidRDefault="00847508" w:rsidP="008475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7508" w:rsidRPr="003937A2" w:rsidRDefault="00847508" w:rsidP="0084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25556" w:rsidRPr="00847508" w:rsidRDefault="00847508" w:rsidP="008475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C25556" w:rsidRPr="00847508" w:rsidSect="00847508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08"/>
    <w:rsid w:val="00847508"/>
    <w:rsid w:val="00A74E22"/>
    <w:rsid w:val="00C2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0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475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75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4750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0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475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75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4750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277</Words>
  <Characters>1582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2021-09-13T07:44:00Z</dcterms:created>
  <dcterms:modified xsi:type="dcterms:W3CDTF">2021-09-13T13:06:00Z</dcterms:modified>
</cp:coreProperties>
</file>