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728" w:rsidRPr="000A4F3E" w:rsidRDefault="00E51728" w:rsidP="00E5172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728" w:rsidRDefault="00E51728" w:rsidP="00E51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1728" w:rsidRDefault="00E51728" w:rsidP="00E51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1728" w:rsidRPr="000A4F3E" w:rsidRDefault="00E51728" w:rsidP="00E5172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1728" w:rsidRPr="000A4F3E" w:rsidRDefault="00E51728" w:rsidP="00E5172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51728" w:rsidRPr="000A4F3E" w:rsidRDefault="00E51728" w:rsidP="00E5172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1728" w:rsidRPr="000A4F3E" w:rsidRDefault="00E51728" w:rsidP="00E5172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E51728" w:rsidRPr="0059239A" w:rsidRDefault="00E51728" w:rsidP="00E517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1728" w:rsidRPr="0059239A" w:rsidRDefault="00E51728" w:rsidP="00E5172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E51728" w:rsidRPr="0059239A" w:rsidRDefault="00E51728" w:rsidP="00E5172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E51728" w:rsidRPr="0059239A" w:rsidRDefault="00E51728" w:rsidP="00E5172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E51728" w:rsidRPr="0059239A" w:rsidRDefault="00E51728" w:rsidP="00E5172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Борової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Ж.М.</w:t>
      </w:r>
    </w:p>
    <w:p w:rsidR="00E51728" w:rsidRPr="0059239A" w:rsidRDefault="00E51728" w:rsidP="00E5172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1728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Борової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Ж.О.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E51728" w:rsidRPr="0059239A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E51728" w:rsidRPr="0059239A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Боровій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Жанні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Миколаївні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57044">
        <w:rPr>
          <w:rFonts w:ascii="Times New Roman" w:hAnsi="Times New Roman"/>
          <w:sz w:val="24"/>
          <w:lang w:val="en-US"/>
        </w:rPr>
        <w:t>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75704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0,1697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6823984000:01:010:0038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65.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E51728" w:rsidRPr="0059239A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Боровій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Ж.О.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E51728" w:rsidRPr="0059239A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51728" w:rsidRPr="0059239A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51728" w:rsidRPr="0059239A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1728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1728" w:rsidRPr="0059239A" w:rsidRDefault="00E51728" w:rsidP="00E517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27F3C" w:rsidRPr="00E51728" w:rsidRDefault="00E51728" w:rsidP="00E5172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sectPr w:rsidR="00827F3C" w:rsidRPr="00E5172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28"/>
    <w:rsid w:val="00171A2E"/>
    <w:rsid w:val="00304C90"/>
    <w:rsid w:val="00505B6D"/>
    <w:rsid w:val="006D3977"/>
    <w:rsid w:val="00757044"/>
    <w:rsid w:val="007D6C18"/>
    <w:rsid w:val="00827F3C"/>
    <w:rsid w:val="00D1641A"/>
    <w:rsid w:val="00E5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2020-08-20T14:06:00Z</dcterms:created>
  <dcterms:modified xsi:type="dcterms:W3CDTF">2020-08-20T15:43:00Z</dcterms:modified>
</cp:coreProperties>
</file>