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45" w:rsidRPr="009A7621" w:rsidRDefault="00637C45" w:rsidP="00637C45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  <w:r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34A7B1" wp14:editId="3E1210D6">
                <wp:simplePos x="0" y="0"/>
                <wp:positionH relativeFrom="column">
                  <wp:posOffset>2796540</wp:posOffset>
                </wp:positionH>
                <wp:positionV relativeFrom="paragraph">
                  <wp:posOffset>92710</wp:posOffset>
                </wp:positionV>
                <wp:extent cx="440690" cy="573405"/>
                <wp:effectExtent l="0" t="0" r="0" b="0"/>
                <wp:wrapNone/>
                <wp:docPr id="12629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0690" cy="573405"/>
                          <a:chOff x="0" y="0"/>
                          <a:chExt cx="1142" cy="1718"/>
                        </a:xfrm>
                      </wpg:grpSpPr>
                      <wps:wsp>
                        <wps:cNvPr id="1263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left:0;text-align:left;margin-left:220.2pt;margin-top:7.3pt;width:34.7pt;height:45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/i+cUA&#10;AADeAAAADwAAAGRycy9kb3ducmV2LnhtbESPT4vCQAzF7wt+hyGCt3VqCyrVUURc8SCI/+6hE9ti&#10;J1M6s9r99pvDwt4S8vLe+y3XvWvUi7pQezYwGSegiAtvay4N3K5fn3NQISJbbDyTgR8KsF4NPpaY&#10;W//mM70usVRiwiFHA1WMba51KCpyGMa+JZbbw3cOo6xdqW2HbzF3jU6TZKod1iwJFba0rah4Xr6d&#10;AZ/tD8d7mZ6zHc8ib07zx70/GjMa9psFqEh9/Bf/fR+s1E+nmQAIjsy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j+L5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1wccA&#10;AADeAAAADwAAAGRycy9kb3ducmV2LnhtbERPS0sDMRC+F/wPYQQvpc22wlrXpkUKq7UHoQ/wOmzG&#10;zepmsiSx3fbXG0HobT6+58yXvW3FkXxoHCuYjDMQxJXTDdcKDvtyNAMRIrLG1jEpOFOA5eJmMMdC&#10;uxNv6biLtUghHApUYGLsCilDZchiGLuOOHGfzluMCfpaao+nFG5bOc2yXFpsODUY7GhlqPre/VgF&#10;X+W7+Vg9XF788HFLl2G5eW3fcqXubvvnJxCR+ngV/7vXOs2f5vcT+Hsn3S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H9c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bPt8UA&#10;AADeAAAADwAAAGRycy9kb3ducmV2LnhtbESP3YrCMBCF7wXfIYzgjWi6FURqU5FllcUb8ecBhmZs&#10;is2kNFnbffvNguDdDOfM+c7k28E24kmdrx0r+FgkIIhLp2uuFNyu+/kahA/IGhvHpOCXPGyL8SjH&#10;TLuez/S8hErEEPYZKjAhtJmUvjRk0S9cSxy1u+sshrh2ldQd9jHcNjJNkpW0WHMkGGzp01D5uPzY&#10;CDkt8XS899f9YcAev46GZ7uzUtPJsNuACDSEt/l1/a1j/XS1TOH/nTiD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xs+3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5/FsQA&#10;AADeAAAADwAAAGRycy9kb3ducmV2LnhtbERPTUvDQBC9C/0Pywje2o2pRondllIVRPBgFcTbkJ0m&#10;wezssjs28d+7QsHbPN7nrDaTG9SRYuo9G7hcFKCIG297bg28vz3Ob0ElQbY4eCYDP5Rgs56drbC2&#10;fuRXOu6lVTmEU40GOpFQa52ajhymhQ/EmTv46FAyjK22Eccc7gZdFkWlHfacGzoMtOuo+dp/OwMv&#10;40N4vqmuD+EzXpU63Vv52IkxF+fT9g6U0CT/4pP7yeb5ZbVcwt87+Qa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Ofx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PyWMYA&#10;AADeAAAADwAAAGRycy9kb3ducmV2LnhtbESP0WrCQBBF3wv+wzKCL0U31SIluoYgKiUvQe0HDNkx&#10;G8zOhuzWxL/vFgp9m+HeuefONhttKx7U+8axgrdFAoK4crrhWsHX9Tj/AOEDssbWMSl4kodsN3nZ&#10;YqrdwGd6XEItYgj7FBWYELpUSl8ZsugXriOO2s31FkNc+1rqHocYblu5TJK1tNhwJBjsaG+oul++&#10;bYSUKyyL23A9nkYc8FAYfs3PSs2mY74BEWgM/+a/608d6y/Xq3f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PyW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tC+cQA&#10;AADeAAAADwAAAGRycy9kb3ducmV2LnhtbERPTUvDQBC9C/0Pywje7MZoo8RuS6kKRfBgFcTbkJ0m&#10;wezssjs28d93BcHbPN7nLNeTG9SRYuo9G7iaF6CIG297bg28vz1d3oFKgmxx8EwGfijBejU7W2Jt&#10;/civdNxLq3IIpxoNdCKh1jo1HTlMcx+IM3fw0aFkGFttI4453A26LIpKO+w5N3QYaNtR87X/dgZe&#10;xsfwfFstDuEz3pQ6PVj52IoxF+fT5h6U0CT/4j/3zub5ZXW9gN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rQv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zBZ8QA&#10;AADeAAAADwAAAGRycy9kb3ducmV2LnhtbERP32vCMBB+H/g/hBN8GTOdsiKdUXQQHDgY08Fej+Zs&#10;i82lJNHW/34RBnu7j+/nLdeDbcWVfGgcK3ieZiCIS2carhR8H/XTAkSIyAZbx6TgRgHWq9HDEgvj&#10;ev6i6yFWIoVwKFBBHWNXSBnKmiyGqeuIE3dy3mJM0FfSeOxTuG3lLMtyabHh1FBjR281lefDxSrY&#10;fvbV3D+W28HtT7ufF62N/tBKTcbD5hVEpCH+i//c7ybNn+XzHO7vpBv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8wWf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uA8MA&#10;AADeAAAADwAAAGRycy9kb3ducmV2LnhtbERP3WrCMBS+H/gO4Qi7m6ndplKNIkphjN348wCH5thU&#10;m5OSxNq9/TIY7O58fL9ntRlsK3ryoXGsYDrJQBBXTjdcKzifypcFiBCRNbaOScE3BdisR08rLLR7&#10;8IH6Y6xFCuFQoAITY1dIGSpDFsPEdcSJuzhvMSboa6k9PlK4bWWeZTNpseHUYLCjnaHqdrxbBeVn&#10;/tXf7tqXbju8WXo318XeKPU8HrZLEJGG+C/+c3/oND+fvc7h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AuA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/wjsgA&#10;AADeAAAADwAAAGRycy9kb3ducmV2LnhtbESPQUsDMRCF70L/Q5iCF7HZtlhkbVpaISgoFGuh12Ez&#10;3V3cTJYkdtd/7xwEbzO8N+99s96OvlNXiqkNbGA+K0ARV8G1XBs4fdr7R1ApIzvsApOBH0qw3Uxu&#10;1li6MPAHXY+5VhLCqUQDTc59qXWqGvKYZqEnFu0Soscsa6y1izhIuO/0oihW2mPL0tBgT88NVV/H&#10;b29gfxjqZbyr9mN4u7ycH6x19t0aczsdd0+gMo353/x3/eoEf7FaCq+8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r/CO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Mf6sMA&#10;AADeAAAADwAAAGRycy9kb3ducmV2LnhtbERP3WrCMBS+H/gO4Qi7m6ndJlqNIkphjN348wCH5thU&#10;m5OSxNq9/TIY7O58fL9ntRlsK3ryoXGsYDrJQBBXTjdcKzifypc5iBCRNbaOScE3BdisR08rLLR7&#10;8IH6Y6xFCuFQoAITY1dIGSpDFsPEdcSJuzhvMSboa6k9PlK4bWWeZTNpseHUYLCjnaHqdrxbBeVn&#10;/tXf7tqXbju8WXo31/neKPU8HrZLEJGG+C/+c3/oND+fvS7g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Mf6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Fb4sQA&#10;AADeAAAADwAAAGRycy9kb3ducmV2LnhtbESPzW7CQAyE75V4h5WReisb/qIqZUEICQRHQh/AyrpJ&#10;RNYbsgsJb18fkLjZ8nhmvtVmcI16UBdqzwamkwQUceFtzaWB38v+6xtUiMgWG89k4EkBNuvRxwoz&#10;63s+0yOPpRITDhkaqGJsM61DUZHDMPEtsdz+fOcwytqV2nbYi7lr9CxJUu2wZkmosKVdRcU1vzsD&#10;i2d/uOXLa7K3jqaneXviWCyN+RwP2x9QkYb4Fr++j1bqz9KFAAiOz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hW+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/o1sIA&#10;AADeAAAADwAAAGRycy9kb3ducmV2LnhtbERPTYvCMBC9C/sfwgh709Qixe0aRVaUxZPW7p6HZmyL&#10;zaQ0Ueu/N4LgbR7vc+bL3jTiSp2rLSuYjCMQxIXVNZcK8uNmNAPhPLLGxjIpuJOD5eJjMMdU2xsf&#10;6Jr5UoQQdikqqLxvUyldUZFBN7YtceBOtjPoA+xKqTu8hXDTyDiKEmmw5tBQYUs/FRXn7GIUXJL/&#10;OOfTTu+z9X37td6snPwrlfoc9qtvEJ56/xa/3L86zI+T6QSe74Qb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b+jW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LGvMYA&#10;AADeAAAADwAAAGRycy9kb3ducmV2LnhtbERPS2vCQBC+F/wPywi91Y1RgkZXaQWh7aHi6+BtzI5J&#10;2uxszG41/fduQfA2H99zpvPWVOJCjSstK+j3IhDEmdUl5wp22+XLCITzyBory6TgjxzMZ52nKaba&#10;XnlNl43PRQhhl6KCwvs6ldJlBRl0PVsTB+5kG4M+wCaXusFrCDeVjKMokQZLDg0F1rQoKPvZ/BoF&#10;+9UoGa/ePobfn19HHBh9PugyUeq5275OQHhq/UN8d7/rMD9OhjH8vxNu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LGv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f0s8MA&#10;AADeAAAADwAAAGRycy9kb3ducmV2LnhtbERPS4vCMBC+L/gfwgje1tQqRapRdBd12ZMv8Do0Y1ts&#10;JqWJWv31ZmHB23x8z5nOW1OJGzWutKxg0I9AEGdWl5wrOB5Wn2MQziNrrCyTggc5mM86H1NMtb3z&#10;jm57n4sQwi5FBYX3dSqlywoy6Pq2Jg7c2TYGfYBNLnWD9xBuKhlHUSINlhwaCqzpq6Dssr8aBc/k&#10;hFu3iZffQ+3pMRqv7e92rVSv2y4mIDy1/i3+d//oMD9ORkP4eyfc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f0s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cFacMA&#10;AADeAAAADwAAAGRycy9kb3ducmV2LnhtbERPzWrCQBC+C77DMgVvumlIpaZughQFb62pDzBkp5tg&#10;djZmtxr79N2C4G0+vt9Zl6PtxIUG3zpW8LxIQBDXTrdsFBy/dvNXED4ga+wck4IbeSiL6WSNuXZX&#10;PtClCkbEEPY5KmhC6HMpfd2QRb9wPXHkvt1gMUQ4GKkHvMZw28k0SZbSYsuxocGe3huqT9WPVXB2&#10;6Yseqy1+nLarz9aY7Px7yJSaPY2bNxCBxvAQ3917HeenyyyD/3fiD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cFa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fGGcQA&#10;AADeAAAADwAAAGRycy9kb3ducmV2LnhtbERPS08CMRC+k/AfmiHhBl1AVly3EDUx4Qp48Di2sw/Y&#10;TpdthdVfb01IuM2X7zn5preNuFDna8cKZtMEBLF2puZSwcfhfbIC4QOywcYxKfghD5v1cJBjZtyV&#10;d3TZh1LEEPYZKqhCaDMpva7Iop+6ljhyhesshgi7UpoOrzHcNnKeJKm0WHNsqLClt4r0af9tFWzr&#10;L1qmuniyq1e9+/w9h8Xj0Sg1HvUvzyAC9eEuvrm3Js6fpw9L+H8n3i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Hxh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ShucYA&#10;AADeAAAADwAAAGRycy9kb3ducmV2LnhtbERP0WrCQBB8F/yHY4W+6aWhBE09pQpCxVZoLO3rkltz&#10;wdxeyF1j/PteQejb7M7OzM5yPdhG9NT52rGCx1kCgrh0uuZKwedpN52D8AFZY+OYFNzIw3o1Hi0x&#10;1+7KH9QXoRLRhH2OCkwIbS6lLw1Z9DPXEkfu7DqLIY5dJXWH12huG5kmSSYt1hwTDLa0NVReih+r&#10;oMfjLfk2m/fFvn4r0+Pm66DjXj1MhpdnEIGG8H98V7/q+H6aPWXwVydi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Shu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XbuMMA&#10;AADeAAAADwAAAGRycy9kb3ducmV2LnhtbERPTUvDQBC9C/0PyxS82U2DVIndllKoeNToweOYnWZT&#10;szNhd9tEf70rCN7m8T5nvZ18ry4UYidsYLkoQBE3YjtuDby9Hm7uQcWEbLEXJgNfFGG7mV2tsbIy&#10;8gtd6tSqHMKxQgMupaHSOjaOPMaFDMSZO0rwmDIMrbYBxxzue10WxUp77Dg3OBxo76j5rM/ewPjY&#10;fJzK47t132GQQ/0sp7IXY67n0+4BVKIp/Yv/3E82zy9Xt3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Xbu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Jf3cgA&#10;AADeAAAADwAAAGRycy9kb3ducmV2LnhtbESPQU/CQBCF7yb+h82YcJOtDQFSWQiCJIZIDKj3sTu2&#10;1d3ZprtC+ffOgYTbTN6b976ZLXrv1JG62AQ28DDMQBGXwTZcGfh439xPQcWEbNEFJgNnirCY397M&#10;sLDhxHs6HlKlJIRjgQbqlNpC61jW5DEOQ0ss2nfoPCZZu0rbDk8S7p3Os2ysPTYsDTW2tKqp/D38&#10;eQObt7X7yXf75adOq+fJl5tun9avxgzu+uUjqER9upov1y9W8PPxSHjlHZlBz/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kl/d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n0sUA&#10;AADeAAAADwAAAGRycy9kb3ducmV2LnhtbERP22rCQBB9F/yHZQRfpG7qJWjqKkUQLbRgbcHXMTtN&#10;gtnZkF1j/PuuIPg2h3Odxao1pWiodoVlBa/DCARxanXBmYLfn83LDITzyBpLy6TgRg5Wy25ngYm2&#10;V/6m5uAzEULYJagg975KpHRpTgbd0FbEgfuztUEfYJ1JXeM1hJtSjqIolgYLDg05VrTOKT0fLkZB&#10;s/88ZbvGVR/n2cBNx6ft9ksfler32vc3EJ5a/xQ/3Dsd5o/iyRzu74Qb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KCf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dmj8kA&#10;AADeAAAADwAAAGRycy9kb3ducmV2LnhtbESPQW/CMAyF70j7D5EncYN0FSDWEdBAQuIyabAdxs00&#10;XlvROF0SoNuvnw+TdrPl5/fet1j1rlVXCrHxbOBhnIEiLr1tuDLw/rYdzUHFhGyx9UwGvinCank3&#10;WGBh/Y33dD2kSokJxwIN1Cl1hdaxrMlhHPuOWG6fPjhMsoZK24A3MXetzrNsph02LAk1drSpqTwf&#10;Ls7A+nG+/nqd8MvP/nSk48fpPM1DZszwvn9+ApWoT//iv++dlfr5bCoAgiMz6O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6dmj8kAAADeAAAADwAAAAAAAAAAAAAAAACYAgAA&#10;ZHJzL2Rvd25yZXYueG1sUEsFBgAAAAAEAAQA9QAAAI4DAAAAAA==&#10;" fillcolor="black" stroked="f"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jNFMYA&#10;AADeAAAADwAAAGRycy9kb3ducmV2LnhtbERPS2vCQBC+F/wPyxS81Y0Bg6SuUh8FQT34OPQ4zU6T&#10;JdnZkN1q7K/vCoXe5uN7zmzR20ZcqfPGsYLxKAFBXDhtuFRwOb+/TEH4gKyxcUwK7uRhMR88zTDX&#10;7sZHup5CKWII+xwVVCG0uZS+qMiiH7mWOHJfrrMYIuxKqTu8xXDbyDRJMmnRcGyosKVVRUV9+rYK&#10;PnaZmR4NpZ/7n+VG7yf18rCulRo+92+vIAL14V/8597qOD/NJmN4vBNv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jNF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+UcQA&#10;AADeAAAADwAAAGRycy9kb3ducmV2LnhtbERPTWsCMRC9C/6HMIK3mu1CRbZGkUppLx5qlV6HzbhZ&#10;dzNZk6irv74pFLzN433OfNnbVlzIh9qxgudJBoK4dLrmSsHu+/1pBiJEZI2tY1JwowDLxXAwx0K7&#10;K3/RZRsrkUI4FKjAxNgVUobSkMUwcR1x4g7OW4wJ+kpqj9cUbluZZ9lUWqw5NRjs6M1Q2WzPVoFf&#10;/aybO5/3TXbf3MLHsT/N0Cg1HvWrVxCR+vgQ/7s/dZqfT19y+Hsn3S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oPl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UtgcUA&#10;AADeAAAADwAAAGRycy9kb3ducmV2LnhtbERP22rCQBB9L/Qflin0pdSNKbU2dRURCgVF8PIBY3aa&#10;hO7OhuyosV/fFQq+zeFcZzLrvVMn6mIT2MBwkIEiLoNtuDKw330+j0FFQbboApOBC0WYTe/vJljY&#10;cOYNnbZSqRTCsUADtUhbaB3LmjzGQWiJE/cdOo+SYFdp2+E5hXun8ywbaY8Np4YaW1rUVP5sj96A&#10;yw/uffkWV3LZ61X262XztLbGPD708w9QQr3cxP/uL5vm56PXF7i+k27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lS2B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z0r8UA&#10;AADeAAAADwAAAGRycy9kb3ducmV2LnhtbERPTWsCMRC9C/0PYQreatallbI1iq0Ie+nBrcXruBk3&#10;i8lk2aS69tc3QsHbPN7nzJeDs+JMfWg9K5hOMhDEtdctNwp2X5unVxAhImu0nknBlQIsFw+jORba&#10;X3hL5yo2IoVwKFCBibErpAy1IYdh4jvixB197zAm2DdS93hJ4c7KPMtm0mHLqcFgRx+G6lP14xSs&#10;q87mu9K8h/335+Fgy98N7ddKjR+H1RuISEO8i//dpU7z89nLM9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rPSv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XjAsIA&#10;AADeAAAADwAAAGRycy9kb3ducmV2LnhtbERPTYvCMBC9L/gfwgje1kTBrlSjiKwgeFpXD96GZGyr&#10;zaQ0WVv/vVlY2Ns83ucs172rxYPaUHnWMBkrEMTG24oLDafv3fscRIjIFmvPpOFJAdarwdsSc+s7&#10;/qLHMRYihXDIUUMZY5NLGUxJDsPYN8SJu/rWYUywLaRtsUvhrpZTpTLpsOLUUGJD25LM/fjjNNx2&#10;8uCNQnM+nbu9/bh8ZlQrrUfDfrMAEamP/+I/996m+dNsNoPfd9IN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5eMC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+OEsUA&#10;AADeAAAADwAAAGRycy9kb3ducmV2LnhtbERPS2vCQBC+C/6HZQq96aYpBoluRAuF0tKDWkqPY3by&#10;INnZsLtq+u/dgtDbfHzPWW9G04sLOd9aVvA0T0AQl1a3XCv4Or7OliB8QNbYWyYFv+RhU0wna8y1&#10;vfKeLodQixjCPkcFTQhDLqUvGzLo53YgjlxlncEQoauldniN4aaXaZJk0mDLsaHBgV4aKrvD2Sj4&#10;OX9w9fn8vnW78G3Ho+/S07JT6vFh3K5ABBrDv/juftNxfpotMvh7J94g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344S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7++8YA&#10;AADeAAAADwAAAGRycy9kb3ducmV2LnhtbERPTWsCMRC9F/ofwhR6q1kXtboapQqCF0FtD/U2bsbd&#10;xc1km6S6+utNQehtHu9zJrPW1OJMzleWFXQ7CQji3OqKCwVfn8u3IQgfkDXWlknBlTzMps9PE8y0&#10;vfCWzrtQiBjCPkMFZQhNJqXPSzLoO7YhjtzROoMhQldI7fASw00t0yQZSIMVx4YSG1qUlJ92v0bB&#10;fDSc/2x6vL5tD3vafx9O/dQlSr2+tB9jEIHa8C9+uFc6zk8H/Xf4eyfe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E7++8YAAADeAAAADwAAAAAAAAAAAAAAAACYAgAAZHJz&#10;L2Rvd25yZXYueG1sUEsFBgAAAAAEAAQA9QAAAIsDAAAAAA==&#10;" fillcolor="black" stroked="f"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dhI8YA&#10;AADeAAAADwAAAGRycy9kb3ducmV2LnhtbESPQUsDMRCF74L/IYzgzWatWGRtWpaCKJ62reJ1uhk3&#10;i5vJksR0/ffOQfA2w3vz3jfr7exHVSimIbCB20UFirgLduDewNvx6eYBVMrIFsfAZOCHEmw3lxdr&#10;rG04857KIfdKQjjVaMDlPNVap86Rx7QIE7FonyF6zLLGXtuIZwn3o15W1Up7HFgaHE60c9R9Hb69&#10;gXLatc1d+Shu/xqbPob2+f3UGnN9NTePoDLN+d/8d/1iBX+5uhd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dhI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eAscUA&#10;AADeAAAADwAAAGRycy9kb3ducmV2LnhtbERPTWvCQBC9F/wPywje6kahoUZXEWmL9lIbBT0O2TEb&#10;zM6G7BrT/vpuodDbPN7nLFa9rUVHra8cK5iMExDEhdMVlwqOh9fHZxA+IGusHZOCL/KwWg4eFphp&#10;d+dP6vJQihjCPkMFJoQmk9IXhiz6sWuII3dxrcUQYVtK3eI9httaTpMklRYrjg0GG9oYKq75zSrw&#10;k83L6d1+z7rzm+GPfGfSfWmUGg379RxEoD78i//cWx3nT9OnG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h4Cx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37C45" w:rsidRPr="00DE6ED3" w:rsidRDefault="00637C45" w:rsidP="00637C45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7C45" w:rsidRPr="00DE6ED3" w:rsidRDefault="00637C45" w:rsidP="00637C45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7C45" w:rsidRPr="00DE6ED3" w:rsidRDefault="00637C45" w:rsidP="00637C45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7C45" w:rsidRPr="00DE6ED3" w:rsidRDefault="00637C45" w:rsidP="00637C45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7C45" w:rsidRPr="00DE6ED3" w:rsidRDefault="00637C45" w:rsidP="00637C4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37C45" w:rsidRPr="00DE6ED3" w:rsidRDefault="00637C45" w:rsidP="00637C4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637C45" w:rsidRPr="00DE6ED3" w:rsidRDefault="00637C45" w:rsidP="00637C45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637C45" w:rsidRPr="00DE6ED3" w:rsidRDefault="00637C45" w:rsidP="00637C4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637C45" w:rsidRPr="00DE6ED3" w:rsidRDefault="00637C45" w:rsidP="00637C4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637C45" w:rsidRPr="00DE6ED3" w:rsidRDefault="00637C45" w:rsidP="00637C45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61CABEC" wp14:editId="24FC4FD5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2660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66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6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7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8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9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0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1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2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3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4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6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7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8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9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0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4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6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7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7C45" w:rsidRDefault="00637C45" w:rsidP="00637C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Bof8MA&#10;AADeAAAADwAAAGRycy9kb3ducmV2LnhtbERPTWvCQBC9C/0Pywi96cYIqaSuEootOQRErfchOybB&#10;7GzIrjH9964g9DaP9znr7WhaMVDvGssKFvMIBHFpdcOVgt/T92wFwnlkja1lUvBHDrabt8kaU23v&#10;fKDh6CsRQtilqKD2vkuldGVNBt3cdsSBu9jeoA+wr6Tu8R7CTSvjKEqkwYZDQ40dfdVUXo83o8Au&#10;f/LiXMWH5Y4/PGf71eU8Fkq9T8fsE4Sn0f+LX+5ch/lxkizg+U64QW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Bof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ZEq8YA&#10;AADeAAAADwAAAGRycy9kb3ducmV2LnhtbERPS0sDMRC+C/6HMIKXYrPdw6pr0yKF7etQaBW8Dptx&#10;s7qZLElst/31Rih4m4/vOdP5YDtxJB9axwom4wwEce10y42C97fq4QlEiMgaO8ek4EwB5rPbmymW&#10;2p14T8dDbEQK4VCiAhNjX0oZakMWw9j1xIn7dN5iTNA3Uns8pXDbyTzLCmmx5dRgsKeFofr78GMV&#10;fFU787F4vCz96HlPl1G1XXWbQqn7u+H1BUSkIf6Lr+61TvPzosjh7510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2ZEq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lFMcUA&#10;AADeAAAADwAAAGRycy9kb3ducmV2LnhtbESP0YrCMBBF34X9hzAL+yJrqkKRblMR0UV8EXU/YGjG&#10;pmwzKU209e+NIPg2w71zz518OdhG3KjztWMF00kCgrh0uuZKwd95+70A4QOyxsYxKbiTh2XxMcox&#10;067nI91OoRIxhH2GCkwIbSalLw1Z9BPXEkft4jqLIa5dJXWHfQy3jZwlSSot1hwJBltaGyr/T1cb&#10;IYc5HvaX/rz9HbDHzd7weHVU6utzWP2ACDSEt/l1vdOx/ixN5/B8J84g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OUUx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TIf8QA&#10;AADeAAAADwAAAGRycy9kb3ducmV2LnhtbERPTUvDQBC9C/0Pywje7MZQU4ndllIVRPDQVhBvQ3aa&#10;BLOzy+7YxH/vCoK3ebzPWW0mN6gzxdR7NnAzL0ARN9723Bp4Oz5d34FKgmxx8EwGvinBZj27WGFt&#10;/ch7Oh+kVTmEU40GOpFQa52ajhymuQ/EmTv56FAyjK22Eccc7gZdFkWlHfacGzoMtOuo+Tx8OQOv&#10;42N4WVa3p/ARF6VOD1bed2LM1eW0vQclNMm/+M/9bPP8sqoW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UyH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x43sYA&#10;AADeAAAADwAAAGRycy9kb3ducmV2LnhtbESP0WrCQBBF3wv9h2UKvhTdmNIg0VVEaim+iIkfMGTH&#10;bDA7G7LbJP59t1Do2wz3zj13NrvJtmKg3jeOFSwXCQjiyumGawXX8jhfgfABWWPrmBQ8yMNu+/y0&#10;wVy7kS80FKEWMYR9jgpMCF0upa8MWfQL1xFH7eZ6iyGufS11j2MMt61MkySTFhuOBIMdHQxV9+Lb&#10;Rsj5Dc+n21gePycc8eNk+HV/UWr2Mu3XIAJN4d/8d/2lY/00y97h9504g9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x43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rzk8MA&#10;AADeAAAADwAAAGRycy9kb3ducmV2LnhtbERPTUvEMBC9C/6HMII3N7VoXOpmF1kVRPDgKizehma2&#10;LTaTkIzb+u+NIHibx/uc1Wb2ozpSykNgC5eLChRxG9zAnYX3t8eLJagsyA7HwGThmzJs1qcnK2xc&#10;mPiVjjvpVAnh3KCFXiQ2Wue2J495ESJx4Q4heZQCU6ddwqmE+1HXVWW0x4FLQ4+Rtj21n7svb+Fl&#10;eojPN+b6ED/SVa3zvZP9Vqw9P5vvbkEJzfIv/nM/uTK/NsbA7zvl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rzk8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NL4cUA&#10;AADeAAAADwAAAGRycy9kb3ducmV2LnhtbERP32vCMBB+H/g/hBN8kZnOsTqqUXQQNthg6Aa+Hs3Z&#10;FptLSaLt/vtlIOztPr6ft9oMthVX8qFxrOBhloEgLp1puFLw/aXvn0GEiGywdUwKfijAZj26W2Fh&#10;XM97uh5iJVIIhwIV1DF2hZShrMlimLmOOHEn5y3GBH0ljcc+hdtWzrMslxYbTg01dvRSU3k+XKyC&#10;3WdfPfppuRvc++n1+KS10R9aqcl42C5BRBriv/jmfjNp/jzPF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g0v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yVbMUA&#10;AADeAAAADwAAAGRycy9kb3ducmV2LnhtbESPQWvDMAyF74P+B6PBbquzsIWS1i2lIzDGLmv7A0Ss&#10;xVljOdhumv376TDYTeI9vfdps5v9oCaKqQ9s4GlZgCJug+25M3A+NY8rUCkjWxwCk4EfSrDbLu42&#10;WNtw40+ajrlTEsKpRgMu57HWOrWOPKZlGIlF+wrRY5Y1dtpGvEm4H3RZFJX22LM0OBzp4Ki9HK/e&#10;QPNefkyXq41N2M/Pnl7c9+rVGfNwP+/XoDLN+d/8d/1mBb+sKu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LJVs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B6CMUA&#10;AADeAAAADwAAAGRycy9kb3ducmV2LnhtbERP32vCMBB+H/g/hBN8kZnOseKqUXQQNthg6Aa+Hs3Z&#10;FptLSaLt/vtlIOztPr6ft9oMthVX8qFxrOBhloEgLp1puFLw/aXvFyBCRDbYOiYFPxRgsx7drbAw&#10;ruc9XQ+xEimEQ4EK6hi7QspQ1mQxzFxHnLiT8xZjgr6SxmOfwm0r51mWS4sNp4YaO3qpqTwfLlbB&#10;7rOvHv203A3u/fR6fNLa6A+t1GQ8bJcgIg3xX3xzv5k0f57nz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HoI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MPt8YA&#10;AADeAAAADwAAAGRycy9kb3ducmV2LnhtbESPQWvDMAyF74P+B6NBb6uzsHUlrVtKR2CMXdbtB4hY&#10;i9PGcrDdNP3302Gwm4Se3nvfZjf5Xo0UUxfYwOOiAEXcBNtxa+D7q35YgUoZ2WIfmAzcKMFuO7vb&#10;YGXDlT9pPOZWiQmnCg24nIdK69Q48pgWYSCW20+IHrOssdU24lXMfa/Lolhqjx1LgsOBDo6a8/Hi&#10;DdTv5cd4vthYh/305OnZnVavzpj5/bRfg8o05X/x3/eblfrl8kUABE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4MPt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E0xMEA&#10;AADeAAAADwAAAGRycy9kb3ducmV2LnhtbERP24rCMBB9F/yHMIJvmtbbLt1GEUHRx+3uBwzNbFva&#10;TGoTbf17Iwj7NodznXQ3mEbcqXOVZQXxPAJBnFtdcaHg9+c4+wThPLLGxjIpeJCD3XY8SjHRtudv&#10;ume+ECGEXYIKSu/bREqXl2TQzW1LHLg/2xn0AXaF1B32Idw0chFFG2mw4tBQYkuHkvI6uxkFq0d/&#10;umbrOjpqQ/Fl2V7Y52ulppNh/wXC0+D/xW/3WYf5i81HDK93wg1y+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BNMT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q6H8IA&#10;AADeAAAADwAAAGRycy9kb3ducmV2LnhtbERPTYvCMBC9L/gfwgje1tQe6m41iiiKeHK76nloxrbY&#10;TEoTtf57Iwje5vE+ZzrvTC1u1LrKsoLRMAJBnFtdcaHg8L/+/gHhPLLG2jIpeJCD+az3NcVU2zv/&#10;0S3zhQgh7FJUUHrfpFK6vCSDbmgb4sCdbWvQB9gWUrd4D+GmlnEUJdJgxaGhxIaWJeWX7GoUXJNT&#10;fODzTu+z1WPzu1ovnDwWSg363WICwlPnP+K3e6vD/DgZJ/B6J9w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6rof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mvmcYA&#10;AADeAAAADwAAAGRycy9kb3ducmV2LnhtbERPS2vCQBC+F/wPywi91U1tSTS6SlsoVA+Kr4O3MTtN&#10;otnZNLvV9N93BcHbfHzPGU9bU4kzNa60rOC5F4EgzqwuOVew3Xw+DUA4j6yxskwK/sjBdNJ5GGOq&#10;7YVXdF77XIQQdikqKLyvUyldVpBB17M1ceC+bWPQB9jkUjd4CeGmkv0oiqXBkkNDgTV9FJSd1r9G&#10;wW45iIfL99nrcb444IvRP3tdxko9dtu3EQhPrb+Lb+4vHeb34ySB6zvhBjn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8mvm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+sf8cA&#10;AADeAAAADwAAAGRycy9kb3ducmV2LnhtbESPQWvCQBCF7wX/wzJCb3VjWlKJrqKWavFkVfA6ZKdJ&#10;aHY2ZLca/fWdQ6G3Gd6b976ZLXrXqAt1ofZsYDxKQBEX3tZcGjgd358moEJEtth4JgM3CrCYDx5m&#10;mFt/5U+6HGKpJIRDjgaqGNtc61BU5DCMfEss2pfvHEZZu1LbDq8S7hqdJkmmHdYsDRW2tK6o+D78&#10;OAP37Iz7sE1Xb8820u1lsvG7/caYx2G/nIKK1Md/89/1hxX8NHsVXnlHZt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vrH/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pgSsMA&#10;AADeAAAADwAAAGRycy9kb3ducmV2LnhtbERPzWrCQBC+F/oOyxS8NRuDtRpdRUSht2r0AYbsuAlm&#10;Z2N21din7xaE3ubj+535sreNuFHna8cKhkkKgrh0umaj4HjYvk9A+ICssXFMCh7kYbl4fZljrt2d&#10;93QrghExhH2OCqoQ2lxKX1Zk0SeuJY7cyXUWQ4SdkbrDewy3jczSdCwt1hwbKmxpXVF5Lq5WwcVl&#10;H7ovNvh93kx3tTGjy89+pNTgrV/NQATqw7/46f7ScX42/pzC3zvxB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pgS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nfG8YA&#10;AADeAAAADwAAAGRycy9kb3ducmV2LnhtbESPT0/DMAzF75P4DpGRuNGUIUrpmk2AhLTrBgeOJnH/&#10;jMYpTdgKnx4fkHaz5ef33q/ezH5QR5piH9jATZaDIrbB9dwaeHt9uS5BxYTscAhMBn4owmZ9saix&#10;cuHEOzruU6vEhGOFBrqUxkrraDvyGLMwEsutCZPHJOvUajfhScz9oJd5XmiPPUtChyM9d2Q/99/e&#10;wLb/oLvCNg++fLK799+vdHt/cMZcXc6PK1CJ5nQW/39vndRfFqUACI7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nfG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SDV8UA&#10;AADeAAAADwAAAGRycy9kb3ducmV2LnhtbERPXYvCMBB8F/wPYYV709Q+iFeNcgqCcqfgB3evS7PX&#10;FJtNaWKt//4iHPg2u7MzszNfdrYSLTW+dKxgPEpAEOdOl1wouJw3wykIH5A1Vo5JwYM8LBf93hwz&#10;7e58pPYUChFN2GeowIRQZ1L63JBFP3I1ceR+XWMxxLEppG7wHs1tJdMkmUiLJccEgzWtDeXX080q&#10;aPHwSH7Mav++K7/y9LD6/tRxr94G3ccMRKAuvI7/1Vsd308n0zE860QM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5INX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vCusIA&#10;AADeAAAADwAAAGRycy9kb3ducmV2LnhtbERPTUsDMRC9C/6HMII3mzWHUtampRQqHnX14HG6mW62&#10;bmaWJHZXf70RBG/zeJ+z3s5hUBeKqRe2cL+oQBG34nruLLy9Hu5WoFJGdjgIk4UvSrDdXF+tsXYy&#10;8QtdmtypEsKpRgs+57HWOrWeAqaFjMSFO0kMmAuMnXYRpxIeBm2qaqkD9lwaPI6099R+NJ/BwvTY&#10;Hs/m9O78dxzl0DzL2Qxi7e3NvHsAlWnO/+I/95Mr881yZeD3nXKD3v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O8K6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93NsUA&#10;AADeAAAADwAAAGRycy9kb3ducmV2LnhtbERP22rCQBB9L/gPywi+1U0j2BBdxWoFKRXx0vdpdppE&#10;d2dDdtX077uFQt/mcK4znXfWiBu1vnas4GmYgCAunK65VHA6rh8zED4gazSOScE3eZjPeg9TzLW7&#10;855uh1CKGMI+RwVVCE0upS8qsuiHriGO3JdrLYYI21LqFu8x3BqZJslYWqw5NlTY0LKi4nK4WgXr&#10;3cqc0+1+8SHD8vX502RvL6t3pQb9bjEBEagL/+I/90bH+ek4G8HvO/EGO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j3c2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Ay1sUA&#10;AADeAAAADwAAAGRycy9kb3ducmV2LnhtbERPTWvCQBC9C/0PywhepG5qNYTUVUpBVKhgVeh1zI5J&#10;MDsbstsY/31XELzN433ObNGZSrTUuNKygrdRBII4s7rkXMHxsHxNQDiPrLGyTApu5GAxf+nNMNX2&#10;yj/U7n0uQgi7FBUU3teplC4ryKAb2Zo4cGfbGPQBNrnUDV5DuKnkOIpiabDk0FBgTV8FZZf9n1HQ&#10;7r5P+bp19eaSDN30/bRabfWvUoN+9/kBwlPnn+KHe63D/HGcTOD+Trh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kDLW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DpUMYA&#10;AADeAAAADwAAAGRycy9kb3ducmV2LnhtbERPS2vCQBC+C/0PyxR6M5uGKjG6Si0Uein4OuhtzE6T&#10;YHY23d1q2l/vFgRv8/E9Z7boTSvO5HxjWcFzkoIgLq1uuFKw274PcxA+IGtsLZOCX/KwmD8MZlho&#10;e+E1nTehEjGEfYEK6hC6Qkpf1mTQJ7YjjtyXdQZDhK6S2uElhptWZmk6lgYbjg01dvRWU3na/BgF&#10;y0m+/F698Off+nigw/54GmUuVerpsX+dggjUh7v45v7QcX42zkfw/068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DpUMYAAADeAAAADwAAAAAAAAAAAAAAAACYAgAAZHJz&#10;L2Rvd25yZXYueG1sUEsFBgAAAAAEAAQA9QAAAIsDAAAAAA==&#10;" fillcolor="black" stroked="f"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F5J8YA&#10;AADeAAAADwAAAGRycy9kb3ducmV2LnhtbERPS2vCQBC+C/6HZYTedNNAQ0hdpT4KhepB20OP0+w0&#10;WZKdDdlV0/76riB4m4/vOfPlYFtxpt4bxwoeZwkI4tJpw5WCz4/XaQ7CB2SNrWNS8EselovxaI6F&#10;dhc+0PkYKhFD2BeooA6hK6T0ZU0W/cx1xJH7cb3FEGFfSd3jJYbbVqZJkkmLhmNDjR2tayqb48kq&#10;+HrPTH4wlH7v/lZbvXtqVvtNo9TDZHh5BhFoCHfxzf2m4/w0yzO4vhNv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F5J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+xjsQA&#10;AADeAAAADwAAAGRycy9kb3ducmV2LnhtbERPPW/CMBDdK/EfrEPqVpwy0CjFIFSE6MIAbdX1FB9x&#10;SHwOtoHAr6+RkLrd0/u86by3rTiTD7VjBa+jDARx6XTNlYLvr9VLDiJEZI2tY1JwpQDz2eBpioV2&#10;F97SeRcrkUI4FKjAxNgVUobSkMUwch1x4vbOW4wJ+kpqj5cUbls5zrKJtFhzajDY0YehstmdrAK/&#10;+F02Nz79NNltcw3rQ3/M0Sj1POwX7yAi9fFf/HB/6jR/PMnf4P5OukH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/sY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GTt8cA&#10;AADeAAAADwAAAGRycy9kb3ducmV2LnhtbESP3UoDQQyF74W+w5CCN2Jn3Yta105LKQiCRejPA8Sd&#10;uLs4k1l2Yrv16c2F4F3COTnny3I9xmDONOQusYOHWQGGuE6+48bB6fhyvwCTBdljSEwOrpRhvZrc&#10;LLHy6cJ7Oh+kMRrCuUIHrUhfWZvrliLmWeqJVftMQ0TRdWisH/Ci4THYsijmNmLH2tBiT9uW6q/D&#10;d3QQyo/w9PaYd3I92V3xE2V/9+6du52Om2cwQqP8m/+uX73il/OF8uo7OoNd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Rk7f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13dsQA&#10;AADeAAAADwAAAGRycy9kb3ducmV2LnhtbERPPW/CMBDdkfofrKvUDZxmQBAwqC1CytKBAGI94iOO&#10;sM9R7ELaX18jVep2T+/zluvBWXGjPrSeFbxOMhDEtdctNwoO++14BiJEZI3WMyn4pgDr1dNoiYX2&#10;d97RrYqNSCEcClRgYuwKKUNtyGGY+I44cRffO4wJ9o3UPd5TuLMyz7KpdNhyajDY0Yeh+lp9OQWb&#10;qrP5oTTv4XT8PJ9t+bOl00apl+fhbQEi0hD/xX/uUqf5+XQ2h8c76Qa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Nd3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v6AMYA&#10;AADeAAAADwAAAGRycy9kb3ducmV2LnhtbESPT2vDMAzF74N9B6PBbqu9HtI2q1vGWKHQU/8ddhO2&#10;lmSL5RB7Tfbtq0OhNwk9vfd+y/UYWnWhPjWRLbxODChiF33DlYXTcfMyB5Uyssc2Mln4pwTr1ePD&#10;EksfB97T5ZArJSacSrRQ59yVWidXU8A0iR2x3L5jHzDL2lfa9ziIeWj11JhCB2xYEmrs6KMm93v4&#10;CxZ+NnoXnUF3Pp2HrZ99fRbUGmufn8b3N1CZxnwX3763XupPi4UACI7M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v6A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1CX8QA&#10;AADeAAAADwAAAGRycy9kb3ducmV2LnhtbERPS2vCQBC+F/wPywjedGO0ItFVtFAolR58UHocs2MS&#10;kp0Nu6um/74rCL3Nx/ec5bozjbiR85VlBeNRAoI4t7riQsHp+D6cg/ABWWNjmRT8kof1qveyxEzb&#10;O+/pdgiFiCHsM1RQhtBmUvq8JIN+ZFviyF2sMxgidIXUDu8x3DQyTZKZNFhxbCixpbeS8vpwNQp+&#10;rju+fE0+N24bvm139HV6ntdKDfrdZgEiUBf+xU/3h47z09fpFB7vxBv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9Ql/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wytsYA&#10;AADeAAAADwAAAGRycy9kb3ducmV2LnhtbERPS2vCQBC+F/oflin0VjcNpmh0FRWEXgo+eqi3MTtN&#10;gtnZuLvV6K/vCoK3+fieM552phEncr62rOC9l4AgLqyuuVTwvV2+DUD4gKyxsUwKLuRhOnl+GmOu&#10;7ZnXdNqEUsQQ9jkqqEJocyl9UZFB37MtceR+rTMYInSl1A7PMdw0Mk2SD2mw5thQYUuLiorD5s8o&#10;mA8H8+Oqz1/X9X5Hu5/9IUtdotTrSzcbgQjUhYf47v7UcX6a9TO4vRNvk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wytsYAAADeAAAADwAAAAAAAAAAAAAAAACYAgAAZHJz&#10;L2Rvd25yZXYueG1sUEsFBgAAAAAEAAQA9QAAAIsDAAAAAA==&#10;" fillcolor="black" stroked="f"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ina8QA&#10;AADeAAAADwAAAGRycy9kb3ducmV2LnhtbERPTUsDMRC9C/0PYQrebLZVi2yblqVQFE/bqvQ63Yyb&#10;xc1kSWK6/nsjCL3N433OejvaXiTyoXOsYD4rQBA3TnfcKnh/2989gQgRWWPvmBT8UIDtZnKzxlK7&#10;Cx8oHWMrcgiHEhWYGIdSytAYshhmbiDO3KfzFmOGvpXa4yWH214uimIpLXacGwwOtDPUfB2/rYJ0&#10;3tXVfTolc3j1Vetd/fxxrpW6nY7VCkSkMV7F/+4XnecvHh+W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Ip2v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hG+cYA&#10;AADeAAAADwAAAGRycy9kb3ducmV2LnhtbERPTUvDQBC9F/wPywje2k2KbTVmW6TYol6ssVCPQ3bM&#10;BrOzIbtNo7/eFQq9zeN9Tr4abCN66nztWEE6SUAQl07XXCnYf2zGdyB8QNbYOCYFP+Rhtbwa5Zhp&#10;d+J36otQiRjCPkMFJoQ2k9KXhiz6iWuJI/flOoshwq6SusNTDLeNnCbJXFqsOTYYbGltqPwujlaB&#10;T9dPh1f7e99/bg2/FS9mvquMUjfXw+MDiEBDuIjP7mcd509ntwv4fyfe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hG+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7C45" w:rsidRDefault="00637C45" w:rsidP="00637C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37C45" w:rsidRPr="00DE6ED3" w:rsidRDefault="00637C45" w:rsidP="00637C4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DE6ED3">
        <w:rPr>
          <w:rFonts w:ascii="Times New Roman" w:eastAsia="Calibri" w:hAnsi="Times New Roman" w:cs="Times New Roman"/>
          <w:b/>
        </w:rPr>
        <w:t>Р</w:t>
      </w:r>
      <w:proofErr w:type="gramEnd"/>
      <w:r w:rsidRPr="00DE6ED3">
        <w:rPr>
          <w:rFonts w:ascii="Times New Roman" w:eastAsia="Calibri" w:hAnsi="Times New Roman" w:cs="Times New Roman"/>
          <w:b/>
        </w:rPr>
        <w:t>ІШЕННЯ</w:t>
      </w:r>
    </w:p>
    <w:p w:rsidR="00637C45" w:rsidRPr="00DE6ED3" w:rsidRDefault="00637C45" w:rsidP="00637C4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37C45" w:rsidRPr="00DE6ED3" w:rsidRDefault="00637C45" w:rsidP="00637C4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37C45" w:rsidRPr="00DE6ED3" w:rsidRDefault="00637C45" w:rsidP="00637C45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7C45" w:rsidRPr="00773385" w:rsidRDefault="00637C45" w:rsidP="00637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25</w:t>
      </w:r>
      <w:r w:rsidRPr="00DE6ED3">
        <w:rPr>
          <w:rFonts w:ascii="Times New Roman" w:eastAsia="Calibri" w:hAnsi="Times New Roman" w:cs="Times New Roman"/>
          <w:sz w:val="24"/>
        </w:rPr>
        <w:t xml:space="preserve">.03. 2021р.                              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                                       №_____</w:t>
      </w:r>
    </w:p>
    <w:p w:rsidR="00637C45" w:rsidRPr="00DE6ED3" w:rsidRDefault="00637C45" w:rsidP="00637C4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37C45" w:rsidRPr="00DE6ED3" w:rsidRDefault="00637C45" w:rsidP="00637C4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637C45" w:rsidRPr="00DE6ED3" w:rsidRDefault="00637C45" w:rsidP="00637C4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 w:rsidRPr="00DE6ED3">
        <w:rPr>
          <w:rFonts w:ascii="Times New Roman" w:eastAsia="Calibri" w:hAnsi="Times New Roman" w:cs="Times New Roman"/>
          <w:b/>
          <w:sz w:val="24"/>
        </w:rPr>
        <w:t>техн</w:t>
      </w:r>
      <w:proofErr w:type="gramEnd"/>
      <w:r w:rsidRPr="00DE6ED3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637C45" w:rsidRPr="00DE6ED3" w:rsidRDefault="00637C45" w:rsidP="00637C4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637C45" w:rsidRPr="00DE6ED3" w:rsidRDefault="00637C45" w:rsidP="00637C4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DE6ED3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DE6ED3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>)</w:t>
      </w:r>
    </w:p>
    <w:p w:rsidR="00637C45" w:rsidRPr="001C55EE" w:rsidRDefault="00637C45" w:rsidP="00637C4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6823982100:03:008:0004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, яка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розташована</w:t>
      </w:r>
      <w:proofErr w:type="spellEnd"/>
    </w:p>
    <w:p w:rsidR="00637C45" w:rsidRDefault="00637C45" w:rsidP="00637C4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Хмельницька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область,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Славутський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637C45" w:rsidRDefault="00637C45" w:rsidP="00637C4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Шепетівський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) район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Головлівська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37C45" w:rsidRPr="001C55EE" w:rsidRDefault="00637C45" w:rsidP="00637C4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рада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Крупецька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рада)</w:t>
      </w:r>
    </w:p>
    <w:p w:rsidR="00637C45" w:rsidRPr="006B6EB7" w:rsidRDefault="00637C45" w:rsidP="00637C4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637C45" w:rsidRPr="001C55EE" w:rsidRDefault="00637C45" w:rsidP="00637C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EB7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6B6EB7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6B6EB7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6B6EB7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6B6EB7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6B6EB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6B6EB7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6B6EB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6B6EB7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6B6EB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6B6EB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6B6EB7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6B6EB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B6EB7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6B6EB7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6B6EB7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6B6EB7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6B6EB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6B6EB7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6B6EB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6B6EB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6B6EB7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6B6EB7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1C55EE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637C45" w:rsidRPr="001C55EE" w:rsidRDefault="00637C45" w:rsidP="00637C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37C45" w:rsidRPr="00DE6ED3" w:rsidRDefault="00637C45" w:rsidP="00637C4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37C45" w:rsidRPr="00DE6ED3" w:rsidRDefault="00637C45" w:rsidP="00637C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37C45" w:rsidRPr="00E81DBD" w:rsidRDefault="00637C45" w:rsidP="00637C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1.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На</w:t>
      </w:r>
      <w:r>
        <w:rPr>
          <w:rFonts w:ascii="Times New Roman" w:eastAsia="Calibri" w:hAnsi="Times New Roman" w:cs="Times New Roman"/>
          <w:sz w:val="24"/>
        </w:rPr>
        <w:t>дати</w:t>
      </w:r>
      <w:proofErr w:type="gramStart"/>
      <w:r>
        <w:rPr>
          <w:rFonts w:ascii="Times New Roman" w:eastAsia="Calibri" w:hAnsi="Times New Roman" w:cs="Times New Roman"/>
          <w:sz w:val="24"/>
        </w:rPr>
        <w:t>,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proofErr w:type="gram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рупецькій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технічної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1,1698</w:t>
      </w:r>
      <w:r w:rsidRPr="00DE6ED3">
        <w:rPr>
          <w:rFonts w:ascii="Times New Roman" w:eastAsia="Calibri" w:hAnsi="Times New Roman" w:cs="Times New Roman"/>
          <w:sz w:val="24"/>
        </w:rPr>
        <w:t xml:space="preserve"> га,  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6823982100:03:008:0004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r w:rsidRPr="00F30BA9"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область, 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Славутський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Шепетівський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) район,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Головлівська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30BA9">
        <w:rPr>
          <w:rFonts w:ascii="Times New Roman" w:eastAsia="Times New Roman" w:hAnsi="Times New Roman" w:cs="Times New Roman"/>
          <w:sz w:val="24"/>
          <w:szCs w:val="24"/>
        </w:rPr>
        <w:t>ільська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рада (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Крупецька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рада)</w:t>
      </w:r>
      <w:r>
        <w:rPr>
          <w:rFonts w:ascii="Times New Roman" w:eastAsia="Times New Roman" w:hAnsi="Times New Roman" w:cs="Times New Roman"/>
          <w:sz w:val="24"/>
          <w:szCs w:val="24"/>
        </w:rPr>
        <w:t>, 16.00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637C45" w:rsidRPr="00DE6ED3" w:rsidRDefault="00637C45" w:rsidP="00637C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2.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Крупецькій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DE6ED3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DE6ED3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ради.</w:t>
      </w:r>
    </w:p>
    <w:p w:rsidR="00637C45" w:rsidRPr="00DE6ED3" w:rsidRDefault="00637C45" w:rsidP="00637C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37C45" w:rsidRPr="00DE6ED3" w:rsidRDefault="00637C45" w:rsidP="00637C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>будівництва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37C45" w:rsidRPr="00DE6ED3" w:rsidRDefault="00637C45" w:rsidP="00637C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37C45" w:rsidRPr="00DE6ED3" w:rsidRDefault="00637C45" w:rsidP="00637C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37C45" w:rsidRDefault="00637C45" w:rsidP="00637C4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  <w:proofErr w:type="spellStart"/>
      <w:r w:rsidRPr="00DE6ED3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МИХАЛЮК</w:t>
      </w:r>
    </w:p>
    <w:p w:rsidR="009912EE" w:rsidRDefault="009912EE">
      <w:bookmarkStart w:id="0" w:name="_GoBack"/>
      <w:bookmarkEnd w:id="0"/>
    </w:p>
    <w:sectPr w:rsidR="009912E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D5A" w:rsidRDefault="00DF3D5A">
      <w:pPr>
        <w:spacing w:after="0" w:line="240" w:lineRule="auto"/>
      </w:pPr>
      <w:r>
        <w:separator/>
      </w:r>
    </w:p>
  </w:endnote>
  <w:endnote w:type="continuationSeparator" w:id="0">
    <w:p w:rsidR="00DF3D5A" w:rsidRDefault="00DF3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D5A" w:rsidRDefault="00DF3D5A">
      <w:pPr>
        <w:spacing w:after="0" w:line="240" w:lineRule="auto"/>
      </w:pPr>
      <w:r>
        <w:separator/>
      </w:r>
    </w:p>
  </w:footnote>
  <w:footnote w:type="continuationSeparator" w:id="0">
    <w:p w:rsidR="00DF3D5A" w:rsidRDefault="00DF3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45"/>
    <w:rsid w:val="00637C45"/>
    <w:rsid w:val="009912EE"/>
    <w:rsid w:val="00DF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4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4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2021-03-20T05:01:00Z</dcterms:created>
  <dcterms:modified xsi:type="dcterms:W3CDTF">2021-03-20T05:01:00Z</dcterms:modified>
</cp:coreProperties>
</file>