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6973" w:rsidRPr="003B50D1" w:rsidRDefault="00316973" w:rsidP="00316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316973" w:rsidRPr="003B50D1" w:rsidRDefault="00316973" w:rsidP="00316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7938EA" wp14:editId="7B89247F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569" name="Группа 1256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57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7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8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9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16973" w:rsidRDefault="00316973" w:rsidP="00316973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56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MA6RcUA&#10;AADeAAAADwAAAGRycy9kb3ducmV2LnhtbESPQYvCQAyF7wv+hyGCt3VqZVepjiKi4kFYdNd76MS2&#10;2MmUzqj1328OgreEvLz3vvmyc7W6UxsqzwZGwwQUce5txYWBv9/t5xRUiMgWa89k4EkBlovexxwz&#10;6x98pPspFkpMOGRooIyxybQOeUkOw9A3xHK7+NZhlLUttG3xIeau1mmSfGuHFUtCiQ2tS8qvp5sz&#10;4Me7/eFcpMfxhieRVz/Ty7k7GDPod6sZqEhdfItf33sr9dOviQAIjsygF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wDpF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gtfccA&#10;AADeAAAADwAAAGRycy9kb3ducmV2LnhtbERPS2sCMRC+C/0PYQq9iGYVqnVrlCKs1h4KPqDXYTNu&#10;1m4mS5Lq1l/fFAq9zcf3nPmys424kA+1YwWjYQaCuHS65krB8VAMnkCEiKyxcUwKvinAcnHXm2Ou&#10;3ZV3dNnHSqQQDjkqMDG2uZShNGQxDF1LnLiT8xZjgr6S2uM1hdtGjrNsIi3WnBoMtrQyVH7uv6yC&#10;c/FuPlbT29r3Zzu69Yu3TbOdKPVw3708g4jUxX/xn/tVp/njx+kIft9JN8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lILX3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kXC8UA&#10;AADeAAAADwAAAGRycy9kb3ducmV2LnhtbESP0YrCMBBF3xf8hzCCL4umVlaXrlFEVMQXUfcDhmZs&#10;yjaT0kRb/94Iwr7NcO/cc2e+7Gwl7tT40rGC8SgBQZw7XXKh4PeyHX6D8AFZY+WYFDzIw3LR+5hj&#10;pl3LJ7qfQyFiCPsMFZgQ6kxKnxuy6EeuJo7a1TUWQ1ybQuoG2xhuK5kmyVRaLDkSDNa0NpT/nW82&#10;Qo4TPB6u7WW767DFzcHw5+qk1KDfrX5ABOrCv/l9vdexfvo1S+H1TpxBL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iRcL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UGnqsUA&#10;AADeAAAADwAAAGRycy9kb3ducmV2LnhtbERPTUsDMRC9C/0PYQRvNutqW1mbllIVROihrSDehs10&#10;d3EzCcnYXf+9EQRv83ifs1yPrldniqnzbOBmWoAirr3tuDHwdny+vgeVBNli75kMfFOC9WpyscTK&#10;+oH3dD5Io3IIpwoNtCKh0jrVLTlMUx+IM3fy0aFkGBttIw453PW6LIq5dthxbmgx0Lal+vPw5Qzs&#10;hqfwupjPTuEj3pU6PVp534oxV5fj5gGU0Cj/4j/3i83zy9niFn7fyTfo1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Qaeq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wq5McA&#10;AADeAAAADwAAAGRycy9kb3ducmV2LnhtbESPzWrDMBCE74W8g9hCLiWR47RJcS2HUJJScgn5eYDF&#10;2lim1spYqu28fVUo9LbLzM43m29G24ieOl87VrCYJyCIS6drrhRcL/vZKwgfkDU2jknBnTxsislD&#10;jpl2A5+oP4dKxBD2GSowIbSZlL40ZNHPXUsctZvrLIa4dpXUHQ4x3DYyTZKVtFhzJBhs6d1Q+XX+&#10;thFyXOLxcBsu+48RB9wdDD9tT0pNH8ftG4hAY/g3/11/6lg/fVk/w+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sKuT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SaRcQA&#10;AADeAAAADwAAAGRycy9kb3ducmV2LnhtbERPTUvDQBC9C/0PyxS82U2DaSV2W6QqiODBKoi3ITtN&#10;QrOzy+7YxH/vCoK3ebzP2ewmN6gzxdR7NrBcFKCIG297bg28vz1e3YBKgmxx8EwGvinBbju72GBt&#10;/civdD5Iq3IIpxoNdCKh1jo1HTlMCx+IM3f00aFkGFttI4453A26LIqVdthzbugw0L6j5nT4cgZe&#10;xofwvF5Vx/AZr0ud7q187MWYy/l0dwtKaJJ/8Z/7yeb5ZbWu4PedfIPe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3kmk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MZ28UA&#10;AADeAAAADwAAAGRycy9kb3ducmV2LnhtbERP22oCMRB9F/oPYQp9KTWrRStbo2ghVKggXsDXYTPu&#10;Lt1MliR1t39vCgXf5nCuM1/2thFX8qF2rGA0zEAQF87UXCo4HfXLDESIyAYbx6TglwIsFw+DOebG&#10;dbyn6yGWIoVwyFFBFWObSxmKiiyGoWuJE3dx3mJM0JfSeOxSuG3kOMum0mLNqaHClj4qKr4PP1bB&#10;eteVr/65WPfu6/J5nmht9FYr9fTYr95BROrjXfzv3pg0fzx5m8LfO+kGubg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4Mxnb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0/2v8MA&#10;AADeAAAADwAAAGRycy9kb3ducmV2LnhtbERPS2rDMBDdB3IHMYHuErmm+eBaCSHBUEo3SXuAwZpa&#10;rq2RkRTHvX1VKHQ3j/ed8jDZXozkQ+tYweMqA0FcO91yo+DjvVruQISIrLF3TAq+KcBhP5+VWGh3&#10;5wuN19iIFMKhQAUmxqGQMtSGLIaVG4gT9+m8xZigb6T2eE/htpd5lm2kxZZTg8GBTobq7nqzCqrX&#10;/G3sbtpX7jg9WVqbr93ZKPWwmI7PICJN8V/8537RaX6+3m7h9510g9z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0/2v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AoMsgA&#10;AADeAAAADwAAAGRycy9kb3ducmV2LnhtbESPQUsDMRCF74L/IUzBi7RZK1XZNi1WCAoWxFboddhM&#10;d5duJksSu+u/dw6Ctxnem/e+WW1G36kLxdQGNnA3K0ARV8G1XBv4OtjpE6iUkR12gcnADyXYrK+v&#10;Vli6MPAnXfa5VhLCqUQDTc59qXWqGvKYZqEnFu0Uoscsa6y1izhIuO/0vCgetMeWpaHBnl4aqs77&#10;b29g+zHU9/G22o7h/fR6XFjr7M4aczMZn5egMo353/x3/eYEf754FF55R2bQ6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m4Cgy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zHVsMA&#10;AADeAAAADwAAAGRycy9kb3ducmV2LnhtbERP3WrCMBS+H/gO4Qi7m6llblqNIo7CGLuZ+gCH5thU&#10;m5OSxNq9/TIQvDsf3+9ZbQbbip58aBwrmE4yEMSV0w3XCo6H8mUOIkRkja1jUvBLATbr0dMKC+1u&#10;/EP9PtYihXAoUIGJsSukDJUhi2HiOuLEnZy3GBP0tdQebynctjLPsjdpseHUYLCjnaHqsr9aBeVX&#10;/t1frtqXbju8WpqZ8/zDKPU8HrZLEJGG+BDf3Z86zc9n7wv4fyfdIN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ZzHV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2ABMQA&#10;AADeAAAADwAAAGRycy9kb3ducmV2LnhtbESPzW7CQAyE70i8w8pI3GDDTxAKLKiqRFWOpH0AK2uS&#10;iKw3ZLckvH19QOJmy+OZ+fbHwTXqQV2oPRtYzBNQxIW3NZcGfn9Osy2oEJEtNp7JwJMCHA/j0R4z&#10;63u+0COPpRITDhkaqGJsM61DUZHDMPctsdyuvnMYZe1KbTvsxdw1epkkG+2wZkmosKXPiopb/ucM&#10;rJ/91z1Pb8nJOlqcV+2ZY5EaM50MHztQkYb4Fr++v63UX6ZbARAcmUEf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9gA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MzMMQA&#10;AADeAAAADwAAAGRycy9kb3ducmV2LnhtbERPTWuDQBC9B/oflin0lqwKDYnJKtKQUnpqTdrz4E5U&#10;4s6Kuxrz77uFQm/zeJ+zz2fTiYkG11pWEK8iEMSV1S3XCs6n43IDwnlkjZ1lUnAnB3n2sNhjqu2N&#10;P2kqfS1CCLsUFTTe96mUrmrIoFvZnjhwFzsY9AEOtdQD3kK46WQSRWtpsOXQ0GBPLw1V13I0Csb1&#10;d3Lmy7v+KA/31+3hWDj5VSv19DgXOxCeZv8v/nO/6TA/ed7E8PtOuEFm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zMzD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4dWscA&#10;AADeAAAADwAAAGRycy9kb3ducmV2LnhtbERPS0/CQBC+m/gfNkPCTbYUaUplIUBiohwg8jhwG7pj&#10;W+nO1u4K9d+7Jibe5sv3nOm8M7W4UusqywqGgwgEcW51xYWCw/75IQXhPLLG2jIp+CYH89n93RQz&#10;bW/8RtedL0QIYZehgtL7JpPS5SUZdAPbEAfu3bYGfYBtIXWLtxBuahlHUSINVhwaSmxoVVJ+2X0Z&#10;Bcdtmky2y9fHj/XmjCOjP0+6SpTq97rFEwhPnf8X/7lfdJgfj9MYft8JN8jZ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OHVr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svVcQA&#10;AADeAAAADwAAAGRycy9kb3ducmV2LnhtbERPTWvCQBC9F/wPywi91Y2xDSFmI2qpFk9qC16H7DQJ&#10;zc6G7FZjf71bKHibx/ucfDGYVpypd41lBdNJBIK4tLrhSsHnx9tTCsJ5ZI2tZVJwJQeLYvSQY6bt&#10;hQ90PvpKhBB2GSqove8yKV1Zk0E3sR1x4L5sb9AH2FdS93gJ4aaVcRQl0mDDoaHGjtY1ld/HH6Pg&#10;Nznh3m3j1etMe7o+pxu722+UehwPyzkIT4O/i//d7zrMj1/SGfy9E26Qx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b7L1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yvej8MA&#10;AADeAAAADwAAAGRycy9kb3ducmV2LnhtbERPzYrCMBC+L/gOYQRva2qpi1ajyKLgzbX6AEMzpsVm&#10;Upus1n36jbCwt/n4fme57m0j7tT52rGCyTgBQVw6XbNRcD7t3mcgfEDW2DgmBU/ysF4N3paYa/fg&#10;I92LYEQMYZ+jgiqENpfSlxVZ9GPXEkfu4jqLIcLOSN3hI4bbRqZJ8iEt1hwbKmzps6LyWnxbBTeX&#10;TnVfbPFw3c6/amOy288xU2o07DcLEIH68C/+c+91nJ9OZxm83ok3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yvej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tsd/8MA&#10;AADeAAAADwAAAGRycy9kb3ducmV2LnhtbERPyW7CMBC9V+IfrEHqDZxSBULAIFqpEleWA8fBHpLQ&#10;eBxiF9J+PUZC6m2e3jrzZWdrcaXWV44VvA0TEMTamYoLBfvd1yAD4QOywdoxKfglD8tF72WOuXE3&#10;3tB1GwoRQ9jnqKAMocml9Loki37oGuLInVxrMUTYFtK0eIvhtpajJBlLixXHhhIb+ixJf29/rIJ1&#10;daR0rE9Tm33ozeHvEt4nZ6PUa79bzUAE6sK/+Olemzh/lGYpPN6JN8j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tsd/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h6X8YA&#10;AADeAAAADwAAAGRycy9kb3ducmV2LnhtbERPXWvCQBB8L/Q/HCv0rV4MVDR6ihYKLVrBD/R1ya25&#10;YG4v5K4x/ntPKPg2u7MzszOdd7YSLTW+dKxg0E9AEOdOl1woOOy/3kcgfEDWWDkmBTfyMJ+9vkwx&#10;0+7KW2p3oRDRhH2GCkwIdSalzw1Z9H1XE0fu7BqLIY5NIXWD12huK5kmyVBaLDkmGKzp01B+2f1Z&#10;BS1ubsnJLH/HP+U6TzfL40rHvXrrdYsJiEBdeB7/q791fD/9GA3hUSdikL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Sh6X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2kAXsMA&#10;AADeAAAADwAAAGRycy9kb3ducmV2LnhtbERPTUvDQBC9C/6HZQre7KaBaondliJUetToweOYnWbT&#10;ZmfC7tpEf70rCN7m8T5nvZ18ry4UYidsYDEvQBE3YjtuDby97m9XoGJCttgLk4EvirDdXF+tsbIy&#10;8gtd6tSqHMKxQgMupaHSOjaOPMa5DMSZO0rwmDIMrbYBxxzue10WxZ322HFucDjQo6PmXH96A+NT&#10;83Eqj+/WfYdB9vWznMpejLmZTbsHUImm9C/+cx9snl8uV/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2kAX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6EO8gA&#10;AADeAAAADwAAAGRycy9kb3ducmV2LnhtbESPQU/CQBCF7yb+h82QeJMtTdSmsBAESYyBGFDuY3ds&#10;q7uzTXeF+u+Zg4m3mbw3730zWwzeqRP1sQ1sYDLOQBFXwbZcG3h/29wWoGJCtugCk4FfirCYX1/N&#10;sLThzHs6HVKtJIRjiQaalLpS61g15DGOQ0cs2mfoPSZZ+1rbHs8S7p3Os+xee2xZGhrsaNVQ9X34&#10;8QY2r2v3le/2y6NOq6eHD1e8PK63xtyMhuUUVKIh/Zv/rp+t4Od3hfDKOzKDnl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GDoQ7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T8NMUA&#10;AADeAAAADwAAAGRycy9kb3ducmV2LnhtbERPTWvCQBC9F/wPywheSt2oKGnMRqRQtFDBqtDrmB2T&#10;YHY2ZNcY/323UOhtHu9z0lVvatFR6yrLCibjCARxbnXFhYLT8f0lBuE8ssbaMil4kINVNnhKMdH2&#10;zl/UHXwhQgi7BBWU3jeJlC4vyaAb24Y4cBfbGvQBtoXULd5DuKnlNIoW0mDFoaHEht5Kyq+Hm1HQ&#10;7T/PxbZzzcc1fnbz2Xmz2elvpUbDfr0E4an3/+I/91aH+dN5/Aq/74QbZP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tPw0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16973" w:rsidRDefault="00316973" w:rsidP="00316973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zu9ackA&#10;AADeAAAADwAAAGRycy9kb3ducmV2LnhtbESPQU/CQBCF7yb+h82YeJOtDZhSWYiQkHgxAfQgt6E7&#10;tg3d2bK7QvXXMwcTbzOZN++9b7YYXKfOFGLr2cDjKANFXHnbcm3g4339UICKCdli55kM/FCExfz2&#10;Zoal9Rfe0nmXaiUmHEs00KTUl1rHqiGHceR7Yrl9+eAwyRpqbQNexNx1Os+yJ+2wZUlosKdVQ9Vx&#10;9+0MLKfF8rQZ89vv9rCn/efhOMlDZsz93fDyDCrRkP7Ff9+vVurnk6kACI7MoO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Wzu9ackAAADeAAAADwAAAAAAAAAAAAAAAACYAgAA&#10;ZHJzL2Rvd25yZXYueG1sUEsFBgAAAAAEAAQA9QAAAI4DAAAAAA==&#10;" fillcolor="black" stroked="f">
                  <v:textbox>
                    <w:txbxContent>
                      <w:p w:rsidR="00316973" w:rsidRDefault="00316973" w:rsidP="00316973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QW8sYA&#10;AADeAAAADwAAAGRycy9kb3ducmV2LnhtbERPS2vCQBC+C/6HZQredGNAsamr1BcI1YO2hx7H7Jgs&#10;yc6G7Kppf323UOhtPr7nzJedrcWdWm8cKxiPEhDEudOGCwUf77vhDIQPyBprx6TgizwsF/3eHDPt&#10;Hnyi+zkUIoawz1BBGUKTSenzkiz6kWuII3d1rcUQYVtI3eIjhttapkkylRYNx4YSG1qXlFfnm1Xw&#10;+TY1s5Oh9HL4Xm31YVKtjptKqcFT9/oCIlAX/sV/7r2O89PJ8xh+34k3yM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bQW8sYAAADe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Tlt8QA&#10;AADeAAAADwAAAGRycy9kb3ducmV2LnhtbERPTWsCMRC9F/wPYQRvNeuCRbdGEYvYSw/aSq/DZrrZ&#10;7mayTaKu/vpGKPQ2j/c5i1VvW3EmH2rHCibjDARx6XTNlYKP9+3jDESIyBpbx6TgSgFWy8HDAgvt&#10;Lryn8yFWIoVwKFCBibErpAylIYth7DrixH05bzEm6CupPV5SuG1lnmVP0mLNqcFgRxtDZXM4WQV+&#10;/fnS3Ph0bLLb2zXsvvufGRqlRsN+/QwiUh//xX/uV53m59N5Dvd30g1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s05bf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n2Z8UA&#10;AADeAAAADwAAAGRycy9kb3ducmV2LnhtbERP22rCQBB9L/QflhH6UnTTlFaNrlIKhYIiaP2AMTsm&#10;wd3ZkJ1q7Ne7hULf5nCuM1/23qkzdbEJbOBplIEiLoNtuDKw//oYTkBFQbboApOBK0VYLu7v5ljY&#10;cOEtnXdSqRTCsUADtUhbaB3LmjzGUWiJE3cMnUdJsKu07fCSwr3TeZa9ao8Np4YaW3qvqTztvr0B&#10;lx/cdDWOa7nu9Tr78bJ93FhjHgb92wyUUC//4j/3p03z85fpM/y+k27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CfZnxQAAAN4AAAAPAAAAAAAAAAAAAAAAAJgCAABkcnMv&#10;ZG93bnJldi54bWxQSwUGAAAAAAQABAD1AAAAigMAAAAA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AvScUA&#10;AADeAAAADwAAAGRycy9kb3ducmV2LnhtbERPS0sDMRC+C/0PYYTebNaliq5NSx8U9uLBtdLrdDPd&#10;LE0myyZtt/56Iwje5uN7zmwxOCsu1IfWs4LHSQaCuPa65UbB7nP78AIiRGSN1jMpuFGAxXx0N8NC&#10;+yt/0KWKjUghHApUYGLsCilDbchhmPiOOHFH3zuMCfaN1D1eU7izMs+yZ+mw5dRgsKO1ofpUnZ2C&#10;TdXZfFeaVdh/vR8Otvze0n6j1Ph+WL6BiDTEf/Gfu9Rpfv70OoXfd9INcv4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MC9J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k45MMA&#10;AADeAAAADwAAAGRycy9kb3ducmV2LnhtbERPTWsCMRC9F/wPYYTeaqKgretmRUoFoadaPXgbknF3&#10;dTNZNqm7/ntTKPQ2j/c5+XpwjbhRF2rPGqYTBYLYeFtzqeHwvX15AxEissXGM2m4U4B1MXrKMbO+&#10;5y+67WMpUgiHDDVUMbaZlMFU5DBMfEucuLPvHMYEu1LaDvsU7ho5U2ohHdacGips6b0ic93/OA2X&#10;rfz0RqE5Ho79zr6ePhbUKK2fx8NmBSLSEP/Ff+6dTfNn8+Ucft9JN8j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Xk45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NV9MQA&#10;AADeAAAADwAAAGRycy9kb3ducmV2LnhtbERPS2vCQBC+F/wPywi91Y2RikZXUUEoLT34QDyO2TEJ&#10;yc6G3VXTf98tFLzNx/ec+bIzjbiT85VlBcNBAoI4t7riQsHxsH2bgPABWWNjmRT8kIflovcyx0zb&#10;B+/ovg+FiCHsM1RQhtBmUvq8JIN+YFviyF2tMxgidIXUDh8x3DQyTZKxNFhxbCixpU1Jeb2/GQXn&#10;2xdfv0efK7cOJ9sdfJ1eJrVSr/1uNQMRqAtP8b/7Q8f56ft0DH/vxBvk4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RDVfT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16973" w:rsidRDefault="00316973" w:rsidP="00316973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IlHcYA&#10;AADeAAAADwAAAGRycy9kb3ducmV2LnhtbERPTWsCMRC9C/6HMEJvmnWpra5G0YLQi1BtD/U2bsbd&#10;xc1km0Td+usboeBtHu9zZovW1OJCzleWFQwHCQji3OqKCwVfn+v+GIQPyBpry6Tglzws5t3ODDNt&#10;r7ylyy4UIoawz1BBGUKTSenzkgz6gW2II3e0zmCI0BVSO7zGcFPLNElepMGKY0OJDb2VlJ92Z6Ng&#10;NRmvfj6eeXPbHva0/z6cRqlLlHrqtcspiEBteIj/3e86zk9Hk1e4vxNvk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IlHcYAAADeAAAADwAAAAAAAAAAAAAAAACYAgAAZHJz&#10;L2Rvd25yZXYueG1sUEsFBgAAAAAEAAQA9QAAAIsDAAAAAA==&#10;" fillcolor="black" stroked="f">
                  <v:textbox>
                    <w:txbxContent>
                      <w:p w:rsidR="00316973" w:rsidRDefault="00316973" w:rsidP="00316973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u6xcYA&#10;AADeAAAADwAAAGRycy9kb3ducmV2LnhtbESPQU/DMAyF70j8h8hI3FjKEAjKsqmahECcug3E1WtM&#10;U9E4VRKy8u/xAYmbrff83ufVZvajKhTTENjA9aICRdwFO3Bv4O3wdHUPKmVki2NgMvBDCTbr87MV&#10;1jaceEdln3slIZxqNOBynmqtU+fIY1qEiVi0zxA9Zlljr23Ek4T7US+r6k57HFgaHE60ddR97b+9&#10;gXLcts1N+Shu9xqbPob2+f3YGnN5MTePoDLN+d/8d/1iBX95+yC88o7MoN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vu6x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16973" w:rsidRDefault="00316973" w:rsidP="00316973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tbV8UA&#10;AADeAAAADwAAAGRycy9kb3ducmV2LnhtbERPTWvCQBC9F/wPywje6kah0kRXEWmL9lIbBT0O2TEb&#10;zM6G7BrT/vpuodDbPN7nLFa9rUVHra8cK5iMExDEhdMVlwqOh9fHZxA+IGusHZOCL/KwWg4eFphp&#10;d+dP6vJQihjCPkMFJoQmk9IXhiz6sWuII3dxrcUQYVtK3eI9httaTpNkJi1WHBsMNrQxVFzzm1Xg&#10;J5uX07v9Trvzm+GPfGdm+9IoNRr26zmIQH34F/+5tzrOnz6lKfy+E2+Qy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G1tX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16973" w:rsidRDefault="00316973" w:rsidP="00316973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16973" w:rsidRPr="003B50D1" w:rsidRDefault="00316973" w:rsidP="00316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316973" w:rsidRPr="003B50D1" w:rsidRDefault="00316973" w:rsidP="003169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316973" w:rsidRPr="003B50D1" w:rsidRDefault="00316973" w:rsidP="0031697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316973" w:rsidRPr="003B50D1" w:rsidRDefault="00316973" w:rsidP="003169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316973" w:rsidRPr="003B50D1" w:rsidRDefault="00316973" w:rsidP="0031697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316973" w:rsidRPr="003B50D1" w:rsidRDefault="00316973" w:rsidP="003169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6973" w:rsidRPr="003B50D1" w:rsidRDefault="00316973" w:rsidP="003169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316973" w:rsidRPr="003B50D1" w:rsidRDefault="00316973" w:rsidP="0031697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316973" w:rsidRPr="003B50D1" w:rsidRDefault="00316973" w:rsidP="0031697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316973" w:rsidRPr="003B50D1" w:rsidRDefault="00316973" w:rsidP="0031697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16973" w:rsidRPr="003B50D1" w:rsidRDefault="00316973" w:rsidP="00316973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16973" w:rsidRPr="003B50D1" w:rsidRDefault="00316973" w:rsidP="0031697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316973" w:rsidRPr="003B50D1" w:rsidRDefault="00316973" w:rsidP="00316973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16973" w:rsidRPr="003B50D1" w:rsidRDefault="00316973" w:rsidP="003169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16973" w:rsidRPr="003B50D1" w:rsidRDefault="00316973" w:rsidP="003169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16973" w:rsidRPr="003B50D1" w:rsidRDefault="00316973" w:rsidP="0031697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316973" w:rsidRPr="003B50D1" w:rsidRDefault="00316973" w:rsidP="00316973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16973" w:rsidRPr="003B50D1" w:rsidRDefault="00316973" w:rsidP="00316973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Н. В.</w:t>
      </w:r>
    </w:p>
    <w:p w:rsidR="00316973" w:rsidRPr="003B50D1" w:rsidRDefault="00316973" w:rsidP="003169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6973" w:rsidRPr="003B50D1" w:rsidRDefault="00316973" w:rsidP="003169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6973" w:rsidRPr="003B50D1" w:rsidRDefault="00316973" w:rsidP="003169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Михалюка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16973" w:rsidRPr="003B50D1" w:rsidRDefault="00316973" w:rsidP="003169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16973" w:rsidRPr="003B50D1" w:rsidRDefault="00316973" w:rsidP="003169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16973" w:rsidRPr="003B50D1" w:rsidRDefault="00316973" w:rsidP="003169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 .Затвердити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Назару Валерійовичу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</w:t>
      </w:r>
      <w:r w:rsidRPr="003B50D1">
        <w:rPr>
          <w:rFonts w:ascii="Times New Roman" w:eastAsia="Calibri" w:hAnsi="Times New Roman" w:cs="Times New Roman"/>
          <w:sz w:val="24"/>
          <w:szCs w:val="24"/>
        </w:rPr>
        <w:t>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</w:t>
      </w:r>
      <w:r>
        <w:rPr>
          <w:rFonts w:ascii="Times New Roman" w:eastAsia="Calibri" w:hAnsi="Times New Roman" w:cs="Times New Roman"/>
          <w:sz w:val="24"/>
          <w:szCs w:val="24"/>
        </w:rPr>
        <w:t xml:space="preserve">о відведення земельної ділянки та передачі її у приватну власність </w:t>
      </w:r>
      <w:r w:rsidRPr="003B50D1">
        <w:rPr>
          <w:rFonts w:ascii="Times New Roman" w:eastAsia="Calibri" w:hAnsi="Times New Roman" w:cs="Times New Roman"/>
          <w:sz w:val="24"/>
          <w:szCs w:val="24"/>
        </w:rPr>
        <w:t>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 площею 0,8000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Крупець</w:t>
      </w:r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6973" w:rsidRPr="003B50D1" w:rsidRDefault="00316973" w:rsidP="003169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Михалюку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Назару Валерійовичу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</w:t>
      </w:r>
      <w:r w:rsidRPr="003B50D1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>: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222C">
        <w:rPr>
          <w:rFonts w:ascii="Times New Roman" w:eastAsia="Calibri" w:hAnsi="Times New Roman" w:cs="Times New Roman"/>
          <w:sz w:val="24"/>
          <w:szCs w:val="24"/>
          <w:lang w:val="ru-RU"/>
        </w:rPr>
        <w:t>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4F222C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0,8000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</w:rPr>
        <w:t>кадастровий номер: 6823984000:03:018:0367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Крупець</w:t>
      </w:r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16973" w:rsidRPr="003B50D1" w:rsidRDefault="00316973" w:rsidP="00316973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Михалюку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Н. В.,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16973" w:rsidRDefault="00316973" w:rsidP="003169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16973" w:rsidRPr="00316973" w:rsidRDefault="00316973" w:rsidP="0031697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316973" w:rsidRDefault="00316973" w:rsidP="003169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sectPr w:rsidR="00316973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973"/>
    <w:rsid w:val="00316973"/>
    <w:rsid w:val="004F222C"/>
    <w:rsid w:val="007F3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73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6973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277</Words>
  <Characters>1580</Characters>
  <Application>Microsoft Office Word</Application>
  <DocSecurity>0</DocSecurity>
  <Lines>13</Lines>
  <Paragraphs>3</Paragraphs>
  <ScaleCrop>false</ScaleCrop>
  <Company/>
  <LinksUpToDate>false</LinksUpToDate>
  <CharactersWithSpaces>1854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2022-02-11T13:01:00Z</dcterms:created>
  <dcterms:modified xsi:type="dcterms:W3CDTF">2022-02-14T07:32:00Z</dcterms:modified>
</cp:coreProperties>
</file>