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F28" w:rsidRPr="00637AF8" w:rsidRDefault="00904F28" w:rsidP="00904F2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37AF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04F28" w:rsidRPr="00637AF8" w:rsidRDefault="00904F28" w:rsidP="00904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28" w:rsidRDefault="00904F28" w:rsidP="00904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4F28" w:rsidRDefault="00904F28" w:rsidP="00904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04F28" w:rsidRPr="00637AF8" w:rsidRDefault="00904F28" w:rsidP="00904F2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904F28" w:rsidRPr="00637AF8" w:rsidRDefault="00904F28" w:rsidP="00904F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04F28" w:rsidRPr="00637AF8" w:rsidRDefault="00904F28" w:rsidP="00904F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904F28" w:rsidRPr="00637AF8" w:rsidRDefault="00904F28" w:rsidP="00904F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904F28" w:rsidRPr="00637AF8" w:rsidRDefault="00904F28" w:rsidP="00904F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904F28" w:rsidRPr="00637AF8" w:rsidRDefault="00904F28" w:rsidP="00904F2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904F28" w:rsidRPr="00637AF8" w:rsidRDefault="00904F28" w:rsidP="00904F2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904F28" w:rsidRPr="00637AF8" w:rsidRDefault="00904F28" w:rsidP="00904F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904F28" w:rsidRPr="00637AF8" w:rsidRDefault="00904F28" w:rsidP="00904F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зі </w:t>
      </w:r>
    </w:p>
    <w:p w:rsidR="00904F28" w:rsidRPr="00637AF8" w:rsidRDefault="00904F28" w:rsidP="00904F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зміною виду цільового призначення   та</w:t>
      </w:r>
    </w:p>
    <w:p w:rsidR="00904F28" w:rsidRPr="00637AF8" w:rsidRDefault="00904F28" w:rsidP="00904F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Шуст В.В.</w:t>
      </w:r>
    </w:p>
    <w:p w:rsidR="00904F28" w:rsidRPr="00637AF8" w:rsidRDefault="00904F28" w:rsidP="00904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04F28" w:rsidRPr="00637AF8" w:rsidRDefault="00904F28" w:rsidP="00904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37AF8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Шуст В.В.,  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904F28" w:rsidRPr="00637AF8" w:rsidRDefault="00904F28" w:rsidP="00904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904F28" w:rsidRPr="00637AF8" w:rsidRDefault="00904F28" w:rsidP="00904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04F28" w:rsidRPr="00637AF8" w:rsidRDefault="00904F28" w:rsidP="00904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Шуст Валентині Віталіївні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зі зміною виду цільового призначення в межах категорії земель сільськогосподарського призначення із виду </w:t>
      </w:r>
      <w:r w:rsidRPr="00637AF8">
        <w:rPr>
          <w:rFonts w:ascii="Times New Roman" w:eastAsia="Calibri" w:hAnsi="Times New Roman" w:cs="Times New Roman"/>
          <w:lang w:val="uk-UA"/>
        </w:rPr>
        <w:t>(для іншого сільськогосподарського призначення)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(01.13), у вид для ведення особистого селянського господарства (01.03),  площею 0,1196 га, яка розташована на території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Крупецької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Славутського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району Хмельницької області.</w:t>
      </w:r>
    </w:p>
    <w:p w:rsidR="00904F28" w:rsidRPr="00637AF8" w:rsidRDefault="00904F28" w:rsidP="00904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Шуст Валентині Віталіївні, </w:t>
      </w:r>
      <w:r w:rsidRPr="00637AF8"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9B4B60" w:rsidRPr="009B4B60">
        <w:rPr>
          <w:rFonts w:ascii="Times New Roman" w:eastAsia="Calibri" w:hAnsi="Times New Roman" w:cs="Times New Roman"/>
          <w:sz w:val="24"/>
        </w:rPr>
        <w:t>______________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37AF8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9B4B60" w:rsidRPr="009B4B6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 площею 0,1196 га, кадастровий номер: 6823986800:05:007:0020, для ведення особистого селянського господарства, яка розташована на території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Крупецької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Славутського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району Хмельницької області.</w:t>
      </w:r>
    </w:p>
    <w:p w:rsidR="00904F28" w:rsidRPr="00637AF8" w:rsidRDefault="00904F28" w:rsidP="00904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Шуст В.В., 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04F28" w:rsidRDefault="00904F28" w:rsidP="00904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04F28" w:rsidRPr="00904F28" w:rsidRDefault="00904F28" w:rsidP="00904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EA2367" w:rsidRPr="00904F28" w:rsidRDefault="00904F28" w:rsidP="00904F2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37A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EA2367" w:rsidRPr="00904F28" w:rsidSect="00904F28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28"/>
    <w:rsid w:val="00171A2E"/>
    <w:rsid w:val="00304C90"/>
    <w:rsid w:val="00505B6D"/>
    <w:rsid w:val="006D3977"/>
    <w:rsid w:val="007D6C18"/>
    <w:rsid w:val="00904F28"/>
    <w:rsid w:val="009B4B60"/>
    <w:rsid w:val="00D1641A"/>
    <w:rsid w:val="00EA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301</Words>
  <Characters>1720</Characters>
  <Application>Microsoft Office Word</Application>
  <DocSecurity>0</DocSecurity>
  <Lines>14</Lines>
  <Paragraphs>4</Paragraphs>
  <ScaleCrop>false</ScaleCrop>
  <Company>Microsoft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2021-03-17T09:30:00Z</dcterms:created>
  <dcterms:modified xsi:type="dcterms:W3CDTF">2021-03-17T09:39:00Z</dcterms:modified>
</cp:coreProperties>
</file>