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873" w:rsidRDefault="005D1873" w:rsidP="005D18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D1873" w:rsidRDefault="005D1873" w:rsidP="005D1873"/>
    <w:p w:rsidR="005D1873" w:rsidRDefault="005D1873" w:rsidP="005D1873"/>
    <w:p w:rsidR="005D1873" w:rsidRDefault="005D1873" w:rsidP="005D18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D1873" w:rsidRDefault="005D1873" w:rsidP="005D18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D1873" w:rsidRDefault="005D1873" w:rsidP="005D18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D1873" w:rsidRDefault="005D1873" w:rsidP="005D18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D1873" w:rsidRDefault="005D1873" w:rsidP="005D18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1873" w:rsidRDefault="005D1873" w:rsidP="005D18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D1873" w:rsidRDefault="005D1873" w:rsidP="005D18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1873" w:rsidRDefault="005D1873" w:rsidP="005D187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D1873" w:rsidRPr="0063686B" w:rsidRDefault="005D1873" w:rsidP="005D187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5D1873" w:rsidRPr="00814CCA" w:rsidRDefault="005D1873" w:rsidP="005D187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D1873" w:rsidRPr="00814CCA" w:rsidRDefault="005D1873" w:rsidP="005D187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5D1873" w:rsidRPr="00814CCA" w:rsidRDefault="005D1873" w:rsidP="005D187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1873" w:rsidRPr="00814CCA" w:rsidRDefault="005D1873" w:rsidP="005D187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5D1873" w:rsidRPr="00814CCA" w:rsidRDefault="005D1873" w:rsidP="005D187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Л.В.</w:t>
      </w:r>
    </w:p>
    <w:p w:rsidR="005D1873" w:rsidRPr="00814CCA" w:rsidRDefault="005D1873" w:rsidP="005D187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D1873" w:rsidRPr="00814CCA" w:rsidRDefault="005D1873" w:rsidP="005D18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Л.В..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рада </w:t>
      </w:r>
      <w:proofErr w:type="gramEnd"/>
    </w:p>
    <w:p w:rsidR="005D1873" w:rsidRPr="00814CCA" w:rsidRDefault="005D1873" w:rsidP="005D18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>ВИРІШИЛА:</w:t>
      </w:r>
    </w:p>
    <w:p w:rsidR="005D1873" w:rsidRPr="00814CCA" w:rsidRDefault="005D1873" w:rsidP="005D18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Любові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814CCA">
        <w:rPr>
          <w:rFonts w:ascii="Times New Roman" w:hAnsi="Times New Roman" w:cs="Times New Roman"/>
          <w:sz w:val="24"/>
          <w:szCs w:val="24"/>
        </w:rPr>
        <w:t xml:space="preserve">яка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: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A8448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84480"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0,0382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CCA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номер: 6823986800:02:013:0028), для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14CC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Шевченка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, 25.</w:t>
      </w: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5D1873" w:rsidRPr="00814CCA" w:rsidRDefault="005D1873" w:rsidP="005D18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814CC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Л.В.,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5D1873" w:rsidRPr="00814CCA" w:rsidRDefault="005D1873" w:rsidP="005D18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D1873" w:rsidRPr="00814CCA" w:rsidRDefault="005D1873" w:rsidP="005D18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D1873" w:rsidRPr="00814CCA" w:rsidRDefault="005D1873" w:rsidP="005D18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873" w:rsidRPr="005D1873" w:rsidRDefault="005D1873" w:rsidP="005D18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D1873" w:rsidRPr="00814CCA" w:rsidRDefault="005D1873" w:rsidP="005D18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10C9" w:rsidRPr="005D1873" w:rsidRDefault="005D1873" w:rsidP="005D18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210C9" w:rsidRPr="005D187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873"/>
    <w:rsid w:val="00171A2E"/>
    <w:rsid w:val="00304C90"/>
    <w:rsid w:val="003210C9"/>
    <w:rsid w:val="00505B6D"/>
    <w:rsid w:val="005D1873"/>
    <w:rsid w:val="006D3977"/>
    <w:rsid w:val="007D6C18"/>
    <w:rsid w:val="00A8448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263</Words>
  <Characters>1504</Characters>
  <Application>Microsoft Office Word</Application>
  <DocSecurity>0</DocSecurity>
  <Lines>12</Lines>
  <Paragraphs>3</Paragraphs>
  <ScaleCrop>false</ScaleCrop>
  <Company>Microsoft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2020-05-21T16:55:00Z</dcterms:created>
  <dcterms:modified xsi:type="dcterms:W3CDTF">2020-05-21T17:48:00Z</dcterms:modified>
</cp:coreProperties>
</file>